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CD6F3" w14:textId="2D9239DE" w:rsidR="00F93FBE" w:rsidRPr="006307AF" w:rsidRDefault="00F93FBE" w:rsidP="008C6738">
      <w:pPr>
        <w:spacing w:after="200"/>
        <w:rPr>
          <w:rFonts w:cs="Arial"/>
        </w:rPr>
      </w:pPr>
    </w:p>
    <w:p w14:paraId="35A33F0C" w14:textId="05D4235D" w:rsidR="00F93FBE" w:rsidRPr="008C6738" w:rsidRDefault="00F93FBE" w:rsidP="008C6738">
      <w:pPr>
        <w:ind w:right="-426"/>
        <w:rPr>
          <w:b/>
          <w:i/>
        </w:rPr>
      </w:pPr>
      <w:bookmarkStart w:id="0" w:name="_Toc306701098"/>
      <w:bookmarkStart w:id="1" w:name="_Toc306701141"/>
      <w:bookmarkStart w:id="2" w:name="_Toc307222860"/>
      <w:bookmarkStart w:id="3" w:name="_Toc307396349"/>
      <w:bookmarkStart w:id="4" w:name="_Toc307396418"/>
      <w:r w:rsidRPr="008C6738">
        <w:rPr>
          <w:b/>
          <w:sz w:val="24"/>
        </w:rPr>
        <w:t xml:space="preserve">Typ dokumentu: </w:t>
      </w:r>
      <w:r w:rsidR="00BE11E5" w:rsidRPr="008C6738">
        <w:rPr>
          <w:b/>
          <w:sz w:val="24"/>
        </w:rPr>
        <w:t xml:space="preserve">Opis </w:t>
      </w:r>
      <w:r w:rsidR="002101F3" w:rsidRPr="008C6738">
        <w:rPr>
          <w:b/>
          <w:sz w:val="24"/>
        </w:rPr>
        <w:t>P</w:t>
      </w:r>
      <w:r w:rsidR="00BE11E5" w:rsidRPr="008C6738">
        <w:rPr>
          <w:b/>
          <w:sz w:val="24"/>
        </w:rPr>
        <w:t xml:space="preserve">rzedmiotu </w:t>
      </w:r>
      <w:r w:rsidR="002101F3" w:rsidRPr="008C6738">
        <w:rPr>
          <w:b/>
          <w:sz w:val="24"/>
        </w:rPr>
        <w:t>Z</w:t>
      </w:r>
      <w:r w:rsidR="00BE11E5" w:rsidRPr="008C6738">
        <w:rPr>
          <w:b/>
          <w:sz w:val="24"/>
        </w:rPr>
        <w:t>amówienia</w:t>
      </w:r>
      <w:r w:rsidR="002101F3" w:rsidRPr="008C6738">
        <w:rPr>
          <w:b/>
          <w:sz w:val="24"/>
        </w:rPr>
        <w:t xml:space="preserve"> (OPZ)</w:t>
      </w:r>
      <w:bookmarkEnd w:id="0"/>
      <w:bookmarkEnd w:id="1"/>
      <w:bookmarkEnd w:id="2"/>
      <w:bookmarkEnd w:id="3"/>
      <w:bookmarkEnd w:id="4"/>
    </w:p>
    <w:p w14:paraId="411EAB2A" w14:textId="046B780F" w:rsidR="00F93FBE" w:rsidRPr="008C6738" w:rsidRDefault="00F93FBE" w:rsidP="008C6738">
      <w:pPr>
        <w:spacing w:before="120"/>
        <w:ind w:right="-426"/>
        <w:rPr>
          <w:i/>
        </w:rPr>
      </w:pPr>
    </w:p>
    <w:p w14:paraId="5099375C" w14:textId="3A8604E9" w:rsidR="00F93FBE" w:rsidRPr="008C6738" w:rsidRDefault="00F93FBE" w:rsidP="0063259A"/>
    <w:sdt>
      <w:sdtPr>
        <w:rPr>
          <w:rFonts w:ascii="Arial" w:eastAsia="Times New Roman" w:hAnsi="Arial" w:cs="Times New Roman"/>
          <w:b/>
          <w:bCs/>
          <w:color w:val="auto"/>
          <w:sz w:val="18"/>
          <w:szCs w:val="24"/>
        </w:rPr>
        <w:id w:val="-177871943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741C3495" w14:textId="0E636D2E" w:rsidR="00502667" w:rsidRPr="00CA3980" w:rsidRDefault="00502667" w:rsidP="00502667">
          <w:pPr>
            <w:pStyle w:val="Nagwekspisutreci"/>
            <w:rPr>
              <w:rFonts w:ascii="Arial" w:hAnsi="Arial" w:cs="Arial"/>
              <w:b/>
              <w:color w:val="092D74"/>
              <w:sz w:val="22"/>
              <w:szCs w:val="22"/>
            </w:rPr>
          </w:pPr>
          <w:r w:rsidRPr="00CA3980">
            <w:rPr>
              <w:rFonts w:ascii="Arial" w:hAnsi="Arial" w:cs="Arial"/>
              <w:b/>
              <w:color w:val="092D74"/>
              <w:sz w:val="22"/>
              <w:szCs w:val="22"/>
            </w:rPr>
            <w:t>SPIS TREŚCI</w:t>
          </w:r>
        </w:p>
        <w:p w14:paraId="18E872E1" w14:textId="60CAABAA" w:rsidR="005C6251" w:rsidRDefault="00502667">
          <w:pPr>
            <w:pStyle w:val="Spistreci1"/>
            <w:tabs>
              <w:tab w:val="left" w:pos="66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smallCaps/>
              <w:szCs w:val="20"/>
            </w:rPr>
            <w:fldChar w:fldCharType="begin"/>
          </w:r>
          <w:r>
            <w:instrText xml:space="preserve"> TOC \o "1-3" \h \z \u </w:instrText>
          </w:r>
          <w:r>
            <w:rPr>
              <w:smallCaps/>
              <w:szCs w:val="20"/>
            </w:rPr>
            <w:fldChar w:fldCharType="separate"/>
          </w:r>
          <w:hyperlink w:anchor="_Toc179874206" w:history="1">
            <w:r w:rsidR="005C6251" w:rsidRPr="00170145">
              <w:rPr>
                <w:rStyle w:val="Hipercze"/>
                <w:noProof/>
              </w:rPr>
              <w:t>1.</w:t>
            </w:r>
            <w:r w:rsidR="005C625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6251" w:rsidRPr="00170145">
              <w:rPr>
                <w:rStyle w:val="Hipercze"/>
                <w:noProof/>
              </w:rPr>
              <w:t>PRZEDMIOT DOSTAWY</w:t>
            </w:r>
            <w:r w:rsidR="005C6251">
              <w:rPr>
                <w:noProof/>
                <w:webHidden/>
              </w:rPr>
              <w:tab/>
            </w:r>
            <w:r w:rsidR="005C6251">
              <w:rPr>
                <w:noProof/>
                <w:webHidden/>
              </w:rPr>
              <w:fldChar w:fldCharType="begin"/>
            </w:r>
            <w:r w:rsidR="005C6251">
              <w:rPr>
                <w:noProof/>
                <w:webHidden/>
              </w:rPr>
              <w:instrText xml:space="preserve"> PAGEREF _Toc179874206 \h </w:instrText>
            </w:r>
            <w:r w:rsidR="005C6251">
              <w:rPr>
                <w:noProof/>
                <w:webHidden/>
              </w:rPr>
            </w:r>
            <w:r w:rsidR="005C6251">
              <w:rPr>
                <w:noProof/>
                <w:webHidden/>
              </w:rPr>
              <w:fldChar w:fldCharType="separate"/>
            </w:r>
            <w:r w:rsidR="005C6251">
              <w:rPr>
                <w:noProof/>
                <w:webHidden/>
              </w:rPr>
              <w:t>3</w:t>
            </w:r>
            <w:r w:rsidR="005C6251">
              <w:rPr>
                <w:noProof/>
                <w:webHidden/>
              </w:rPr>
              <w:fldChar w:fldCharType="end"/>
            </w:r>
          </w:hyperlink>
        </w:p>
        <w:p w14:paraId="288BDEA8" w14:textId="192F294A" w:rsidR="005C6251" w:rsidRDefault="00000000">
          <w:pPr>
            <w:pStyle w:val="Spistreci1"/>
            <w:tabs>
              <w:tab w:val="left" w:pos="66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874207" w:history="1">
            <w:r w:rsidR="005C6251" w:rsidRPr="00170145">
              <w:rPr>
                <w:rStyle w:val="Hipercze"/>
                <w:noProof/>
              </w:rPr>
              <w:t>2.</w:t>
            </w:r>
            <w:r w:rsidR="005C625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6251" w:rsidRPr="00170145">
              <w:rPr>
                <w:rStyle w:val="Hipercze"/>
                <w:noProof/>
              </w:rPr>
              <w:t>MIEJSCE DOSTAWY</w:t>
            </w:r>
            <w:r w:rsidR="005C6251">
              <w:rPr>
                <w:noProof/>
                <w:webHidden/>
              </w:rPr>
              <w:tab/>
            </w:r>
            <w:r w:rsidR="005C6251">
              <w:rPr>
                <w:noProof/>
                <w:webHidden/>
              </w:rPr>
              <w:fldChar w:fldCharType="begin"/>
            </w:r>
            <w:r w:rsidR="005C6251">
              <w:rPr>
                <w:noProof/>
                <w:webHidden/>
              </w:rPr>
              <w:instrText xml:space="preserve"> PAGEREF _Toc179874207 \h </w:instrText>
            </w:r>
            <w:r w:rsidR="005C6251">
              <w:rPr>
                <w:noProof/>
                <w:webHidden/>
              </w:rPr>
            </w:r>
            <w:r w:rsidR="005C6251">
              <w:rPr>
                <w:noProof/>
                <w:webHidden/>
              </w:rPr>
              <w:fldChar w:fldCharType="separate"/>
            </w:r>
            <w:r w:rsidR="005C6251">
              <w:rPr>
                <w:noProof/>
                <w:webHidden/>
              </w:rPr>
              <w:t>3</w:t>
            </w:r>
            <w:r w:rsidR="005C6251">
              <w:rPr>
                <w:noProof/>
                <w:webHidden/>
              </w:rPr>
              <w:fldChar w:fldCharType="end"/>
            </w:r>
          </w:hyperlink>
        </w:p>
        <w:p w14:paraId="18E9A05C" w14:textId="0CBDC2D8" w:rsidR="005C6251" w:rsidRDefault="00000000">
          <w:pPr>
            <w:pStyle w:val="Spistreci1"/>
            <w:tabs>
              <w:tab w:val="left" w:pos="66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874208" w:history="1">
            <w:r w:rsidR="005C6251" w:rsidRPr="00170145">
              <w:rPr>
                <w:rStyle w:val="Hipercze"/>
                <w:noProof/>
              </w:rPr>
              <w:t>3.</w:t>
            </w:r>
            <w:r w:rsidR="005C625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6251" w:rsidRPr="00170145">
              <w:rPr>
                <w:rStyle w:val="Hipercze"/>
                <w:noProof/>
              </w:rPr>
              <w:t>TERMIN REALIZACJI (OKRES REALIZACJI DOSTAWY)</w:t>
            </w:r>
            <w:r w:rsidR="005C6251">
              <w:rPr>
                <w:noProof/>
                <w:webHidden/>
              </w:rPr>
              <w:tab/>
            </w:r>
            <w:r w:rsidR="005C6251">
              <w:rPr>
                <w:noProof/>
                <w:webHidden/>
              </w:rPr>
              <w:fldChar w:fldCharType="begin"/>
            </w:r>
            <w:r w:rsidR="005C6251">
              <w:rPr>
                <w:noProof/>
                <w:webHidden/>
              </w:rPr>
              <w:instrText xml:space="preserve"> PAGEREF _Toc179874208 \h </w:instrText>
            </w:r>
            <w:r w:rsidR="005C6251">
              <w:rPr>
                <w:noProof/>
                <w:webHidden/>
              </w:rPr>
            </w:r>
            <w:r w:rsidR="005C6251">
              <w:rPr>
                <w:noProof/>
                <w:webHidden/>
              </w:rPr>
              <w:fldChar w:fldCharType="separate"/>
            </w:r>
            <w:r w:rsidR="005C6251">
              <w:rPr>
                <w:noProof/>
                <w:webHidden/>
              </w:rPr>
              <w:t>3</w:t>
            </w:r>
            <w:r w:rsidR="005C6251">
              <w:rPr>
                <w:noProof/>
                <w:webHidden/>
              </w:rPr>
              <w:fldChar w:fldCharType="end"/>
            </w:r>
          </w:hyperlink>
        </w:p>
        <w:p w14:paraId="55B9AE48" w14:textId="1998789A" w:rsidR="005C6251" w:rsidRDefault="00000000">
          <w:pPr>
            <w:pStyle w:val="Spistreci1"/>
            <w:tabs>
              <w:tab w:val="left" w:pos="66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874209" w:history="1">
            <w:r w:rsidR="005C6251" w:rsidRPr="00170145">
              <w:rPr>
                <w:rStyle w:val="Hipercze"/>
                <w:noProof/>
              </w:rPr>
              <w:t>4.</w:t>
            </w:r>
            <w:r w:rsidR="005C625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6251" w:rsidRPr="00170145">
              <w:rPr>
                <w:rStyle w:val="Hipercze"/>
                <w:noProof/>
              </w:rPr>
              <w:t>WARUNKI SZCZEGÓŁOWE DOSTAWY</w:t>
            </w:r>
            <w:r w:rsidR="005C6251">
              <w:rPr>
                <w:noProof/>
                <w:webHidden/>
              </w:rPr>
              <w:tab/>
            </w:r>
            <w:r w:rsidR="005C6251">
              <w:rPr>
                <w:noProof/>
                <w:webHidden/>
              </w:rPr>
              <w:fldChar w:fldCharType="begin"/>
            </w:r>
            <w:r w:rsidR="005C6251">
              <w:rPr>
                <w:noProof/>
                <w:webHidden/>
              </w:rPr>
              <w:instrText xml:space="preserve"> PAGEREF _Toc179874209 \h </w:instrText>
            </w:r>
            <w:r w:rsidR="005C6251">
              <w:rPr>
                <w:noProof/>
                <w:webHidden/>
              </w:rPr>
            </w:r>
            <w:r w:rsidR="005C6251">
              <w:rPr>
                <w:noProof/>
                <w:webHidden/>
              </w:rPr>
              <w:fldChar w:fldCharType="separate"/>
            </w:r>
            <w:r w:rsidR="005C6251">
              <w:rPr>
                <w:noProof/>
                <w:webHidden/>
              </w:rPr>
              <w:t>3</w:t>
            </w:r>
            <w:r w:rsidR="005C6251">
              <w:rPr>
                <w:noProof/>
                <w:webHidden/>
              </w:rPr>
              <w:fldChar w:fldCharType="end"/>
            </w:r>
          </w:hyperlink>
        </w:p>
        <w:p w14:paraId="4F5FD739" w14:textId="3D630BEF" w:rsidR="005C6251" w:rsidRDefault="00000000">
          <w:pPr>
            <w:pStyle w:val="Spistreci1"/>
            <w:tabs>
              <w:tab w:val="left" w:pos="66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874210" w:history="1">
            <w:r w:rsidR="005C6251" w:rsidRPr="00170145">
              <w:rPr>
                <w:rStyle w:val="Hipercze"/>
                <w:noProof/>
              </w:rPr>
              <w:t>5.</w:t>
            </w:r>
            <w:r w:rsidR="005C625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6251" w:rsidRPr="00170145">
              <w:rPr>
                <w:rStyle w:val="Hipercze"/>
                <w:noProof/>
              </w:rPr>
              <w:t>PRZEDSTAWICIEL/E ZAMAWIAJĄCEGO</w:t>
            </w:r>
            <w:r w:rsidR="005C6251">
              <w:rPr>
                <w:noProof/>
                <w:webHidden/>
              </w:rPr>
              <w:tab/>
            </w:r>
            <w:r w:rsidR="005C6251">
              <w:rPr>
                <w:noProof/>
                <w:webHidden/>
              </w:rPr>
              <w:fldChar w:fldCharType="begin"/>
            </w:r>
            <w:r w:rsidR="005C6251">
              <w:rPr>
                <w:noProof/>
                <w:webHidden/>
              </w:rPr>
              <w:instrText xml:space="preserve"> PAGEREF _Toc179874210 \h </w:instrText>
            </w:r>
            <w:r w:rsidR="005C6251">
              <w:rPr>
                <w:noProof/>
                <w:webHidden/>
              </w:rPr>
            </w:r>
            <w:r w:rsidR="005C6251">
              <w:rPr>
                <w:noProof/>
                <w:webHidden/>
              </w:rPr>
              <w:fldChar w:fldCharType="separate"/>
            </w:r>
            <w:r w:rsidR="005C6251">
              <w:rPr>
                <w:noProof/>
                <w:webHidden/>
              </w:rPr>
              <w:t>4</w:t>
            </w:r>
            <w:r w:rsidR="005C6251">
              <w:rPr>
                <w:noProof/>
                <w:webHidden/>
              </w:rPr>
              <w:fldChar w:fldCharType="end"/>
            </w:r>
          </w:hyperlink>
        </w:p>
        <w:p w14:paraId="2AD08218" w14:textId="2D72A1EE" w:rsidR="005C6251" w:rsidRDefault="00000000">
          <w:pPr>
            <w:pStyle w:val="Spistreci1"/>
            <w:tabs>
              <w:tab w:val="left" w:pos="66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874211" w:history="1">
            <w:r w:rsidR="005C6251" w:rsidRPr="00170145">
              <w:rPr>
                <w:rStyle w:val="Hipercze"/>
                <w:noProof/>
              </w:rPr>
              <w:t>6.</w:t>
            </w:r>
            <w:r w:rsidR="005C625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6251" w:rsidRPr="00170145">
              <w:rPr>
                <w:rStyle w:val="Hipercze"/>
                <w:noProof/>
              </w:rPr>
              <w:t>ZAŁĄCZNIKI</w:t>
            </w:r>
            <w:r w:rsidR="005C6251">
              <w:rPr>
                <w:noProof/>
                <w:webHidden/>
              </w:rPr>
              <w:tab/>
            </w:r>
            <w:r w:rsidR="005C6251">
              <w:rPr>
                <w:noProof/>
                <w:webHidden/>
              </w:rPr>
              <w:fldChar w:fldCharType="begin"/>
            </w:r>
            <w:r w:rsidR="005C6251">
              <w:rPr>
                <w:noProof/>
                <w:webHidden/>
              </w:rPr>
              <w:instrText xml:space="preserve"> PAGEREF _Toc179874211 \h </w:instrText>
            </w:r>
            <w:r w:rsidR="005C6251">
              <w:rPr>
                <w:noProof/>
                <w:webHidden/>
              </w:rPr>
            </w:r>
            <w:r w:rsidR="005C6251">
              <w:rPr>
                <w:noProof/>
                <w:webHidden/>
              </w:rPr>
              <w:fldChar w:fldCharType="separate"/>
            </w:r>
            <w:r w:rsidR="005C6251">
              <w:rPr>
                <w:noProof/>
                <w:webHidden/>
              </w:rPr>
              <w:t>4</w:t>
            </w:r>
            <w:r w:rsidR="005C6251">
              <w:rPr>
                <w:noProof/>
                <w:webHidden/>
              </w:rPr>
              <w:fldChar w:fldCharType="end"/>
            </w:r>
          </w:hyperlink>
        </w:p>
        <w:p w14:paraId="018823F8" w14:textId="39AF65FD" w:rsidR="00502667" w:rsidRDefault="00502667" w:rsidP="00502667">
          <w:r>
            <w:rPr>
              <w:b/>
              <w:bCs/>
            </w:rPr>
            <w:fldChar w:fldCharType="end"/>
          </w:r>
        </w:p>
      </w:sdtContent>
    </w:sdt>
    <w:p w14:paraId="08E637B2" w14:textId="63F3A57B" w:rsidR="000C3B1B" w:rsidRDefault="000C3B1B" w:rsidP="00F93FBE">
      <w:pPr>
        <w:spacing w:after="200"/>
        <w:rPr>
          <w:rFonts w:cs="Arial"/>
          <w:b/>
        </w:rPr>
      </w:pPr>
    </w:p>
    <w:p w14:paraId="15204690" w14:textId="7EE84169" w:rsidR="00A751D3" w:rsidRDefault="00A751D3" w:rsidP="00F93FBE">
      <w:pPr>
        <w:spacing w:after="200"/>
        <w:rPr>
          <w:rFonts w:cs="Arial"/>
          <w:b/>
        </w:rPr>
      </w:pPr>
    </w:p>
    <w:p w14:paraId="047412C7" w14:textId="4BA7D11E" w:rsidR="00A751D3" w:rsidRDefault="00A751D3" w:rsidP="00F93FBE">
      <w:pPr>
        <w:spacing w:after="200"/>
        <w:rPr>
          <w:rFonts w:cs="Arial"/>
          <w:b/>
        </w:rPr>
      </w:pPr>
    </w:p>
    <w:p w14:paraId="000E53D4" w14:textId="3F59AF2C" w:rsidR="00A751D3" w:rsidRDefault="00A751D3" w:rsidP="00F93FBE">
      <w:pPr>
        <w:spacing w:after="200"/>
        <w:rPr>
          <w:rFonts w:cs="Arial"/>
          <w:b/>
        </w:rPr>
      </w:pPr>
    </w:p>
    <w:p w14:paraId="6EA203FF" w14:textId="15FDB613" w:rsidR="00A751D3" w:rsidRDefault="00A751D3" w:rsidP="00F93FBE">
      <w:pPr>
        <w:spacing w:after="200"/>
        <w:rPr>
          <w:rFonts w:cs="Arial"/>
          <w:b/>
        </w:rPr>
      </w:pPr>
    </w:p>
    <w:p w14:paraId="413EC1FB" w14:textId="33098C43" w:rsidR="00A751D3" w:rsidRDefault="00A751D3" w:rsidP="00F93FBE">
      <w:pPr>
        <w:spacing w:after="200"/>
        <w:rPr>
          <w:rFonts w:cs="Arial"/>
          <w:b/>
        </w:rPr>
      </w:pPr>
    </w:p>
    <w:p w14:paraId="1056BB89" w14:textId="2DC1843A" w:rsidR="00A751D3" w:rsidRDefault="00A751D3" w:rsidP="00F93FBE">
      <w:pPr>
        <w:spacing w:after="200"/>
        <w:rPr>
          <w:rFonts w:cs="Arial"/>
          <w:b/>
        </w:rPr>
      </w:pPr>
    </w:p>
    <w:p w14:paraId="73FA7338" w14:textId="0FED8925" w:rsidR="00A751D3" w:rsidRDefault="00A751D3" w:rsidP="00F93FBE">
      <w:pPr>
        <w:spacing w:after="200"/>
        <w:rPr>
          <w:rFonts w:cs="Arial"/>
          <w:b/>
        </w:rPr>
      </w:pPr>
    </w:p>
    <w:p w14:paraId="26B30917" w14:textId="6441BE6A" w:rsidR="00A751D3" w:rsidRDefault="00A751D3" w:rsidP="00F93FBE">
      <w:pPr>
        <w:spacing w:after="200"/>
        <w:rPr>
          <w:rFonts w:cs="Arial"/>
          <w:b/>
        </w:rPr>
      </w:pPr>
    </w:p>
    <w:p w14:paraId="4932CE8F" w14:textId="073419E6" w:rsidR="00A751D3" w:rsidRDefault="00A751D3" w:rsidP="00F93FBE">
      <w:pPr>
        <w:spacing w:after="200"/>
        <w:rPr>
          <w:rFonts w:cs="Arial"/>
          <w:b/>
        </w:rPr>
      </w:pPr>
    </w:p>
    <w:p w14:paraId="74D233F7" w14:textId="2D8558E9" w:rsidR="00A751D3" w:rsidRDefault="00A751D3" w:rsidP="00F93FBE">
      <w:pPr>
        <w:spacing w:after="200"/>
        <w:rPr>
          <w:rFonts w:cs="Arial"/>
          <w:b/>
        </w:rPr>
      </w:pPr>
    </w:p>
    <w:p w14:paraId="6FB0B417" w14:textId="761AE07C" w:rsidR="00A751D3" w:rsidRDefault="00A751D3" w:rsidP="00F93FBE">
      <w:pPr>
        <w:spacing w:after="200"/>
        <w:rPr>
          <w:rFonts w:cs="Arial"/>
          <w:b/>
        </w:rPr>
      </w:pPr>
    </w:p>
    <w:p w14:paraId="0022DBA1" w14:textId="08FABD1D" w:rsidR="00A751D3" w:rsidRDefault="00A751D3" w:rsidP="00F93FBE">
      <w:pPr>
        <w:spacing w:after="200"/>
        <w:rPr>
          <w:rFonts w:cs="Arial"/>
          <w:b/>
        </w:rPr>
      </w:pPr>
    </w:p>
    <w:p w14:paraId="1635C63F" w14:textId="1A52B981" w:rsidR="00A751D3" w:rsidRDefault="00A751D3" w:rsidP="00F93FBE">
      <w:pPr>
        <w:spacing w:after="200"/>
        <w:rPr>
          <w:rFonts w:cs="Arial"/>
          <w:b/>
        </w:rPr>
      </w:pPr>
    </w:p>
    <w:p w14:paraId="72A355D6" w14:textId="4AC6376F" w:rsidR="00A751D3" w:rsidRDefault="00A751D3" w:rsidP="00F93FBE">
      <w:pPr>
        <w:spacing w:after="200"/>
        <w:rPr>
          <w:rFonts w:cs="Arial"/>
          <w:b/>
        </w:rPr>
      </w:pPr>
    </w:p>
    <w:p w14:paraId="31497FC8" w14:textId="64F65657" w:rsidR="00A751D3" w:rsidRDefault="00A751D3" w:rsidP="00F93FBE">
      <w:pPr>
        <w:spacing w:after="200"/>
        <w:rPr>
          <w:rFonts w:cs="Arial"/>
          <w:b/>
        </w:rPr>
      </w:pPr>
    </w:p>
    <w:p w14:paraId="595B4569" w14:textId="16C892EC" w:rsidR="00A751D3" w:rsidRDefault="00A751D3" w:rsidP="00F93FBE">
      <w:pPr>
        <w:spacing w:after="200"/>
        <w:rPr>
          <w:rFonts w:cs="Arial"/>
          <w:b/>
        </w:rPr>
      </w:pPr>
    </w:p>
    <w:p w14:paraId="27B91D3C" w14:textId="0BAA9CA3" w:rsidR="00A751D3" w:rsidRDefault="00A751D3" w:rsidP="00F93FBE">
      <w:pPr>
        <w:spacing w:after="200"/>
        <w:rPr>
          <w:rFonts w:cs="Arial"/>
          <w:b/>
        </w:rPr>
      </w:pPr>
    </w:p>
    <w:p w14:paraId="2B47DE3A" w14:textId="6A844CD2" w:rsidR="00A751D3" w:rsidRDefault="00A751D3" w:rsidP="00F93FBE">
      <w:pPr>
        <w:spacing w:after="200"/>
        <w:rPr>
          <w:rFonts w:cs="Arial"/>
          <w:b/>
        </w:rPr>
      </w:pPr>
    </w:p>
    <w:p w14:paraId="7083FF5C" w14:textId="468886C0" w:rsidR="00A751D3" w:rsidRDefault="00A751D3" w:rsidP="00F93FBE">
      <w:pPr>
        <w:spacing w:after="200"/>
        <w:rPr>
          <w:rFonts w:cs="Arial"/>
          <w:b/>
        </w:rPr>
      </w:pPr>
    </w:p>
    <w:p w14:paraId="7EA63F6D" w14:textId="2F016A4A" w:rsidR="00A751D3" w:rsidRDefault="00A751D3" w:rsidP="00F93FBE">
      <w:pPr>
        <w:spacing w:after="200"/>
        <w:rPr>
          <w:rFonts w:cs="Arial"/>
          <w:b/>
        </w:rPr>
      </w:pPr>
    </w:p>
    <w:p w14:paraId="6457689B" w14:textId="6CCB4C2B" w:rsidR="00A751D3" w:rsidRDefault="00A751D3" w:rsidP="00F93FBE">
      <w:pPr>
        <w:spacing w:after="200"/>
        <w:rPr>
          <w:rFonts w:cs="Arial"/>
          <w:b/>
        </w:rPr>
      </w:pPr>
    </w:p>
    <w:p w14:paraId="4E35F253" w14:textId="08DAD3C2" w:rsidR="00A751D3" w:rsidRDefault="00A751D3" w:rsidP="00F93FBE">
      <w:pPr>
        <w:spacing w:after="200"/>
        <w:rPr>
          <w:rFonts w:cs="Arial"/>
          <w:b/>
        </w:rPr>
      </w:pPr>
    </w:p>
    <w:p w14:paraId="665FA0B6" w14:textId="211164B8" w:rsidR="00A751D3" w:rsidRDefault="00A751D3" w:rsidP="00F93FBE">
      <w:pPr>
        <w:spacing w:after="200"/>
        <w:rPr>
          <w:rFonts w:cs="Arial"/>
          <w:b/>
        </w:rPr>
      </w:pPr>
    </w:p>
    <w:p w14:paraId="3351AAF4" w14:textId="1B9DAC6D" w:rsidR="00A751D3" w:rsidRDefault="00A751D3" w:rsidP="00F93FBE">
      <w:pPr>
        <w:spacing w:after="200"/>
        <w:rPr>
          <w:rFonts w:cs="Arial"/>
          <w:b/>
        </w:rPr>
      </w:pPr>
    </w:p>
    <w:p w14:paraId="0AEC9629" w14:textId="3B022B59" w:rsidR="00A751D3" w:rsidRDefault="00A751D3" w:rsidP="00F93FBE">
      <w:pPr>
        <w:spacing w:after="200"/>
        <w:rPr>
          <w:rFonts w:cs="Arial"/>
          <w:b/>
        </w:rPr>
      </w:pPr>
    </w:p>
    <w:p w14:paraId="6EF0376A" w14:textId="17BF7085" w:rsidR="00A751D3" w:rsidRPr="006307AF" w:rsidRDefault="00A751D3" w:rsidP="00F93FBE">
      <w:pPr>
        <w:spacing w:after="200"/>
        <w:rPr>
          <w:rFonts w:cs="Arial"/>
          <w:b/>
        </w:rPr>
      </w:pPr>
    </w:p>
    <w:p w14:paraId="2E3401CD" w14:textId="3D79481F" w:rsidR="00F93FBE" w:rsidRDefault="00A10432" w:rsidP="00D30B6A">
      <w:pPr>
        <w:pStyle w:val="Ipoziom"/>
      </w:pPr>
      <w:bookmarkStart w:id="5" w:name="_Toc348596463"/>
      <w:bookmarkStart w:id="6" w:name="_Toc77934354"/>
      <w:bookmarkStart w:id="7" w:name="_Toc77934240"/>
      <w:bookmarkStart w:id="8" w:name="_Toc489433907"/>
      <w:bookmarkStart w:id="9" w:name="_Toc179874206"/>
      <w:r w:rsidRPr="00502667">
        <w:t>P</w:t>
      </w:r>
      <w:r w:rsidR="00413459">
        <w:t>RZEDMIOT DOSTAWY</w:t>
      </w:r>
      <w:bookmarkEnd w:id="5"/>
      <w:bookmarkEnd w:id="6"/>
      <w:bookmarkEnd w:id="7"/>
      <w:bookmarkEnd w:id="8"/>
      <w:bookmarkEnd w:id="9"/>
    </w:p>
    <w:p w14:paraId="2BB6417C" w14:textId="0C96B9C0" w:rsidR="00D30B6A" w:rsidRPr="00E313E0" w:rsidRDefault="00D30B6A" w:rsidP="004E1C40">
      <w:pPr>
        <w:keepNext/>
        <w:widowControl w:val="0"/>
        <w:ind w:left="426"/>
        <w:rPr>
          <w:rFonts w:asciiTheme="minorHAnsi" w:hAnsiTheme="minorHAnsi" w:cstheme="minorHAnsi"/>
          <w:sz w:val="22"/>
          <w:szCs w:val="22"/>
        </w:rPr>
      </w:pPr>
      <w:bookmarkStart w:id="10" w:name="_Toc77934355"/>
      <w:bookmarkStart w:id="11" w:name="_Toc77934241"/>
      <w:bookmarkStart w:id="12" w:name="_Toc348596464"/>
      <w:bookmarkStart w:id="13" w:name="_Toc489433908"/>
      <w:r w:rsidRPr="00E313E0">
        <w:rPr>
          <w:rFonts w:asciiTheme="minorHAnsi" w:hAnsiTheme="minorHAnsi" w:cstheme="minorHAnsi"/>
          <w:sz w:val="22"/>
          <w:szCs w:val="22"/>
        </w:rPr>
        <w:t xml:space="preserve">Przedmiotem dostawy jest </w:t>
      </w:r>
      <w:r w:rsidR="00455B9F">
        <w:rPr>
          <w:rFonts w:asciiTheme="minorHAnsi" w:hAnsiTheme="minorHAnsi" w:cstheme="minorHAnsi"/>
          <w:sz w:val="22"/>
          <w:szCs w:val="22"/>
        </w:rPr>
        <w:t xml:space="preserve">wykonanie i </w:t>
      </w:r>
      <w:r w:rsidRPr="00E313E0">
        <w:rPr>
          <w:rFonts w:asciiTheme="minorHAnsi" w:hAnsiTheme="minorHAnsi" w:cstheme="minorHAnsi"/>
          <w:sz w:val="22"/>
          <w:szCs w:val="22"/>
        </w:rPr>
        <w:t xml:space="preserve">zakup części szybkozużywających </w:t>
      </w:r>
      <w:r>
        <w:rPr>
          <w:rFonts w:asciiTheme="minorHAnsi" w:hAnsiTheme="minorHAnsi" w:cstheme="minorHAnsi"/>
          <w:sz w:val="22"/>
          <w:szCs w:val="22"/>
        </w:rPr>
        <w:t>do przenośników rurowo łańcuchowych do</w:t>
      </w:r>
      <w:r w:rsidRPr="00E313E0">
        <w:rPr>
          <w:rFonts w:asciiTheme="minorHAnsi" w:hAnsiTheme="minorHAnsi" w:cstheme="minorHAnsi"/>
          <w:sz w:val="22"/>
          <w:szCs w:val="22"/>
        </w:rPr>
        <w:t xml:space="preserve"> instalacji odpopielania </w:t>
      </w:r>
      <w:r w:rsidR="00C415DD">
        <w:rPr>
          <w:rFonts w:asciiTheme="minorHAnsi" w:hAnsiTheme="minorHAnsi" w:cstheme="minorHAnsi"/>
          <w:sz w:val="22"/>
          <w:szCs w:val="22"/>
        </w:rPr>
        <w:t>K1 (</w:t>
      </w:r>
      <w:r w:rsidR="000E4A04">
        <w:rPr>
          <w:rFonts w:asciiTheme="minorHAnsi" w:hAnsiTheme="minorHAnsi" w:cstheme="minorHAnsi"/>
          <w:sz w:val="22"/>
          <w:szCs w:val="22"/>
        </w:rPr>
        <w:t>E1</w:t>
      </w:r>
      <w:r w:rsidR="00C415DD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,</w:t>
      </w:r>
      <w:r w:rsidR="00C415DD">
        <w:rPr>
          <w:rFonts w:asciiTheme="minorHAnsi" w:hAnsiTheme="minorHAnsi" w:cstheme="minorHAnsi"/>
          <w:sz w:val="22"/>
          <w:szCs w:val="22"/>
        </w:rPr>
        <w:t xml:space="preserve"> K4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415DD">
        <w:rPr>
          <w:rFonts w:asciiTheme="minorHAnsi" w:hAnsiTheme="minorHAnsi" w:cstheme="minorHAnsi"/>
          <w:sz w:val="22"/>
          <w:szCs w:val="22"/>
        </w:rPr>
        <w:t>(</w:t>
      </w:r>
      <w:r w:rsidR="000E4A04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>4</w:t>
      </w:r>
      <w:r w:rsidR="00C415DD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C415DD">
        <w:rPr>
          <w:rFonts w:asciiTheme="minorHAnsi" w:hAnsiTheme="minorHAnsi" w:cstheme="minorHAnsi"/>
          <w:sz w:val="22"/>
          <w:szCs w:val="22"/>
        </w:rPr>
        <w:t>K6(</w:t>
      </w:r>
      <w:r w:rsidR="000E4A04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>6</w:t>
      </w:r>
      <w:r w:rsidR="00C415DD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, SW1 i SW2 </w:t>
      </w:r>
      <w:r w:rsidRPr="00E313E0">
        <w:rPr>
          <w:rFonts w:asciiTheme="minorHAnsi" w:hAnsiTheme="minorHAnsi" w:cstheme="minorHAnsi"/>
          <w:sz w:val="22"/>
          <w:szCs w:val="22"/>
        </w:rPr>
        <w:t>w EC Gdańsk</w:t>
      </w:r>
      <w:r>
        <w:rPr>
          <w:rFonts w:asciiTheme="minorHAnsi" w:hAnsiTheme="minorHAnsi" w:cstheme="minorHAnsi"/>
          <w:sz w:val="22"/>
          <w:szCs w:val="22"/>
        </w:rPr>
        <w:t xml:space="preserve"> zgodnie z poniższą tab. nr1.</w:t>
      </w:r>
    </w:p>
    <w:p w14:paraId="103BDD2C" w14:textId="77777777" w:rsidR="00D30B6A" w:rsidRDefault="00D30B6A" w:rsidP="00D30B6A">
      <w:pPr>
        <w:spacing w:line="360" w:lineRule="auto"/>
        <w:ind w:left="426"/>
      </w:pPr>
    </w:p>
    <w:p w14:paraId="77A660C4" w14:textId="6A80724B" w:rsidR="00F93FBE" w:rsidRPr="00BD52B1" w:rsidRDefault="00DB5B9A" w:rsidP="005C6251">
      <w:pPr>
        <w:pStyle w:val="Ipoziom"/>
      </w:pPr>
      <w:bookmarkStart w:id="14" w:name="_Toc179874207"/>
      <w:r w:rsidRPr="00502667">
        <w:t>M</w:t>
      </w:r>
      <w:r w:rsidR="00413459">
        <w:t>IEJSCE DOSTAWY</w:t>
      </w:r>
      <w:bookmarkEnd w:id="10"/>
      <w:bookmarkEnd w:id="11"/>
      <w:bookmarkEnd w:id="12"/>
      <w:bookmarkEnd w:id="13"/>
      <w:bookmarkEnd w:id="14"/>
    </w:p>
    <w:p w14:paraId="32050C4F" w14:textId="77777777" w:rsidR="005C6251" w:rsidRDefault="005C6251" w:rsidP="005C6251">
      <w:pPr>
        <w:pStyle w:val="Akapitzlist"/>
        <w:ind w:left="426"/>
        <w:rPr>
          <w:rFonts w:asciiTheme="minorHAnsi" w:hAnsiTheme="minorHAnsi" w:cstheme="minorHAnsi"/>
          <w:iCs/>
          <w:sz w:val="24"/>
        </w:rPr>
      </w:pPr>
      <w:bookmarkStart w:id="15" w:name="_Toc77934357"/>
      <w:bookmarkStart w:id="16" w:name="_Toc77934243"/>
      <w:bookmarkStart w:id="17" w:name="_Toc348596466"/>
      <w:bookmarkStart w:id="18" w:name="_Toc489433910"/>
    </w:p>
    <w:p w14:paraId="06B6050D" w14:textId="7847826E" w:rsidR="005C6251" w:rsidRDefault="005C6251" w:rsidP="005C6251">
      <w:pPr>
        <w:pStyle w:val="Akapitzlist"/>
        <w:ind w:left="426"/>
        <w:jc w:val="both"/>
        <w:rPr>
          <w:rFonts w:asciiTheme="minorHAnsi" w:hAnsiTheme="minorHAnsi" w:cstheme="minorHAnsi"/>
          <w:iCs/>
          <w:sz w:val="24"/>
        </w:rPr>
      </w:pPr>
      <w:r w:rsidRPr="009A12E3">
        <w:rPr>
          <w:rFonts w:asciiTheme="minorHAnsi" w:hAnsiTheme="minorHAnsi" w:cstheme="minorHAnsi"/>
          <w:iCs/>
          <w:sz w:val="24"/>
        </w:rPr>
        <w:t xml:space="preserve">Zamówione materiały wykona i dostarczy Wykonawca do magazynu głównego w </w:t>
      </w:r>
      <w:r>
        <w:rPr>
          <w:rFonts w:asciiTheme="minorHAnsi" w:hAnsiTheme="minorHAnsi" w:cstheme="minorHAnsi"/>
          <w:iCs/>
          <w:sz w:val="24"/>
        </w:rPr>
        <w:t xml:space="preserve">PGE Energia Ciepła S.A. Oddział Wybrzeże, </w:t>
      </w:r>
      <w:r w:rsidRPr="009A12E3">
        <w:rPr>
          <w:rFonts w:asciiTheme="minorHAnsi" w:hAnsiTheme="minorHAnsi" w:cstheme="minorHAnsi"/>
          <w:iCs/>
          <w:sz w:val="24"/>
        </w:rPr>
        <w:t>Elektrociepłowni</w:t>
      </w:r>
      <w:r>
        <w:rPr>
          <w:rFonts w:asciiTheme="minorHAnsi" w:hAnsiTheme="minorHAnsi" w:cstheme="minorHAnsi"/>
          <w:iCs/>
          <w:sz w:val="24"/>
        </w:rPr>
        <w:t>a</w:t>
      </w:r>
      <w:r w:rsidRPr="009A12E3">
        <w:rPr>
          <w:rFonts w:asciiTheme="minorHAnsi" w:hAnsiTheme="minorHAnsi" w:cstheme="minorHAnsi"/>
          <w:iCs/>
          <w:sz w:val="24"/>
        </w:rPr>
        <w:t xml:space="preserve"> Gdańsk</w:t>
      </w:r>
      <w:r>
        <w:rPr>
          <w:rFonts w:asciiTheme="minorHAnsi" w:hAnsiTheme="minorHAnsi" w:cstheme="minorHAnsi"/>
          <w:iCs/>
          <w:sz w:val="24"/>
        </w:rPr>
        <w:t>,</w:t>
      </w:r>
      <w:r w:rsidRPr="009A12E3">
        <w:rPr>
          <w:rFonts w:asciiTheme="minorHAnsi" w:hAnsiTheme="minorHAnsi" w:cstheme="minorHAnsi"/>
          <w:iCs/>
          <w:sz w:val="24"/>
        </w:rPr>
        <w:t xml:space="preserve"> ul. Wiślna 6, 80-555 Gdańsk, w godzinach od 0</w:t>
      </w:r>
      <w:r>
        <w:rPr>
          <w:rFonts w:asciiTheme="minorHAnsi" w:hAnsiTheme="minorHAnsi" w:cstheme="minorHAnsi"/>
          <w:iCs/>
          <w:sz w:val="24"/>
        </w:rPr>
        <w:t>7</w:t>
      </w:r>
      <w:r w:rsidRPr="009A12E3">
        <w:rPr>
          <w:rFonts w:asciiTheme="minorHAnsi" w:hAnsiTheme="minorHAnsi" w:cstheme="minorHAnsi"/>
          <w:iCs/>
          <w:sz w:val="24"/>
        </w:rPr>
        <w:t>:00  do 13:00. Materiały należy dostarczyć na drewnianych paletach zabezpieczonych przed uszkodzeniami i wpływami atmosferycznymi. Rozładunku dostarczonego materiału na terenie Elektrociepłowni Gdańsk wykona Wykonawca przy współpracy z Zamawiającym.</w:t>
      </w:r>
    </w:p>
    <w:p w14:paraId="6A63AB39" w14:textId="56ED8C5C" w:rsidR="005C6251" w:rsidRDefault="005C6251" w:rsidP="005C6251">
      <w:pPr>
        <w:pStyle w:val="Akapitzlist"/>
        <w:ind w:left="426"/>
        <w:jc w:val="both"/>
        <w:rPr>
          <w:rFonts w:asciiTheme="minorHAnsi" w:hAnsiTheme="minorHAnsi" w:cstheme="minorHAnsi"/>
          <w:iCs/>
          <w:sz w:val="24"/>
        </w:rPr>
      </w:pPr>
    </w:p>
    <w:p w14:paraId="722E9549" w14:textId="17F3A9E7" w:rsidR="005C6251" w:rsidRPr="004B7905" w:rsidRDefault="005C6251" w:rsidP="005C6251">
      <w:pPr>
        <w:pStyle w:val="Ipoziom"/>
      </w:pPr>
      <w:bookmarkStart w:id="19" w:name="_Toc179874208"/>
      <w:r>
        <w:t>TERMIN REALIZACJI (OKRES REALIZACJI DOSTAWY)</w:t>
      </w:r>
      <w:bookmarkEnd w:id="19"/>
    </w:p>
    <w:p w14:paraId="09A93B7F" w14:textId="2764EFEB" w:rsidR="00D30B6A" w:rsidRDefault="005C6251" w:rsidP="00D30B6A">
      <w:pPr>
        <w:spacing w:line="360" w:lineRule="auto"/>
        <w:ind w:left="426"/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Do </w:t>
      </w:r>
      <w:r w:rsidR="00455B9F">
        <w:rPr>
          <w:rFonts w:asciiTheme="minorHAnsi" w:eastAsia="Calibri" w:hAnsiTheme="minorHAnsi" w:cstheme="minorHAnsi"/>
          <w:bCs/>
          <w:sz w:val="22"/>
          <w:szCs w:val="22"/>
        </w:rPr>
        <w:t>4</w:t>
      </w:r>
      <w:r>
        <w:rPr>
          <w:rFonts w:asciiTheme="minorHAnsi" w:eastAsia="Calibri" w:hAnsiTheme="minorHAnsi" w:cstheme="minorHAnsi"/>
          <w:bCs/>
          <w:sz w:val="22"/>
          <w:szCs w:val="22"/>
        </w:rPr>
        <w:t xml:space="preserve"> tygodni Daty Wejścia w Życie</w:t>
      </w:r>
    </w:p>
    <w:p w14:paraId="627B4380" w14:textId="03EEBF83" w:rsidR="008F4AD9" w:rsidRPr="00502667" w:rsidRDefault="00DB5B9A" w:rsidP="005C6251">
      <w:pPr>
        <w:pStyle w:val="Ipoziom"/>
      </w:pPr>
      <w:bookmarkStart w:id="20" w:name="_Toc179874209"/>
      <w:r w:rsidRPr="00502667">
        <w:t>W</w:t>
      </w:r>
      <w:r w:rsidR="00413459">
        <w:t>ARUNKI SZCZEGÓŁOWE DOSTAWY</w:t>
      </w:r>
      <w:bookmarkEnd w:id="15"/>
      <w:bookmarkEnd w:id="16"/>
      <w:bookmarkEnd w:id="20"/>
    </w:p>
    <w:p w14:paraId="6AAC4A46" w14:textId="6D358717" w:rsidR="00AC31E1" w:rsidRDefault="00AC31E1" w:rsidP="00000AA8">
      <w:pPr>
        <w:pStyle w:val="IIpoziom0"/>
        <w:numPr>
          <w:ilvl w:val="1"/>
          <w:numId w:val="31"/>
        </w:numPr>
      </w:pPr>
      <w:bookmarkStart w:id="21" w:name="_Toc14965105"/>
      <w:bookmarkStart w:id="22" w:name="_Toc14965384"/>
      <w:bookmarkStart w:id="23" w:name="_Toc348596467"/>
      <w:bookmarkStart w:id="24" w:name="_Toc14965106"/>
      <w:bookmarkStart w:id="25" w:name="_Toc14965385"/>
      <w:bookmarkEnd w:id="17"/>
      <w:bookmarkEnd w:id="18"/>
      <w:r w:rsidRPr="006307AF">
        <w:t>Szczegółowe wymagania dotyczące przedmiotu dostawy</w:t>
      </w:r>
      <w:bookmarkEnd w:id="21"/>
      <w:bookmarkEnd w:id="22"/>
      <w:r w:rsidR="00CA726F">
        <w:t>:</w:t>
      </w:r>
    </w:p>
    <w:p w14:paraId="2E71A714" w14:textId="1EBF5D9E" w:rsidR="00F93FBE" w:rsidRDefault="00F93FBE" w:rsidP="0065549E">
      <w:pPr>
        <w:pStyle w:val="IIIpoziom0"/>
        <w:numPr>
          <w:ilvl w:val="2"/>
          <w:numId w:val="31"/>
        </w:numPr>
      </w:pPr>
      <w:bookmarkStart w:id="26" w:name="_Toc14965107"/>
      <w:bookmarkStart w:id="27" w:name="_Toc14965386"/>
      <w:bookmarkEnd w:id="23"/>
      <w:bookmarkEnd w:id="24"/>
      <w:bookmarkEnd w:id="25"/>
      <w:r w:rsidRPr="006307AF">
        <w:t xml:space="preserve">Szczegółowe wymagania </w:t>
      </w:r>
      <w:r w:rsidR="00DC5960">
        <w:t xml:space="preserve">techniczne </w:t>
      </w:r>
      <w:r w:rsidRPr="006307AF">
        <w:t>przedmiotu dostawy</w:t>
      </w:r>
      <w:bookmarkEnd w:id="26"/>
      <w:bookmarkEnd w:id="27"/>
    </w:p>
    <w:p w14:paraId="75ED3737" w14:textId="77777777" w:rsidR="00D30B6A" w:rsidRPr="00E313E0" w:rsidRDefault="00D30B6A" w:rsidP="00D30B6A">
      <w:pPr>
        <w:ind w:left="993" w:hanging="284"/>
        <w:rPr>
          <w:rFonts w:asciiTheme="minorHAnsi" w:eastAsia="Calibri" w:hAnsiTheme="minorHAnsi" w:cstheme="minorHAnsi"/>
          <w:bCs/>
          <w:sz w:val="22"/>
          <w:szCs w:val="22"/>
        </w:rPr>
      </w:pPr>
      <w:r w:rsidRPr="00E313E0">
        <w:rPr>
          <w:rFonts w:asciiTheme="minorHAnsi" w:eastAsia="Calibri" w:hAnsiTheme="minorHAnsi" w:cstheme="minorHAnsi"/>
          <w:bCs/>
          <w:sz w:val="22"/>
          <w:szCs w:val="22"/>
        </w:rPr>
        <w:t xml:space="preserve">-  </w:t>
      </w:r>
      <w:r>
        <w:rPr>
          <w:rFonts w:asciiTheme="minorHAnsi" w:eastAsia="Calibri" w:hAnsiTheme="minorHAnsi" w:cstheme="minorHAnsi"/>
          <w:bCs/>
          <w:sz w:val="22"/>
          <w:szCs w:val="22"/>
        </w:rPr>
        <w:t>dostawa</w:t>
      </w:r>
      <w:r w:rsidRPr="00E313E0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bCs/>
          <w:sz w:val="22"/>
          <w:szCs w:val="22"/>
        </w:rPr>
        <w:t>je</w:t>
      </w:r>
      <w:r w:rsidRPr="00E313E0">
        <w:rPr>
          <w:rFonts w:asciiTheme="minorHAnsi" w:eastAsia="Calibri" w:hAnsiTheme="minorHAnsi" w:cstheme="minorHAnsi"/>
          <w:bCs/>
          <w:sz w:val="22"/>
          <w:szCs w:val="22"/>
        </w:rPr>
        <w:t xml:space="preserve">dnorazowa </w:t>
      </w:r>
      <w:r>
        <w:rPr>
          <w:rFonts w:asciiTheme="minorHAnsi" w:eastAsia="Calibri" w:hAnsiTheme="minorHAnsi" w:cstheme="minorHAnsi"/>
          <w:bCs/>
          <w:sz w:val="22"/>
          <w:szCs w:val="22"/>
        </w:rPr>
        <w:t xml:space="preserve">zgodnie z tab. nr 1 ,,wykaz materiałów do </w:t>
      </w:r>
      <w:proofErr w:type="spellStart"/>
      <w:r>
        <w:rPr>
          <w:rFonts w:asciiTheme="minorHAnsi" w:eastAsia="Calibri" w:hAnsiTheme="minorHAnsi" w:cstheme="minorHAnsi"/>
          <w:bCs/>
          <w:sz w:val="22"/>
          <w:szCs w:val="22"/>
        </w:rPr>
        <w:t>przenosników</w:t>
      </w:r>
      <w:proofErr w:type="spellEnd"/>
      <w:r>
        <w:rPr>
          <w:rFonts w:asciiTheme="minorHAnsi" w:eastAsia="Calibri" w:hAnsiTheme="minorHAnsi" w:cstheme="minorHAnsi"/>
          <w:bCs/>
          <w:sz w:val="22"/>
          <w:szCs w:val="22"/>
        </w:rPr>
        <w:t xml:space="preserve"> rurowo łańcuchowych’’</w:t>
      </w:r>
      <w:r w:rsidRPr="00E313E0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</w:p>
    <w:p w14:paraId="286C4240" w14:textId="28B15617" w:rsidR="00D30B6A" w:rsidRDefault="00D30B6A" w:rsidP="00D30B6A">
      <w:pPr>
        <w:keepNext/>
        <w:widowControl w:val="0"/>
        <w:ind w:left="993" w:hanging="284"/>
        <w:rPr>
          <w:rFonts w:asciiTheme="minorHAnsi" w:eastAsia="Calibri" w:hAnsiTheme="minorHAnsi" w:cstheme="minorHAnsi"/>
          <w:bCs/>
          <w:sz w:val="22"/>
          <w:szCs w:val="22"/>
        </w:rPr>
      </w:pPr>
      <w:r w:rsidRPr="00E313E0">
        <w:rPr>
          <w:rFonts w:asciiTheme="minorHAnsi" w:eastAsia="Calibri" w:hAnsiTheme="minorHAnsi" w:cstheme="minorHAnsi"/>
          <w:bCs/>
          <w:sz w:val="22"/>
          <w:szCs w:val="22"/>
        </w:rPr>
        <w:t xml:space="preserve">- dostawa części do </w:t>
      </w:r>
      <w:r>
        <w:rPr>
          <w:rFonts w:asciiTheme="minorHAnsi" w:eastAsia="Calibri" w:hAnsiTheme="minorHAnsi" w:cstheme="minorHAnsi"/>
          <w:bCs/>
          <w:sz w:val="22"/>
          <w:szCs w:val="22"/>
        </w:rPr>
        <w:t xml:space="preserve">przenośników rurowo łańcuchowych </w:t>
      </w:r>
      <w:r w:rsidRPr="00E313E0">
        <w:rPr>
          <w:rFonts w:asciiTheme="minorHAnsi" w:eastAsia="Calibri" w:hAnsiTheme="minorHAnsi" w:cstheme="minorHAnsi"/>
          <w:bCs/>
          <w:sz w:val="22"/>
          <w:szCs w:val="22"/>
        </w:rPr>
        <w:t xml:space="preserve"> zabezpieczona przed uszkodzeniem i wpływem atmosferycznym</w:t>
      </w:r>
    </w:p>
    <w:p w14:paraId="364070B8" w14:textId="4CABE36A" w:rsidR="00EB7B9E" w:rsidRPr="00E313E0" w:rsidRDefault="00EB7B9E" w:rsidP="00D30B6A">
      <w:pPr>
        <w:keepNext/>
        <w:widowControl w:val="0"/>
        <w:ind w:left="993" w:hanging="284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łańcuchy RKS160 i RKS 200 wykonane </w:t>
      </w:r>
      <w:r w:rsidR="001B0BFC">
        <w:rPr>
          <w:rFonts w:asciiTheme="minorHAnsi" w:eastAsia="Calibri" w:hAnsiTheme="minorHAnsi" w:cstheme="minorHAnsi"/>
          <w:bCs/>
          <w:sz w:val="22"/>
          <w:szCs w:val="22"/>
        </w:rPr>
        <w:t>w odcinkach nie mniejszych niż 4</w:t>
      </w:r>
      <w:r w:rsidR="00455B9F">
        <w:rPr>
          <w:rFonts w:asciiTheme="minorHAnsi" w:eastAsia="Calibri" w:hAnsiTheme="minorHAnsi" w:cstheme="minorHAnsi"/>
          <w:bCs/>
          <w:sz w:val="22"/>
          <w:szCs w:val="22"/>
        </w:rPr>
        <w:t>5</w:t>
      </w:r>
      <w:r>
        <w:rPr>
          <w:rFonts w:asciiTheme="minorHAnsi" w:eastAsia="Calibri" w:hAnsiTheme="minorHAnsi" w:cstheme="minorHAnsi"/>
          <w:bCs/>
          <w:sz w:val="22"/>
          <w:szCs w:val="22"/>
        </w:rPr>
        <w:t>mb.</w:t>
      </w:r>
    </w:p>
    <w:p w14:paraId="5CB896D3" w14:textId="77777777" w:rsidR="004E1C40" w:rsidRDefault="004E1C40" w:rsidP="00D30B6A">
      <w:pPr>
        <w:spacing w:line="360" w:lineRule="auto"/>
        <w:ind w:left="426"/>
      </w:pPr>
      <w:bookmarkStart w:id="28" w:name="_Toc320178538"/>
      <w:bookmarkStart w:id="29" w:name="_Toc348596468"/>
      <w:bookmarkStart w:id="30" w:name="_Toc489433911"/>
    </w:p>
    <w:p w14:paraId="3676CD84" w14:textId="4AF96586" w:rsidR="00BC54C7" w:rsidRDefault="00BC54C7" w:rsidP="00D30B6A">
      <w:pPr>
        <w:spacing w:line="360" w:lineRule="auto"/>
        <w:ind w:left="426"/>
      </w:pPr>
      <w:r w:rsidRPr="006307AF">
        <w:t xml:space="preserve">Szczegółowe wymagania </w:t>
      </w:r>
      <w:r>
        <w:t xml:space="preserve">dokumentacji </w:t>
      </w:r>
      <w:r w:rsidR="002E1193">
        <w:t xml:space="preserve">towarzyszącej </w:t>
      </w:r>
      <w:r>
        <w:t>dostaw</w:t>
      </w:r>
      <w:r w:rsidR="002E1193">
        <w:t>om</w:t>
      </w:r>
    </w:p>
    <w:p w14:paraId="21D45DCC" w14:textId="048D670F" w:rsidR="00D30B6A" w:rsidRPr="001B0BFC" w:rsidRDefault="00D30B6A" w:rsidP="00D30B6A">
      <w:pPr>
        <w:rPr>
          <w:rFonts w:cs="Arial"/>
          <w:szCs w:val="18"/>
        </w:rPr>
      </w:pPr>
      <w:r>
        <w:rPr>
          <w:rFonts w:cs="Arial"/>
          <w:szCs w:val="18"/>
        </w:rPr>
        <w:t xml:space="preserve">        </w:t>
      </w:r>
      <w:r w:rsidRPr="001B0BFC">
        <w:rPr>
          <w:rFonts w:cs="Arial"/>
          <w:szCs w:val="18"/>
        </w:rPr>
        <w:t>Tab. nr 1 Wykaz materiałów do przenośników rurowo łańcuchowych</w:t>
      </w:r>
    </w:p>
    <w:tbl>
      <w:tblPr>
        <w:tblStyle w:val="Tabela-Siatka"/>
        <w:tblW w:w="9355" w:type="dxa"/>
        <w:tblInd w:w="421" w:type="dxa"/>
        <w:tblLook w:val="04A0" w:firstRow="1" w:lastRow="0" w:firstColumn="1" w:lastColumn="0" w:noHBand="0" w:noVBand="1"/>
      </w:tblPr>
      <w:tblGrid>
        <w:gridCol w:w="850"/>
        <w:gridCol w:w="6194"/>
        <w:gridCol w:w="2311"/>
      </w:tblGrid>
      <w:tr w:rsidR="00D30B6A" w:rsidRPr="001B0BFC" w14:paraId="2ABE64F5" w14:textId="77777777" w:rsidTr="00454122">
        <w:tc>
          <w:tcPr>
            <w:tcW w:w="850" w:type="dxa"/>
          </w:tcPr>
          <w:p w14:paraId="5724263E" w14:textId="77777777" w:rsidR="00D30B6A" w:rsidRPr="001B0BFC" w:rsidRDefault="00D30B6A" w:rsidP="007759C0">
            <w:pPr>
              <w:rPr>
                <w:rFonts w:asciiTheme="minorHAnsi" w:hAnsiTheme="minorHAnsi" w:cstheme="minorHAnsi"/>
              </w:rPr>
            </w:pPr>
            <w:r w:rsidRPr="001B0B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6194" w:type="dxa"/>
          </w:tcPr>
          <w:p w14:paraId="20DBF510" w14:textId="77777777" w:rsidR="00D30B6A" w:rsidRPr="001B0BFC" w:rsidRDefault="00D30B6A" w:rsidP="00454122">
            <w:pPr>
              <w:jc w:val="center"/>
              <w:rPr>
                <w:rFonts w:asciiTheme="minorHAnsi" w:hAnsiTheme="minorHAnsi" w:cstheme="minorHAnsi"/>
              </w:rPr>
            </w:pPr>
            <w:r w:rsidRPr="001B0BFC">
              <w:rPr>
                <w:rFonts w:asciiTheme="minorHAnsi" w:hAnsiTheme="minorHAnsi" w:cstheme="minorHAnsi"/>
              </w:rPr>
              <w:t>Nazwa materiału</w:t>
            </w:r>
          </w:p>
        </w:tc>
        <w:tc>
          <w:tcPr>
            <w:tcW w:w="2311" w:type="dxa"/>
          </w:tcPr>
          <w:p w14:paraId="315526CD" w14:textId="77777777" w:rsidR="00D30B6A" w:rsidRPr="001B0BFC" w:rsidRDefault="00D30B6A" w:rsidP="00454122">
            <w:pPr>
              <w:ind w:left="-219" w:right="-3491" w:firstLine="1174"/>
              <w:rPr>
                <w:rFonts w:asciiTheme="minorHAnsi" w:hAnsiTheme="minorHAnsi" w:cstheme="minorHAnsi"/>
              </w:rPr>
            </w:pPr>
            <w:r w:rsidRPr="001B0BFC">
              <w:rPr>
                <w:rFonts w:asciiTheme="minorHAnsi" w:hAnsiTheme="minorHAnsi" w:cstheme="minorHAnsi"/>
              </w:rPr>
              <w:t>Ilość</w:t>
            </w:r>
          </w:p>
        </w:tc>
      </w:tr>
      <w:tr w:rsidR="00D30B6A" w:rsidRPr="001B0BFC" w14:paraId="4112A533" w14:textId="77777777" w:rsidTr="00454122">
        <w:tc>
          <w:tcPr>
            <w:tcW w:w="850" w:type="dxa"/>
            <w:vAlign w:val="center"/>
          </w:tcPr>
          <w:p w14:paraId="6533E6B7" w14:textId="77777777" w:rsidR="00D30B6A" w:rsidRPr="001B0BFC" w:rsidRDefault="00D30B6A" w:rsidP="007759C0">
            <w:pPr>
              <w:jc w:val="center"/>
              <w:rPr>
                <w:rFonts w:asciiTheme="minorHAnsi" w:hAnsiTheme="minorHAnsi" w:cstheme="minorHAnsi"/>
              </w:rPr>
            </w:pPr>
            <w:r w:rsidRPr="001B0BFC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6194" w:type="dxa"/>
          </w:tcPr>
          <w:p w14:paraId="1326E0E9" w14:textId="77777777" w:rsidR="00D30B6A" w:rsidRPr="001B0BFC" w:rsidRDefault="00D30B6A" w:rsidP="007759C0">
            <w:pPr>
              <w:spacing w:after="160" w:line="256" w:lineRule="auto"/>
              <w:ind w:left="360"/>
              <w:rPr>
                <w:rFonts w:asciiTheme="minorHAnsi" w:hAnsiTheme="minorHAnsi" w:cstheme="minorHAnsi"/>
                <w:b/>
              </w:rPr>
            </w:pPr>
            <w:r w:rsidRPr="001B0BFC">
              <w:rPr>
                <w:rFonts w:asciiTheme="minorHAnsi" w:hAnsiTheme="minorHAnsi" w:cstheme="minorHAnsi"/>
                <w:b/>
              </w:rPr>
              <w:t>Łańcuch RKS 160</w:t>
            </w:r>
          </w:p>
          <w:p w14:paraId="558F09BC" w14:textId="77777777" w:rsidR="00D30B6A" w:rsidRPr="001B0BFC" w:rsidRDefault="00D30B6A" w:rsidP="00D30B6A">
            <w:pPr>
              <w:pStyle w:val="Akapitzlist"/>
              <w:numPr>
                <w:ilvl w:val="0"/>
                <w:numId w:val="39"/>
              </w:numPr>
              <w:spacing w:after="160" w:line="256" w:lineRule="auto"/>
              <w:rPr>
                <w:rFonts w:asciiTheme="minorHAnsi" w:hAnsiTheme="minorHAnsi" w:cstheme="minorHAnsi"/>
              </w:rPr>
            </w:pPr>
            <w:r w:rsidRPr="001B0BFC">
              <w:rPr>
                <w:rFonts w:asciiTheme="minorHAnsi" w:hAnsiTheme="minorHAnsi" w:cstheme="minorHAnsi"/>
              </w:rPr>
              <w:t xml:space="preserve">Łańcuch ogniwowy fi 16 x 80 wg DIN 762 napawany na łukach – </w:t>
            </w:r>
            <w:proofErr w:type="spellStart"/>
            <w:r w:rsidRPr="001B0BFC">
              <w:rPr>
                <w:rFonts w:asciiTheme="minorHAnsi" w:hAnsiTheme="minorHAnsi" w:cstheme="minorHAnsi"/>
              </w:rPr>
              <w:t>napoiną</w:t>
            </w:r>
            <w:proofErr w:type="spellEnd"/>
            <w:r w:rsidRPr="001B0BFC">
              <w:rPr>
                <w:rFonts w:asciiTheme="minorHAnsi" w:hAnsiTheme="minorHAnsi" w:cstheme="minorHAnsi"/>
              </w:rPr>
              <w:t xml:space="preserve"> trudnościeralną 56-64HRC – DO*45654</w:t>
            </w:r>
          </w:p>
          <w:p w14:paraId="6B7548E3" w14:textId="77777777" w:rsidR="00D30B6A" w:rsidRPr="001B0BFC" w:rsidRDefault="00D30B6A" w:rsidP="00D30B6A">
            <w:pPr>
              <w:pStyle w:val="Akapitzlist"/>
              <w:numPr>
                <w:ilvl w:val="0"/>
                <w:numId w:val="39"/>
              </w:numPr>
              <w:spacing w:after="160" w:line="256" w:lineRule="auto"/>
              <w:rPr>
                <w:rFonts w:asciiTheme="minorHAnsi" w:hAnsiTheme="minorHAnsi" w:cstheme="minorHAnsi"/>
              </w:rPr>
            </w:pPr>
            <w:r w:rsidRPr="001B0BFC">
              <w:rPr>
                <w:rFonts w:asciiTheme="minorHAnsi" w:hAnsiTheme="minorHAnsi" w:cstheme="minorHAnsi"/>
              </w:rPr>
              <w:t>Tarcza fi 128 – materiał blacha 5 mm – HARDOX 500 SSAB</w:t>
            </w:r>
          </w:p>
          <w:p w14:paraId="0D7A1345" w14:textId="77777777" w:rsidR="00D30B6A" w:rsidRPr="001B0BFC" w:rsidRDefault="00D30B6A" w:rsidP="007759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1" w:type="dxa"/>
            <w:vAlign w:val="center"/>
          </w:tcPr>
          <w:p w14:paraId="1F41F9A3" w14:textId="6B997B84" w:rsidR="00D30B6A" w:rsidRPr="00422D8F" w:rsidRDefault="00D30B6A" w:rsidP="007759C0">
            <w:pPr>
              <w:jc w:val="center"/>
              <w:rPr>
                <w:rFonts w:asciiTheme="minorHAnsi" w:hAnsiTheme="minorHAnsi" w:cstheme="minorHAnsi"/>
              </w:rPr>
            </w:pPr>
            <w:r w:rsidRPr="00422D8F">
              <w:rPr>
                <w:rFonts w:asciiTheme="minorHAnsi" w:hAnsiTheme="minorHAnsi" w:cstheme="minorHAnsi"/>
              </w:rPr>
              <w:t xml:space="preserve"> </w:t>
            </w:r>
            <w:r w:rsidR="00455B9F">
              <w:rPr>
                <w:rFonts w:asciiTheme="minorHAnsi" w:hAnsiTheme="minorHAnsi" w:cstheme="minorHAnsi"/>
              </w:rPr>
              <w:t>90</w:t>
            </w:r>
            <w:r w:rsidR="001B0BFC" w:rsidRPr="00422D8F">
              <w:rPr>
                <w:rFonts w:asciiTheme="minorHAnsi" w:hAnsiTheme="minorHAnsi" w:cstheme="minorHAnsi"/>
              </w:rPr>
              <w:t xml:space="preserve"> </w:t>
            </w:r>
            <w:r w:rsidRPr="00422D8F">
              <w:rPr>
                <w:rFonts w:asciiTheme="minorHAnsi" w:hAnsiTheme="minorHAnsi" w:cstheme="minorHAnsi"/>
              </w:rPr>
              <w:t>Mb.</w:t>
            </w:r>
          </w:p>
        </w:tc>
      </w:tr>
      <w:tr w:rsidR="00D30B6A" w:rsidRPr="001B0BFC" w14:paraId="65492043" w14:textId="77777777" w:rsidTr="00454122">
        <w:tc>
          <w:tcPr>
            <w:tcW w:w="850" w:type="dxa"/>
            <w:vAlign w:val="center"/>
          </w:tcPr>
          <w:p w14:paraId="03587E35" w14:textId="77777777" w:rsidR="00D30B6A" w:rsidRPr="001B0BFC" w:rsidRDefault="00D30B6A" w:rsidP="007759C0">
            <w:pPr>
              <w:jc w:val="center"/>
              <w:rPr>
                <w:rFonts w:asciiTheme="minorHAnsi" w:hAnsiTheme="minorHAnsi" w:cstheme="minorHAnsi"/>
              </w:rPr>
            </w:pPr>
            <w:r w:rsidRPr="001B0BFC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6194" w:type="dxa"/>
          </w:tcPr>
          <w:p w14:paraId="74EE6136" w14:textId="77777777" w:rsidR="00D30B6A" w:rsidRPr="001B0BFC" w:rsidRDefault="00D30B6A" w:rsidP="007759C0">
            <w:pPr>
              <w:spacing w:after="160" w:line="256" w:lineRule="auto"/>
              <w:ind w:left="360"/>
              <w:rPr>
                <w:rFonts w:asciiTheme="minorHAnsi" w:hAnsiTheme="minorHAnsi" w:cstheme="minorHAnsi"/>
                <w:b/>
              </w:rPr>
            </w:pPr>
            <w:r w:rsidRPr="001B0BFC">
              <w:rPr>
                <w:rFonts w:asciiTheme="minorHAnsi" w:hAnsiTheme="minorHAnsi" w:cstheme="minorHAnsi"/>
                <w:b/>
              </w:rPr>
              <w:t>Dysk transportujący – VOKULLAN 160</w:t>
            </w:r>
          </w:p>
          <w:p w14:paraId="78144A07" w14:textId="77777777" w:rsidR="00D30B6A" w:rsidRPr="001B0BFC" w:rsidRDefault="00D30B6A" w:rsidP="00D30B6A">
            <w:pPr>
              <w:pStyle w:val="Akapitzlist"/>
              <w:numPr>
                <w:ilvl w:val="0"/>
                <w:numId w:val="39"/>
              </w:numPr>
              <w:spacing w:after="160" w:line="256" w:lineRule="auto"/>
              <w:rPr>
                <w:rFonts w:asciiTheme="minorHAnsi" w:hAnsiTheme="minorHAnsi" w:cstheme="minorHAnsi"/>
              </w:rPr>
            </w:pPr>
            <w:r w:rsidRPr="001B0BFC">
              <w:rPr>
                <w:rFonts w:asciiTheme="minorHAnsi" w:hAnsiTheme="minorHAnsi" w:cstheme="minorHAnsi"/>
              </w:rPr>
              <w:t xml:space="preserve">Dysk </w:t>
            </w:r>
            <w:proofErr w:type="spellStart"/>
            <w:r w:rsidRPr="001B0BFC">
              <w:rPr>
                <w:rFonts w:asciiTheme="minorHAnsi" w:hAnsiTheme="minorHAnsi" w:cstheme="minorHAnsi"/>
              </w:rPr>
              <w:t>tarnamidowy</w:t>
            </w:r>
            <w:proofErr w:type="spellEnd"/>
            <w:r w:rsidRPr="001B0BFC">
              <w:rPr>
                <w:rFonts w:asciiTheme="minorHAnsi" w:hAnsiTheme="minorHAnsi" w:cstheme="minorHAnsi"/>
              </w:rPr>
              <w:t xml:space="preserve"> – trudnościeralny fi 190 mm – gr. 12 mm – 6 otworów mocujących – </w:t>
            </w:r>
            <w:proofErr w:type="spellStart"/>
            <w:r w:rsidRPr="001B0BFC">
              <w:rPr>
                <w:rFonts w:asciiTheme="minorHAnsi" w:hAnsiTheme="minorHAnsi" w:cstheme="minorHAnsi"/>
              </w:rPr>
              <w:t>jednocięte</w:t>
            </w:r>
            <w:proofErr w:type="spellEnd"/>
          </w:p>
          <w:p w14:paraId="3D68E0A9" w14:textId="77777777" w:rsidR="00D30B6A" w:rsidRPr="001B0BFC" w:rsidRDefault="00D30B6A" w:rsidP="007759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1" w:type="dxa"/>
            <w:vAlign w:val="center"/>
          </w:tcPr>
          <w:p w14:paraId="7B7F7F72" w14:textId="29823826" w:rsidR="00D30B6A" w:rsidRPr="00422D8F" w:rsidRDefault="00D30B6A" w:rsidP="007759C0">
            <w:pPr>
              <w:jc w:val="center"/>
            </w:pPr>
            <w:r w:rsidRPr="00422D8F">
              <w:rPr>
                <w:rFonts w:asciiTheme="minorHAnsi" w:hAnsiTheme="minorHAnsi" w:cstheme="minorHAnsi"/>
              </w:rPr>
              <w:t xml:space="preserve"> </w:t>
            </w:r>
            <w:r w:rsidR="00455B9F">
              <w:rPr>
                <w:rFonts w:asciiTheme="minorHAnsi" w:hAnsiTheme="minorHAnsi" w:cstheme="minorHAnsi"/>
              </w:rPr>
              <w:t>180</w:t>
            </w:r>
            <w:r w:rsidR="001B0BFC" w:rsidRPr="00422D8F">
              <w:rPr>
                <w:rFonts w:asciiTheme="minorHAnsi" w:hAnsiTheme="minorHAnsi" w:cstheme="minorHAnsi"/>
              </w:rPr>
              <w:t xml:space="preserve"> </w:t>
            </w:r>
            <w:r w:rsidRPr="00422D8F">
              <w:rPr>
                <w:rFonts w:asciiTheme="minorHAnsi" w:hAnsiTheme="minorHAnsi" w:cstheme="minorHAnsi"/>
              </w:rPr>
              <w:t>Szt.</w:t>
            </w:r>
          </w:p>
        </w:tc>
      </w:tr>
      <w:tr w:rsidR="00D30B6A" w:rsidRPr="001B0BFC" w14:paraId="2F84834A" w14:textId="77777777" w:rsidTr="00454122">
        <w:tc>
          <w:tcPr>
            <w:tcW w:w="850" w:type="dxa"/>
            <w:vAlign w:val="center"/>
          </w:tcPr>
          <w:p w14:paraId="4167A140" w14:textId="77777777" w:rsidR="00D30B6A" w:rsidRPr="001B0BFC" w:rsidRDefault="00D30B6A" w:rsidP="007759C0">
            <w:pPr>
              <w:jc w:val="center"/>
              <w:rPr>
                <w:rFonts w:asciiTheme="minorHAnsi" w:hAnsiTheme="minorHAnsi" w:cstheme="minorHAnsi"/>
              </w:rPr>
            </w:pPr>
            <w:r w:rsidRPr="001B0BFC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6194" w:type="dxa"/>
          </w:tcPr>
          <w:p w14:paraId="3FA1F834" w14:textId="77777777" w:rsidR="00D30B6A" w:rsidRPr="001B0BFC" w:rsidRDefault="00D30B6A" w:rsidP="007759C0">
            <w:pPr>
              <w:spacing w:after="160" w:line="256" w:lineRule="auto"/>
              <w:ind w:left="360"/>
              <w:rPr>
                <w:rFonts w:asciiTheme="minorHAnsi" w:hAnsiTheme="minorHAnsi" w:cstheme="minorHAnsi"/>
                <w:b/>
              </w:rPr>
            </w:pPr>
            <w:r w:rsidRPr="001B0BFC">
              <w:rPr>
                <w:rFonts w:asciiTheme="minorHAnsi" w:hAnsiTheme="minorHAnsi" w:cstheme="minorHAnsi"/>
                <w:b/>
              </w:rPr>
              <w:t>Spinka łańcucha RKS 160</w:t>
            </w:r>
          </w:p>
          <w:p w14:paraId="43BBC892" w14:textId="77777777" w:rsidR="00D30B6A" w:rsidRPr="001B0BFC" w:rsidRDefault="00D30B6A" w:rsidP="00D30B6A">
            <w:pPr>
              <w:pStyle w:val="Akapitzlist"/>
              <w:numPr>
                <w:ilvl w:val="0"/>
                <w:numId w:val="39"/>
              </w:numPr>
              <w:spacing w:after="160" w:line="256" w:lineRule="auto"/>
              <w:rPr>
                <w:rFonts w:asciiTheme="minorHAnsi" w:hAnsiTheme="minorHAnsi" w:cstheme="minorHAnsi"/>
              </w:rPr>
            </w:pPr>
            <w:r w:rsidRPr="001B0BFC">
              <w:rPr>
                <w:rFonts w:asciiTheme="minorHAnsi" w:hAnsiTheme="minorHAnsi" w:cstheme="minorHAnsi"/>
              </w:rPr>
              <w:t>Spinka łańcucha  - materiał HARDOX 500 SSAB</w:t>
            </w:r>
          </w:p>
          <w:p w14:paraId="160A4F2D" w14:textId="77777777" w:rsidR="00D30B6A" w:rsidRPr="001B0BFC" w:rsidRDefault="00D30B6A" w:rsidP="007759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1" w:type="dxa"/>
            <w:vAlign w:val="center"/>
          </w:tcPr>
          <w:p w14:paraId="248C256D" w14:textId="2F293B85" w:rsidR="00D30B6A" w:rsidRPr="00422D8F" w:rsidRDefault="00D30B6A" w:rsidP="007759C0">
            <w:pPr>
              <w:jc w:val="center"/>
            </w:pPr>
            <w:r w:rsidRPr="00422D8F">
              <w:rPr>
                <w:rFonts w:asciiTheme="minorHAnsi" w:hAnsiTheme="minorHAnsi" w:cstheme="minorHAnsi"/>
              </w:rPr>
              <w:t xml:space="preserve"> </w:t>
            </w:r>
            <w:r w:rsidR="00455B9F">
              <w:rPr>
                <w:rFonts w:asciiTheme="minorHAnsi" w:hAnsiTheme="minorHAnsi" w:cstheme="minorHAnsi"/>
              </w:rPr>
              <w:t>2</w:t>
            </w:r>
            <w:r w:rsidR="001B0BFC" w:rsidRPr="00422D8F">
              <w:rPr>
                <w:rFonts w:asciiTheme="minorHAnsi" w:hAnsiTheme="minorHAnsi" w:cstheme="minorHAnsi"/>
              </w:rPr>
              <w:t xml:space="preserve"> </w:t>
            </w:r>
            <w:r w:rsidRPr="00422D8F">
              <w:rPr>
                <w:rFonts w:asciiTheme="minorHAnsi" w:hAnsiTheme="minorHAnsi" w:cstheme="minorHAnsi"/>
              </w:rPr>
              <w:t>Szt.</w:t>
            </w:r>
          </w:p>
        </w:tc>
      </w:tr>
      <w:tr w:rsidR="00D30B6A" w:rsidRPr="00D30B6A" w14:paraId="25C9B72D" w14:textId="77777777" w:rsidTr="00454122">
        <w:tc>
          <w:tcPr>
            <w:tcW w:w="850" w:type="dxa"/>
            <w:vAlign w:val="center"/>
          </w:tcPr>
          <w:p w14:paraId="09AD8CAC" w14:textId="2069338A" w:rsidR="00D30B6A" w:rsidRPr="001B0BFC" w:rsidRDefault="00422D8F" w:rsidP="007759C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30B6A" w:rsidRPr="001B0B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6194" w:type="dxa"/>
          </w:tcPr>
          <w:p w14:paraId="61FA4D57" w14:textId="77777777" w:rsidR="00D30B6A" w:rsidRPr="001B0BFC" w:rsidRDefault="00D30B6A" w:rsidP="007759C0">
            <w:pPr>
              <w:spacing w:after="160" w:line="256" w:lineRule="auto"/>
              <w:ind w:left="360"/>
              <w:rPr>
                <w:rFonts w:asciiTheme="minorHAnsi" w:hAnsiTheme="minorHAnsi" w:cstheme="minorHAnsi"/>
                <w:b/>
              </w:rPr>
            </w:pPr>
            <w:r w:rsidRPr="001B0BFC">
              <w:rPr>
                <w:rFonts w:asciiTheme="minorHAnsi" w:hAnsiTheme="minorHAnsi" w:cstheme="minorHAnsi"/>
                <w:b/>
              </w:rPr>
              <w:t>Gwiazda napędowa RKS 160</w:t>
            </w:r>
          </w:p>
          <w:p w14:paraId="5A75FEE9" w14:textId="77777777" w:rsidR="00D30B6A" w:rsidRPr="001B0BFC" w:rsidRDefault="00D30B6A" w:rsidP="00D30B6A">
            <w:pPr>
              <w:pStyle w:val="Akapitzlist"/>
              <w:numPr>
                <w:ilvl w:val="0"/>
                <w:numId w:val="39"/>
              </w:numPr>
              <w:spacing w:after="160" w:line="256" w:lineRule="auto"/>
              <w:rPr>
                <w:rFonts w:asciiTheme="minorHAnsi" w:hAnsiTheme="minorHAnsi" w:cstheme="minorHAnsi"/>
              </w:rPr>
            </w:pPr>
            <w:r w:rsidRPr="001B0BFC">
              <w:rPr>
                <w:rFonts w:asciiTheme="minorHAnsi" w:hAnsiTheme="minorHAnsi" w:cstheme="minorHAnsi"/>
              </w:rPr>
              <w:t xml:space="preserve">Gwiazda – HARDOX 500 SSAB – końcówki koła napawane  2 mm </w:t>
            </w:r>
            <w:proofErr w:type="spellStart"/>
            <w:r w:rsidRPr="001B0BFC">
              <w:rPr>
                <w:rFonts w:asciiTheme="minorHAnsi" w:hAnsiTheme="minorHAnsi" w:cstheme="minorHAnsi"/>
              </w:rPr>
              <w:t>napoiną</w:t>
            </w:r>
            <w:proofErr w:type="spellEnd"/>
            <w:r w:rsidRPr="001B0BFC">
              <w:rPr>
                <w:rFonts w:asciiTheme="minorHAnsi" w:hAnsiTheme="minorHAnsi" w:cstheme="minorHAnsi"/>
              </w:rPr>
              <w:t xml:space="preserve"> trudnościeralną 56-64 HRC – DO*45654</w:t>
            </w:r>
          </w:p>
          <w:p w14:paraId="7BC11798" w14:textId="77777777" w:rsidR="00D30B6A" w:rsidRPr="001B0BFC" w:rsidRDefault="00D30B6A" w:rsidP="007759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1" w:type="dxa"/>
            <w:vAlign w:val="center"/>
          </w:tcPr>
          <w:p w14:paraId="39B31216" w14:textId="4C4FBC9B" w:rsidR="00D30B6A" w:rsidRPr="00422D8F" w:rsidRDefault="00D30B6A" w:rsidP="007759C0">
            <w:pPr>
              <w:jc w:val="center"/>
            </w:pPr>
            <w:r w:rsidRPr="00422D8F">
              <w:rPr>
                <w:rFonts w:asciiTheme="minorHAnsi" w:hAnsiTheme="minorHAnsi" w:cstheme="minorHAnsi"/>
              </w:rPr>
              <w:t xml:space="preserve"> </w:t>
            </w:r>
            <w:r w:rsidR="00455B9F">
              <w:rPr>
                <w:rFonts w:asciiTheme="minorHAnsi" w:hAnsiTheme="minorHAnsi" w:cstheme="minorHAnsi"/>
              </w:rPr>
              <w:t>1</w:t>
            </w:r>
            <w:r w:rsidR="001B0BFC" w:rsidRPr="00422D8F">
              <w:rPr>
                <w:rFonts w:asciiTheme="minorHAnsi" w:hAnsiTheme="minorHAnsi" w:cstheme="minorHAnsi"/>
              </w:rPr>
              <w:t xml:space="preserve"> </w:t>
            </w:r>
            <w:r w:rsidRPr="00422D8F">
              <w:rPr>
                <w:rFonts w:asciiTheme="minorHAnsi" w:hAnsiTheme="minorHAnsi" w:cstheme="minorHAnsi"/>
              </w:rPr>
              <w:t>Szt.</w:t>
            </w:r>
          </w:p>
        </w:tc>
      </w:tr>
      <w:tr w:rsidR="00D30B6A" w:rsidRPr="00D30B6A" w14:paraId="7AD727BF" w14:textId="77777777" w:rsidTr="00454122">
        <w:tc>
          <w:tcPr>
            <w:tcW w:w="850" w:type="dxa"/>
            <w:vAlign w:val="center"/>
          </w:tcPr>
          <w:p w14:paraId="46850360" w14:textId="69D6A9BC" w:rsidR="00D30B6A" w:rsidRPr="001B0BFC" w:rsidRDefault="00422D8F" w:rsidP="007759C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30B6A" w:rsidRPr="001B0B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6194" w:type="dxa"/>
          </w:tcPr>
          <w:p w14:paraId="77DF6565" w14:textId="77777777" w:rsidR="00D30B6A" w:rsidRPr="001B0BFC" w:rsidRDefault="00D30B6A" w:rsidP="007759C0">
            <w:pPr>
              <w:spacing w:after="160" w:line="256" w:lineRule="auto"/>
              <w:ind w:left="360"/>
              <w:rPr>
                <w:rFonts w:asciiTheme="minorHAnsi" w:hAnsiTheme="minorHAnsi" w:cstheme="minorHAnsi"/>
                <w:b/>
              </w:rPr>
            </w:pPr>
            <w:r w:rsidRPr="001B0BFC">
              <w:rPr>
                <w:rFonts w:asciiTheme="minorHAnsi" w:hAnsiTheme="minorHAnsi" w:cstheme="minorHAnsi"/>
                <w:b/>
              </w:rPr>
              <w:t>Łańcuch RKS 200</w:t>
            </w:r>
          </w:p>
          <w:p w14:paraId="5041C6A1" w14:textId="77777777" w:rsidR="00D30B6A" w:rsidRPr="001B0BFC" w:rsidRDefault="00D30B6A" w:rsidP="00D30B6A">
            <w:pPr>
              <w:pStyle w:val="Akapitzlist"/>
              <w:numPr>
                <w:ilvl w:val="0"/>
                <w:numId w:val="39"/>
              </w:numPr>
              <w:spacing w:after="160" w:line="256" w:lineRule="auto"/>
              <w:rPr>
                <w:rFonts w:asciiTheme="minorHAnsi" w:hAnsiTheme="minorHAnsi" w:cstheme="minorHAnsi"/>
              </w:rPr>
            </w:pPr>
            <w:r w:rsidRPr="001B0BFC">
              <w:rPr>
                <w:rFonts w:asciiTheme="minorHAnsi" w:hAnsiTheme="minorHAnsi" w:cstheme="minorHAnsi"/>
              </w:rPr>
              <w:lastRenderedPageBreak/>
              <w:t xml:space="preserve">Łańcuch ogniwowy fi 16 x 80 wg DIN 762 napawany na łukach – </w:t>
            </w:r>
            <w:proofErr w:type="spellStart"/>
            <w:r w:rsidRPr="001B0BFC">
              <w:rPr>
                <w:rFonts w:asciiTheme="minorHAnsi" w:hAnsiTheme="minorHAnsi" w:cstheme="minorHAnsi"/>
              </w:rPr>
              <w:t>napoiną</w:t>
            </w:r>
            <w:proofErr w:type="spellEnd"/>
            <w:r w:rsidRPr="001B0BFC">
              <w:rPr>
                <w:rFonts w:asciiTheme="minorHAnsi" w:hAnsiTheme="minorHAnsi" w:cstheme="minorHAnsi"/>
              </w:rPr>
              <w:t xml:space="preserve"> trudnościeralną 56-64HRC – DO*45654 –</w:t>
            </w:r>
          </w:p>
          <w:p w14:paraId="066E00E8" w14:textId="77777777" w:rsidR="00D30B6A" w:rsidRPr="001B0BFC" w:rsidRDefault="00D30B6A" w:rsidP="00D30B6A">
            <w:pPr>
              <w:pStyle w:val="Akapitzlist"/>
              <w:numPr>
                <w:ilvl w:val="0"/>
                <w:numId w:val="39"/>
              </w:numPr>
              <w:spacing w:after="160" w:line="256" w:lineRule="auto"/>
              <w:rPr>
                <w:rFonts w:asciiTheme="minorHAnsi" w:hAnsiTheme="minorHAnsi" w:cstheme="minorHAnsi"/>
              </w:rPr>
            </w:pPr>
            <w:r w:rsidRPr="001B0BFC">
              <w:rPr>
                <w:rFonts w:asciiTheme="minorHAnsi" w:hAnsiTheme="minorHAnsi" w:cstheme="minorHAnsi"/>
              </w:rPr>
              <w:t>Tarcza fi 128 – materiał blacha 5 mm – HARDOX 500 SSAB</w:t>
            </w:r>
          </w:p>
          <w:p w14:paraId="452585C5" w14:textId="77777777" w:rsidR="00D30B6A" w:rsidRPr="001B0BFC" w:rsidRDefault="00D30B6A" w:rsidP="007759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1" w:type="dxa"/>
            <w:vAlign w:val="center"/>
          </w:tcPr>
          <w:p w14:paraId="4B89A6F7" w14:textId="400F3026" w:rsidR="00D30B6A" w:rsidRPr="00422D8F" w:rsidRDefault="00D30B6A" w:rsidP="007759C0">
            <w:pPr>
              <w:jc w:val="center"/>
            </w:pPr>
            <w:r w:rsidRPr="00422D8F">
              <w:rPr>
                <w:rFonts w:asciiTheme="minorHAnsi" w:hAnsiTheme="minorHAnsi" w:cstheme="minorHAnsi"/>
              </w:rPr>
              <w:lastRenderedPageBreak/>
              <w:t xml:space="preserve"> </w:t>
            </w:r>
            <w:r w:rsidR="00455B9F">
              <w:rPr>
                <w:rFonts w:asciiTheme="minorHAnsi" w:hAnsiTheme="minorHAnsi" w:cstheme="minorHAnsi"/>
              </w:rPr>
              <w:t>90</w:t>
            </w:r>
            <w:r w:rsidR="001B0BFC" w:rsidRPr="00422D8F">
              <w:rPr>
                <w:rFonts w:asciiTheme="minorHAnsi" w:hAnsiTheme="minorHAnsi" w:cstheme="minorHAnsi"/>
              </w:rPr>
              <w:t xml:space="preserve"> </w:t>
            </w:r>
            <w:r w:rsidRPr="00422D8F">
              <w:rPr>
                <w:rFonts w:asciiTheme="minorHAnsi" w:hAnsiTheme="minorHAnsi" w:cstheme="minorHAnsi"/>
              </w:rPr>
              <w:t>Mb.</w:t>
            </w:r>
          </w:p>
        </w:tc>
      </w:tr>
      <w:tr w:rsidR="0073471F" w:rsidRPr="00D30B6A" w14:paraId="3C9CAC9F" w14:textId="77777777" w:rsidTr="00454122">
        <w:tc>
          <w:tcPr>
            <w:tcW w:w="850" w:type="dxa"/>
            <w:vAlign w:val="center"/>
          </w:tcPr>
          <w:p w14:paraId="35F047A6" w14:textId="63116EAF" w:rsidR="0073471F" w:rsidRDefault="0073471F" w:rsidP="007759C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6194" w:type="dxa"/>
          </w:tcPr>
          <w:p w14:paraId="137E0C10" w14:textId="1D3942E0" w:rsidR="0073471F" w:rsidRPr="001B0BFC" w:rsidRDefault="0073471F" w:rsidP="0073471F">
            <w:pPr>
              <w:spacing w:after="160" w:line="256" w:lineRule="auto"/>
              <w:ind w:left="360"/>
              <w:rPr>
                <w:rFonts w:asciiTheme="minorHAnsi" w:hAnsiTheme="minorHAnsi" w:cstheme="minorHAnsi"/>
                <w:b/>
              </w:rPr>
            </w:pPr>
            <w:r w:rsidRPr="001B0BFC">
              <w:rPr>
                <w:rFonts w:asciiTheme="minorHAnsi" w:hAnsiTheme="minorHAnsi" w:cstheme="minorHAnsi"/>
                <w:b/>
              </w:rPr>
              <w:t>Dy</w:t>
            </w:r>
            <w:r>
              <w:rPr>
                <w:rFonts w:asciiTheme="minorHAnsi" w:hAnsiTheme="minorHAnsi" w:cstheme="minorHAnsi"/>
                <w:b/>
              </w:rPr>
              <w:t>sk transportujący – VOKULLAN 200</w:t>
            </w:r>
          </w:p>
          <w:p w14:paraId="65A16E65" w14:textId="77777777" w:rsidR="0073471F" w:rsidRPr="001B0BFC" w:rsidRDefault="0073471F" w:rsidP="0073471F">
            <w:pPr>
              <w:pStyle w:val="Akapitzlist"/>
              <w:numPr>
                <w:ilvl w:val="0"/>
                <w:numId w:val="39"/>
              </w:numPr>
              <w:spacing w:after="160" w:line="256" w:lineRule="auto"/>
              <w:rPr>
                <w:rFonts w:asciiTheme="minorHAnsi" w:hAnsiTheme="minorHAnsi" w:cstheme="minorHAnsi"/>
              </w:rPr>
            </w:pPr>
            <w:r w:rsidRPr="001B0BFC">
              <w:rPr>
                <w:rFonts w:asciiTheme="minorHAnsi" w:hAnsiTheme="minorHAnsi" w:cstheme="minorHAnsi"/>
              </w:rPr>
              <w:t xml:space="preserve">Dysk </w:t>
            </w:r>
            <w:proofErr w:type="spellStart"/>
            <w:r w:rsidRPr="001B0BFC">
              <w:rPr>
                <w:rFonts w:asciiTheme="minorHAnsi" w:hAnsiTheme="minorHAnsi" w:cstheme="minorHAnsi"/>
              </w:rPr>
              <w:t>tarnamidowy</w:t>
            </w:r>
            <w:proofErr w:type="spellEnd"/>
            <w:r w:rsidRPr="001B0BFC">
              <w:rPr>
                <w:rFonts w:asciiTheme="minorHAnsi" w:hAnsiTheme="minorHAnsi" w:cstheme="minorHAnsi"/>
              </w:rPr>
              <w:t xml:space="preserve"> – trudnościeralny fi 190 mm – gr. 12 mm – 6 otworów mocujących – </w:t>
            </w:r>
            <w:proofErr w:type="spellStart"/>
            <w:r w:rsidRPr="001B0BFC">
              <w:rPr>
                <w:rFonts w:asciiTheme="minorHAnsi" w:hAnsiTheme="minorHAnsi" w:cstheme="minorHAnsi"/>
              </w:rPr>
              <w:t>jednocięte</w:t>
            </w:r>
            <w:proofErr w:type="spellEnd"/>
          </w:p>
          <w:p w14:paraId="5DF97854" w14:textId="77777777" w:rsidR="0073471F" w:rsidRPr="001B0BFC" w:rsidRDefault="0073471F" w:rsidP="007759C0">
            <w:pPr>
              <w:spacing w:after="160" w:line="256" w:lineRule="auto"/>
              <w:ind w:left="3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11" w:type="dxa"/>
            <w:vAlign w:val="center"/>
          </w:tcPr>
          <w:p w14:paraId="468A243A" w14:textId="05002DAF" w:rsidR="0073471F" w:rsidRPr="00422D8F" w:rsidRDefault="0073471F" w:rsidP="0073471F">
            <w:pPr>
              <w:jc w:val="center"/>
              <w:rPr>
                <w:rFonts w:asciiTheme="minorHAnsi" w:hAnsiTheme="minorHAnsi" w:cstheme="minorHAnsi"/>
              </w:rPr>
            </w:pPr>
            <w:r w:rsidRPr="00422D8F">
              <w:rPr>
                <w:rFonts w:asciiTheme="minorHAnsi" w:hAnsiTheme="minorHAnsi" w:cstheme="minorHAnsi"/>
              </w:rPr>
              <w:t xml:space="preserve">  </w:t>
            </w:r>
            <w:r w:rsidR="00455B9F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80</w:t>
            </w:r>
            <w:r w:rsidRPr="00422D8F">
              <w:rPr>
                <w:rFonts w:asciiTheme="minorHAnsi" w:hAnsiTheme="minorHAnsi" w:cstheme="minorHAnsi"/>
              </w:rPr>
              <w:t xml:space="preserve"> Szt.</w:t>
            </w:r>
          </w:p>
        </w:tc>
      </w:tr>
      <w:tr w:rsidR="00455B9F" w:rsidRPr="00D30B6A" w14:paraId="1AEAB188" w14:textId="77777777" w:rsidTr="00454122">
        <w:tc>
          <w:tcPr>
            <w:tcW w:w="850" w:type="dxa"/>
            <w:vAlign w:val="center"/>
          </w:tcPr>
          <w:p w14:paraId="3F59DCF0" w14:textId="62A18632" w:rsidR="00455B9F" w:rsidRDefault="00455B9F" w:rsidP="00455B9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Pr="001B0B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6194" w:type="dxa"/>
          </w:tcPr>
          <w:p w14:paraId="7F324D0B" w14:textId="6B90101D" w:rsidR="00455B9F" w:rsidRPr="001B0BFC" w:rsidRDefault="00455B9F" w:rsidP="00455B9F">
            <w:pPr>
              <w:spacing w:after="160" w:line="256" w:lineRule="auto"/>
              <w:ind w:left="360"/>
              <w:rPr>
                <w:rFonts w:asciiTheme="minorHAnsi" w:hAnsiTheme="minorHAnsi" w:cstheme="minorHAnsi"/>
                <w:b/>
              </w:rPr>
            </w:pPr>
            <w:r w:rsidRPr="001B0BFC">
              <w:rPr>
                <w:rFonts w:asciiTheme="minorHAnsi" w:hAnsiTheme="minorHAnsi" w:cstheme="minorHAnsi"/>
                <w:b/>
              </w:rPr>
              <w:t xml:space="preserve">Spinka łańcucha RKS </w:t>
            </w:r>
            <w:r>
              <w:rPr>
                <w:rFonts w:asciiTheme="minorHAnsi" w:hAnsiTheme="minorHAnsi" w:cstheme="minorHAnsi"/>
                <w:b/>
              </w:rPr>
              <w:t>200</w:t>
            </w:r>
          </w:p>
          <w:p w14:paraId="47C28F50" w14:textId="77777777" w:rsidR="00455B9F" w:rsidRPr="001B0BFC" w:rsidRDefault="00455B9F" w:rsidP="00455B9F">
            <w:pPr>
              <w:pStyle w:val="Akapitzlist"/>
              <w:numPr>
                <w:ilvl w:val="0"/>
                <w:numId w:val="39"/>
              </w:numPr>
              <w:spacing w:after="160" w:line="256" w:lineRule="auto"/>
              <w:rPr>
                <w:rFonts w:asciiTheme="minorHAnsi" w:hAnsiTheme="minorHAnsi" w:cstheme="minorHAnsi"/>
              </w:rPr>
            </w:pPr>
            <w:r w:rsidRPr="001B0BFC">
              <w:rPr>
                <w:rFonts w:asciiTheme="minorHAnsi" w:hAnsiTheme="minorHAnsi" w:cstheme="minorHAnsi"/>
              </w:rPr>
              <w:t>Spinka łańcucha  - materiał HARDOX 500 SSAB</w:t>
            </w:r>
          </w:p>
          <w:p w14:paraId="757DC9FC" w14:textId="77777777" w:rsidR="00455B9F" w:rsidRPr="001B0BFC" w:rsidRDefault="00455B9F" w:rsidP="00455B9F">
            <w:pPr>
              <w:spacing w:after="160" w:line="256" w:lineRule="auto"/>
              <w:ind w:left="3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11" w:type="dxa"/>
            <w:vAlign w:val="center"/>
          </w:tcPr>
          <w:p w14:paraId="75BAD0D7" w14:textId="0E00D4B2" w:rsidR="00455B9F" w:rsidRPr="00422D8F" w:rsidRDefault="00455B9F" w:rsidP="00455B9F">
            <w:pPr>
              <w:jc w:val="center"/>
              <w:rPr>
                <w:rFonts w:asciiTheme="minorHAnsi" w:hAnsiTheme="minorHAnsi" w:cstheme="minorHAnsi"/>
              </w:rPr>
            </w:pPr>
            <w:r w:rsidRPr="00422D8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</w:t>
            </w:r>
            <w:r w:rsidRPr="00422D8F">
              <w:rPr>
                <w:rFonts w:asciiTheme="minorHAnsi" w:hAnsiTheme="minorHAnsi" w:cstheme="minorHAnsi"/>
              </w:rPr>
              <w:t xml:space="preserve"> Szt.</w:t>
            </w:r>
          </w:p>
        </w:tc>
      </w:tr>
      <w:tr w:rsidR="00455B9F" w:rsidRPr="00D30B6A" w14:paraId="29FA6492" w14:textId="77777777" w:rsidTr="00454122">
        <w:tc>
          <w:tcPr>
            <w:tcW w:w="850" w:type="dxa"/>
            <w:vAlign w:val="center"/>
          </w:tcPr>
          <w:p w14:paraId="4E463039" w14:textId="2201BD5F" w:rsidR="00455B9F" w:rsidRDefault="00455B9F" w:rsidP="00455B9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Pr="001B0B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6194" w:type="dxa"/>
          </w:tcPr>
          <w:p w14:paraId="17772E81" w14:textId="3A1BA363" w:rsidR="00455B9F" w:rsidRPr="001B0BFC" w:rsidRDefault="00455B9F" w:rsidP="00455B9F">
            <w:pPr>
              <w:spacing w:after="160" w:line="256" w:lineRule="auto"/>
              <w:ind w:left="360"/>
              <w:rPr>
                <w:rFonts w:asciiTheme="minorHAnsi" w:hAnsiTheme="minorHAnsi" w:cstheme="minorHAnsi"/>
                <w:b/>
              </w:rPr>
            </w:pPr>
            <w:r w:rsidRPr="001B0BFC">
              <w:rPr>
                <w:rFonts w:asciiTheme="minorHAnsi" w:hAnsiTheme="minorHAnsi" w:cstheme="minorHAnsi"/>
                <w:b/>
              </w:rPr>
              <w:t xml:space="preserve">Gwiazda napędowa RKS </w:t>
            </w:r>
            <w:r>
              <w:rPr>
                <w:rFonts w:asciiTheme="minorHAnsi" w:hAnsiTheme="minorHAnsi" w:cstheme="minorHAnsi"/>
                <w:b/>
              </w:rPr>
              <w:t>20</w:t>
            </w:r>
            <w:r w:rsidRPr="001B0BFC">
              <w:rPr>
                <w:rFonts w:asciiTheme="minorHAnsi" w:hAnsiTheme="minorHAnsi" w:cstheme="minorHAnsi"/>
                <w:b/>
              </w:rPr>
              <w:t>0</w:t>
            </w:r>
          </w:p>
          <w:p w14:paraId="523FC24F" w14:textId="77777777" w:rsidR="00455B9F" w:rsidRPr="001B0BFC" w:rsidRDefault="00455B9F" w:rsidP="00455B9F">
            <w:pPr>
              <w:pStyle w:val="Akapitzlist"/>
              <w:numPr>
                <w:ilvl w:val="0"/>
                <w:numId w:val="39"/>
              </w:numPr>
              <w:spacing w:after="160" w:line="256" w:lineRule="auto"/>
              <w:rPr>
                <w:rFonts w:asciiTheme="minorHAnsi" w:hAnsiTheme="minorHAnsi" w:cstheme="minorHAnsi"/>
              </w:rPr>
            </w:pPr>
            <w:r w:rsidRPr="001B0BFC">
              <w:rPr>
                <w:rFonts w:asciiTheme="minorHAnsi" w:hAnsiTheme="minorHAnsi" w:cstheme="minorHAnsi"/>
              </w:rPr>
              <w:t xml:space="preserve">Gwiazda – HARDOX 500 SSAB – końcówki koła napawane  2 mm </w:t>
            </w:r>
            <w:proofErr w:type="spellStart"/>
            <w:r w:rsidRPr="001B0BFC">
              <w:rPr>
                <w:rFonts w:asciiTheme="minorHAnsi" w:hAnsiTheme="minorHAnsi" w:cstheme="minorHAnsi"/>
              </w:rPr>
              <w:t>napoiną</w:t>
            </w:r>
            <w:proofErr w:type="spellEnd"/>
            <w:r w:rsidRPr="001B0BFC">
              <w:rPr>
                <w:rFonts w:asciiTheme="minorHAnsi" w:hAnsiTheme="minorHAnsi" w:cstheme="minorHAnsi"/>
              </w:rPr>
              <w:t xml:space="preserve"> trudnościeralną 56-64 HRC – DO*45654</w:t>
            </w:r>
          </w:p>
          <w:p w14:paraId="75B4CDF3" w14:textId="77777777" w:rsidR="00455B9F" w:rsidRPr="001B0BFC" w:rsidRDefault="00455B9F" w:rsidP="00455B9F">
            <w:pPr>
              <w:spacing w:after="160" w:line="256" w:lineRule="auto"/>
              <w:ind w:left="3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11" w:type="dxa"/>
            <w:vAlign w:val="center"/>
          </w:tcPr>
          <w:p w14:paraId="344DDBEA" w14:textId="730E3A6C" w:rsidR="00455B9F" w:rsidRPr="00422D8F" w:rsidRDefault="00455B9F" w:rsidP="00455B9F">
            <w:pPr>
              <w:jc w:val="center"/>
              <w:rPr>
                <w:rFonts w:asciiTheme="minorHAnsi" w:hAnsiTheme="minorHAnsi" w:cstheme="minorHAnsi"/>
              </w:rPr>
            </w:pPr>
            <w:r w:rsidRPr="00422D8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1</w:t>
            </w:r>
            <w:r w:rsidRPr="00422D8F">
              <w:rPr>
                <w:rFonts w:asciiTheme="minorHAnsi" w:hAnsiTheme="minorHAnsi" w:cstheme="minorHAnsi"/>
              </w:rPr>
              <w:t xml:space="preserve"> Szt.</w:t>
            </w:r>
          </w:p>
        </w:tc>
      </w:tr>
    </w:tbl>
    <w:p w14:paraId="5016B554" w14:textId="77777777" w:rsidR="00422D8F" w:rsidRDefault="00422D8F" w:rsidP="00145A2D">
      <w:pPr>
        <w:spacing w:before="100" w:beforeAutospacing="1" w:after="100" w:afterAutospacing="1" w:line="256" w:lineRule="auto"/>
        <w:ind w:left="425"/>
        <w:jc w:val="both"/>
        <w:rPr>
          <w:rFonts w:asciiTheme="minorHAnsi" w:hAnsiTheme="minorHAnsi" w:cstheme="minorHAnsi"/>
          <w:sz w:val="24"/>
        </w:rPr>
      </w:pPr>
    </w:p>
    <w:p w14:paraId="54A8CBA0" w14:textId="3F7F34D6" w:rsidR="00145A2D" w:rsidRDefault="00145A2D" w:rsidP="00422D8F">
      <w:pPr>
        <w:spacing w:before="100" w:beforeAutospacing="1" w:after="100" w:afterAutospacing="1" w:line="360" w:lineRule="auto"/>
        <w:ind w:left="425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Powyższe materiały należy wykonać zgodnie z opisem Zamawiającego, dokumentem DTR i rysunkiem technicznym nr 1623.1. Dokument DTR oraz rysunek techniczny nr 1623.1 zostaną udostępnione</w:t>
      </w:r>
      <w:r w:rsidR="00D22ED8">
        <w:rPr>
          <w:rFonts w:asciiTheme="minorHAnsi" w:hAnsiTheme="minorHAnsi" w:cstheme="minorHAnsi"/>
          <w:sz w:val="24"/>
        </w:rPr>
        <w:t xml:space="preserve"> w PGE Energi Ciepła S.A. Oddział Wybrzeże w Gdańsku</w:t>
      </w:r>
      <w:r>
        <w:rPr>
          <w:rFonts w:asciiTheme="minorHAnsi" w:hAnsiTheme="minorHAnsi" w:cstheme="minorHAnsi"/>
          <w:sz w:val="24"/>
        </w:rPr>
        <w:t xml:space="preserve"> </w:t>
      </w:r>
      <w:r w:rsidR="00D22ED8">
        <w:rPr>
          <w:rFonts w:asciiTheme="minorHAnsi" w:hAnsiTheme="minorHAnsi" w:cstheme="minorHAnsi"/>
          <w:sz w:val="24"/>
        </w:rPr>
        <w:t>do wglądu podczas wizji lokalnej.</w:t>
      </w:r>
    </w:p>
    <w:p w14:paraId="306C0161" w14:textId="77777777" w:rsidR="00145A2D" w:rsidRPr="0048149D" w:rsidRDefault="00145A2D" w:rsidP="00145A2D">
      <w:pPr>
        <w:autoSpaceDE w:val="0"/>
        <w:autoSpaceDN w:val="0"/>
        <w:adjustRightInd w:val="0"/>
        <w:spacing w:line="360" w:lineRule="auto"/>
        <w:ind w:left="425"/>
        <w:jc w:val="both"/>
        <w:rPr>
          <w:rFonts w:asciiTheme="minorHAnsi" w:hAnsiTheme="minorHAnsi" w:cstheme="minorHAnsi"/>
          <w:sz w:val="24"/>
        </w:rPr>
      </w:pPr>
      <w:proofErr w:type="spellStart"/>
      <w:r w:rsidRPr="0048149D">
        <w:rPr>
          <w:rFonts w:asciiTheme="minorHAnsi" w:hAnsiTheme="minorHAnsi" w:cstheme="minorHAnsi"/>
          <w:sz w:val="24"/>
        </w:rPr>
        <w:t>Zamawiajcy</w:t>
      </w:r>
      <w:proofErr w:type="spellEnd"/>
      <w:r w:rsidRPr="0048149D">
        <w:rPr>
          <w:rFonts w:asciiTheme="minorHAnsi" w:hAnsiTheme="minorHAnsi" w:cstheme="minorHAnsi"/>
          <w:sz w:val="24"/>
        </w:rPr>
        <w:t xml:space="preserve"> dopuszcza możliwość dostawy produktów równoważnych (zamienników) wykonanych w oparciu o dokumentację własną Wykonawcy. Zamawiający uzna, że dostarczone zamienniki są równoważne jak będą spełniały następujące warunki:</w:t>
      </w:r>
    </w:p>
    <w:p w14:paraId="3A7DC313" w14:textId="77777777" w:rsidR="00145A2D" w:rsidRPr="0048149D" w:rsidRDefault="00145A2D" w:rsidP="00145A2D">
      <w:pPr>
        <w:autoSpaceDE w:val="0"/>
        <w:autoSpaceDN w:val="0"/>
        <w:adjustRightInd w:val="0"/>
        <w:spacing w:line="360" w:lineRule="auto"/>
        <w:ind w:left="425"/>
        <w:jc w:val="both"/>
        <w:rPr>
          <w:rFonts w:asciiTheme="minorHAnsi" w:hAnsiTheme="minorHAnsi" w:cstheme="minorHAnsi"/>
          <w:sz w:val="24"/>
        </w:rPr>
      </w:pPr>
      <w:r w:rsidRPr="0048149D">
        <w:rPr>
          <w:rFonts w:asciiTheme="minorHAnsi" w:hAnsiTheme="minorHAnsi" w:cstheme="minorHAnsi"/>
          <w:sz w:val="24"/>
        </w:rPr>
        <w:t>a) zapewnią pełną kompatybilność z urządzeniami, do których będą wbudowane;</w:t>
      </w:r>
    </w:p>
    <w:p w14:paraId="05B18BC5" w14:textId="77777777" w:rsidR="00145A2D" w:rsidRDefault="00145A2D" w:rsidP="00145A2D">
      <w:pPr>
        <w:autoSpaceDE w:val="0"/>
        <w:autoSpaceDN w:val="0"/>
        <w:adjustRightInd w:val="0"/>
        <w:spacing w:line="360" w:lineRule="auto"/>
        <w:ind w:left="425"/>
        <w:jc w:val="both"/>
        <w:rPr>
          <w:rFonts w:asciiTheme="minorHAnsi" w:hAnsiTheme="minorHAnsi" w:cstheme="minorHAnsi"/>
          <w:sz w:val="24"/>
        </w:rPr>
      </w:pPr>
      <w:r w:rsidRPr="0048149D">
        <w:rPr>
          <w:rFonts w:asciiTheme="minorHAnsi" w:hAnsiTheme="minorHAnsi" w:cstheme="minorHAnsi"/>
          <w:sz w:val="24"/>
        </w:rPr>
        <w:t xml:space="preserve">b) ich montaż nie będzie wymagał od </w:t>
      </w:r>
      <w:proofErr w:type="spellStart"/>
      <w:r w:rsidRPr="0048149D">
        <w:rPr>
          <w:rFonts w:asciiTheme="minorHAnsi" w:hAnsiTheme="minorHAnsi" w:cstheme="minorHAnsi"/>
          <w:sz w:val="24"/>
        </w:rPr>
        <w:t>Zamawiajacego</w:t>
      </w:r>
      <w:proofErr w:type="spellEnd"/>
      <w:r w:rsidRPr="0048149D">
        <w:rPr>
          <w:rFonts w:asciiTheme="minorHAnsi" w:hAnsiTheme="minorHAnsi" w:cstheme="minorHAnsi"/>
          <w:sz w:val="24"/>
        </w:rPr>
        <w:t xml:space="preserve"> wprowadzenia jakichkolwiek zmian konstrukcyjnych w eksploatowanych urządzeniach.</w:t>
      </w:r>
    </w:p>
    <w:p w14:paraId="4D114C71" w14:textId="159E5683" w:rsidR="00145A2D" w:rsidRDefault="00145A2D" w:rsidP="00145A2D">
      <w:pPr>
        <w:autoSpaceDE w:val="0"/>
        <w:autoSpaceDN w:val="0"/>
        <w:adjustRightInd w:val="0"/>
        <w:spacing w:line="360" w:lineRule="auto"/>
        <w:ind w:left="425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c) parametry techniczne będą nie niższe niż opisane w tabeli nr 1 oraz dokumencie DTR i rysunku technicznym nr 1623.1.</w:t>
      </w:r>
    </w:p>
    <w:p w14:paraId="7669AA11" w14:textId="77777777" w:rsidR="00145A2D" w:rsidRPr="00364B8C" w:rsidRDefault="00145A2D" w:rsidP="00145A2D">
      <w:pPr>
        <w:autoSpaceDE w:val="0"/>
        <w:autoSpaceDN w:val="0"/>
        <w:adjustRightInd w:val="0"/>
        <w:spacing w:line="360" w:lineRule="auto"/>
        <w:ind w:left="425"/>
        <w:jc w:val="both"/>
        <w:rPr>
          <w:rFonts w:asciiTheme="minorHAnsi" w:hAnsiTheme="minorHAnsi" w:cstheme="minorHAnsi"/>
          <w:sz w:val="24"/>
        </w:rPr>
      </w:pPr>
    </w:p>
    <w:p w14:paraId="16938095" w14:textId="3BE151C7" w:rsidR="00CA726F" w:rsidRPr="00502667" w:rsidRDefault="00CA726F" w:rsidP="006D136E">
      <w:pPr>
        <w:pStyle w:val="Ipoziom"/>
      </w:pPr>
      <w:bookmarkStart w:id="31" w:name="_Toc77934244"/>
      <w:bookmarkStart w:id="32" w:name="_Toc77934358"/>
      <w:bookmarkStart w:id="33" w:name="_Toc179874210"/>
      <w:bookmarkStart w:id="34" w:name="_Toc348596469"/>
      <w:bookmarkStart w:id="35" w:name="_Toc489433912"/>
      <w:bookmarkEnd w:id="28"/>
      <w:bookmarkEnd w:id="29"/>
      <w:bookmarkEnd w:id="30"/>
      <w:r w:rsidRPr="00502667">
        <w:t>P</w:t>
      </w:r>
      <w:r w:rsidR="00413459">
        <w:t>RZEDSTAWICIEL/E ZAMAWIAJĄCEGO</w:t>
      </w:r>
      <w:bookmarkEnd w:id="31"/>
      <w:bookmarkEnd w:id="32"/>
      <w:bookmarkEnd w:id="33"/>
    </w:p>
    <w:p w14:paraId="33B8A01B" w14:textId="149995DD" w:rsidR="00CA726F" w:rsidRPr="00710FB6" w:rsidRDefault="00CA726F" w:rsidP="00CA726F">
      <w:pPr>
        <w:pStyle w:val="komentarz"/>
        <w:ind w:left="426"/>
        <w:rPr>
          <w:i w:val="0"/>
        </w:rPr>
      </w:pPr>
      <w:r w:rsidRPr="00AD334C">
        <w:rPr>
          <w:i w:val="0"/>
        </w:rPr>
        <w:t>- Imię i Nazwisko:</w:t>
      </w:r>
      <w:r w:rsidR="003C3181">
        <w:rPr>
          <w:i w:val="0"/>
        </w:rPr>
        <w:t xml:space="preserve"> Dariusz Żywicki</w:t>
      </w:r>
    </w:p>
    <w:p w14:paraId="4CE30CB1" w14:textId="0C90DC11" w:rsidR="00CA726F" w:rsidRPr="00710FB6" w:rsidRDefault="003C3181" w:rsidP="00CA726F">
      <w:pPr>
        <w:pStyle w:val="komentarz"/>
        <w:ind w:left="426"/>
        <w:rPr>
          <w:i w:val="0"/>
        </w:rPr>
      </w:pPr>
      <w:r>
        <w:rPr>
          <w:i w:val="0"/>
        </w:rPr>
        <w:t>- Telefon: 501-395-501</w:t>
      </w:r>
    </w:p>
    <w:p w14:paraId="3D6AB6D2" w14:textId="0CB8BCD4" w:rsidR="00CA726F" w:rsidRDefault="003C3181" w:rsidP="00CA726F">
      <w:pPr>
        <w:pStyle w:val="komentarz"/>
        <w:ind w:left="426"/>
        <w:rPr>
          <w:i w:val="0"/>
          <w:highlight w:val="yellow"/>
        </w:rPr>
      </w:pPr>
      <w:r>
        <w:rPr>
          <w:i w:val="0"/>
        </w:rPr>
        <w:t>- Mail: Dariusz.Zywicki@gkpge.pl</w:t>
      </w:r>
      <w:r w:rsidR="00CA726F" w:rsidRPr="00710FB6">
        <w:rPr>
          <w:i w:val="0"/>
        </w:rPr>
        <w:t xml:space="preserve">   </w:t>
      </w:r>
    </w:p>
    <w:p w14:paraId="0ED60CCB" w14:textId="77777777" w:rsidR="00CA726F" w:rsidRPr="008C6738" w:rsidRDefault="00CA726F" w:rsidP="008C6738">
      <w:pPr>
        <w:pStyle w:val="Ipoziom0"/>
      </w:pPr>
    </w:p>
    <w:p w14:paraId="279BC7A7" w14:textId="35A3F439" w:rsidR="00F93FBE" w:rsidRPr="00502667" w:rsidRDefault="00502667" w:rsidP="006D136E">
      <w:pPr>
        <w:pStyle w:val="Ipoziom"/>
      </w:pPr>
      <w:bookmarkStart w:id="36" w:name="_Toc179874211"/>
      <w:bookmarkEnd w:id="34"/>
      <w:bookmarkEnd w:id="35"/>
      <w:r>
        <w:lastRenderedPageBreak/>
        <w:t>Z</w:t>
      </w:r>
      <w:r w:rsidR="00413459">
        <w:t>AŁĄCZNIKI</w:t>
      </w:r>
      <w:bookmarkEnd w:id="36"/>
    </w:p>
    <w:p w14:paraId="0AED2E93" w14:textId="749E8AE5" w:rsidR="00502667" w:rsidRPr="00D5479D" w:rsidRDefault="00502667" w:rsidP="00502667">
      <w:pPr>
        <w:pStyle w:val="IIpoziom"/>
        <w:numPr>
          <w:ilvl w:val="0"/>
          <w:numId w:val="0"/>
        </w:numPr>
        <w:ind w:left="1077" w:hanging="720"/>
      </w:pPr>
      <w:r w:rsidRPr="002E1988">
        <w:rPr>
          <w:i/>
          <w:color w:val="092D74"/>
          <w:u w:val="single"/>
        </w:rPr>
        <w:t>Zał.</w:t>
      </w:r>
      <w:r w:rsidR="00A751D3">
        <w:rPr>
          <w:i/>
          <w:color w:val="092D74"/>
          <w:u w:val="single"/>
        </w:rPr>
        <w:t>1</w:t>
      </w:r>
      <w:r w:rsidRPr="00D5479D">
        <w:tab/>
      </w:r>
      <w:r w:rsidRPr="00502667">
        <w:t>Protokół stwierdzenia wystąpienia wady w przedmiocie dostawy</w:t>
      </w:r>
    </w:p>
    <w:p w14:paraId="546D5565" w14:textId="348AF025" w:rsidR="00FC6151" w:rsidRPr="00D5479D" w:rsidRDefault="00502667" w:rsidP="00D22ED8">
      <w:pPr>
        <w:pStyle w:val="IIpoziom"/>
        <w:numPr>
          <w:ilvl w:val="0"/>
          <w:numId w:val="0"/>
        </w:numPr>
        <w:ind w:left="1077" w:hanging="720"/>
      </w:pPr>
      <w:r w:rsidRPr="00502667">
        <w:rPr>
          <w:i/>
          <w:color w:val="092D74"/>
          <w:u w:val="single"/>
        </w:rPr>
        <w:t>Zał.2</w:t>
      </w:r>
      <w:r w:rsidRPr="00D5479D">
        <w:tab/>
      </w:r>
      <w:r w:rsidRPr="00502667">
        <w:t>Protokół potwierdzający usunięcie wady w przedmiocie dostawy</w:t>
      </w:r>
    </w:p>
    <w:p w14:paraId="6A0D4695" w14:textId="77777777" w:rsidR="00FC6151" w:rsidRPr="00D5479D" w:rsidRDefault="00FC6151" w:rsidP="00502667">
      <w:pPr>
        <w:pStyle w:val="IIpoziom"/>
        <w:numPr>
          <w:ilvl w:val="0"/>
          <w:numId w:val="0"/>
        </w:numPr>
        <w:ind w:left="1077" w:hanging="720"/>
      </w:pPr>
    </w:p>
    <w:p w14:paraId="03D1F3A8" w14:textId="748D60FC" w:rsidR="00502667" w:rsidRPr="00D22ED8" w:rsidRDefault="00502667" w:rsidP="00F93FBE">
      <w:pPr>
        <w:spacing w:line="360" w:lineRule="auto"/>
        <w:rPr>
          <w:rFonts w:cs="Arial"/>
        </w:rPr>
      </w:pPr>
      <w:r>
        <w:rPr>
          <w:rFonts w:cs="Arial"/>
          <w:b/>
          <w:color w:val="092D74"/>
          <w:sz w:val="20"/>
          <w:szCs w:val="20"/>
        </w:rPr>
        <w:t>Załącznik nr 1 - P</w:t>
      </w:r>
      <w:r w:rsidRPr="00502667">
        <w:rPr>
          <w:rFonts w:cs="Arial"/>
          <w:b/>
          <w:color w:val="092D74"/>
          <w:sz w:val="20"/>
          <w:szCs w:val="20"/>
        </w:rPr>
        <w:t>rotokół stwierdzenia wystąpienia wady w przedmiocie dostawy</w:t>
      </w:r>
    </w:p>
    <w:p w14:paraId="19EAFA11" w14:textId="77777777" w:rsidR="00A751D3" w:rsidRPr="006307AF" w:rsidRDefault="00A751D3" w:rsidP="00F93FBE">
      <w:pPr>
        <w:spacing w:line="360" w:lineRule="auto"/>
        <w:rPr>
          <w:rFonts w:cs="Aria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118"/>
        <w:gridCol w:w="1092"/>
        <w:gridCol w:w="369"/>
        <w:gridCol w:w="2225"/>
      </w:tblGrid>
      <w:tr w:rsidR="006307AF" w:rsidRPr="006307AF" w14:paraId="0102E01C" w14:textId="77777777" w:rsidTr="00AE7E25">
        <w:trPr>
          <w:trHeight w:val="510"/>
        </w:trPr>
        <w:tc>
          <w:tcPr>
            <w:tcW w:w="7806" w:type="dxa"/>
            <w:gridSpan w:val="4"/>
            <w:vMerge w:val="restart"/>
            <w:shd w:val="clear" w:color="auto" w:fill="auto"/>
            <w:vAlign w:val="center"/>
          </w:tcPr>
          <w:p w14:paraId="7A0C5349" w14:textId="77777777" w:rsidR="006307AF" w:rsidRPr="006307AF" w:rsidRDefault="006307AF" w:rsidP="00650C86">
            <w:pPr>
              <w:jc w:val="center"/>
              <w:rPr>
                <w:rFonts w:cs="Arial"/>
                <w:b/>
              </w:rPr>
            </w:pPr>
            <w:r w:rsidRPr="006307AF">
              <w:rPr>
                <w:rFonts w:cs="Arial"/>
                <w:b/>
                <w:sz w:val="24"/>
              </w:rPr>
              <w:t>Protokół stwierdzenia wystąpienia wady w przedmiocie dostawy</w:t>
            </w:r>
          </w:p>
        </w:tc>
        <w:tc>
          <w:tcPr>
            <w:tcW w:w="2225" w:type="dxa"/>
            <w:shd w:val="clear" w:color="auto" w:fill="auto"/>
            <w:vAlign w:val="center"/>
          </w:tcPr>
          <w:p w14:paraId="45E41D0B" w14:textId="77777777" w:rsidR="006307AF" w:rsidRPr="006307AF" w:rsidRDefault="006307AF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  <w:sz w:val="24"/>
              </w:rPr>
              <w:t>Nr protokołu:</w:t>
            </w:r>
          </w:p>
          <w:p w14:paraId="5B3AFCD8" w14:textId="04B97C8A" w:rsidR="006307AF" w:rsidRPr="006307AF" w:rsidRDefault="006307AF" w:rsidP="00B74865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PSWW</w:t>
            </w:r>
            <w:r w:rsidRPr="006307AF">
              <w:rPr>
                <w:rFonts w:cs="Arial"/>
                <w:vertAlign w:val="superscript"/>
              </w:rPr>
              <w:t xml:space="preserve"> </w:t>
            </w:r>
            <w:r w:rsidRPr="006307AF">
              <w:rPr>
                <w:rFonts w:cs="Arial"/>
              </w:rPr>
              <w:t xml:space="preserve">nr </w:t>
            </w:r>
            <w:r w:rsidRPr="006307AF">
              <w:rPr>
                <w:rFonts w:cs="Arial"/>
                <w:b/>
              </w:rPr>
              <w:t>xxx</w:t>
            </w:r>
            <w:r w:rsidRPr="006307AF">
              <w:rPr>
                <w:rFonts w:cs="Arial"/>
              </w:rPr>
              <w:t xml:space="preserve">/nr </w:t>
            </w:r>
            <w:r w:rsidR="00B74865">
              <w:rPr>
                <w:rFonts w:cs="Arial"/>
              </w:rPr>
              <w:t>U</w:t>
            </w:r>
            <w:r w:rsidRPr="006307AF">
              <w:rPr>
                <w:rFonts w:cs="Arial"/>
              </w:rPr>
              <w:t>mowy/zamówienia</w:t>
            </w:r>
          </w:p>
        </w:tc>
      </w:tr>
      <w:tr w:rsidR="006307AF" w:rsidRPr="006307AF" w14:paraId="46C2464E" w14:textId="77777777" w:rsidTr="00AE7E25">
        <w:trPr>
          <w:trHeight w:val="510"/>
        </w:trPr>
        <w:tc>
          <w:tcPr>
            <w:tcW w:w="7806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EB7756" w14:textId="77777777" w:rsidR="006307AF" w:rsidRPr="006307AF" w:rsidRDefault="006307AF" w:rsidP="00650C86">
            <w:pPr>
              <w:rPr>
                <w:rFonts w:cs="Arial"/>
                <w:b/>
              </w:rPr>
            </w:pPr>
          </w:p>
        </w:tc>
        <w:tc>
          <w:tcPr>
            <w:tcW w:w="22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4E0FD5" w14:textId="77777777" w:rsidR="006307AF" w:rsidRPr="006307AF" w:rsidRDefault="006307AF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  <w:sz w:val="24"/>
              </w:rPr>
              <w:t xml:space="preserve">Data: </w:t>
            </w:r>
          </w:p>
        </w:tc>
      </w:tr>
      <w:tr w:rsidR="00F93FBE" w:rsidRPr="006307AF" w14:paraId="5616FAD0" w14:textId="77777777" w:rsidTr="00650C86"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FF5B4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Nr Umowy/zamówienia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51CC49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1ACD22C1" w14:textId="77777777" w:rsidTr="00650C86">
        <w:tc>
          <w:tcPr>
            <w:tcW w:w="3227" w:type="dxa"/>
            <w:shd w:val="clear" w:color="auto" w:fill="auto"/>
            <w:vAlign w:val="center"/>
          </w:tcPr>
          <w:p w14:paraId="4AA0E5CA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Tytuł Umowy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199C4343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6E273165" w14:textId="77777777" w:rsidTr="00650C86">
        <w:tc>
          <w:tcPr>
            <w:tcW w:w="3227" w:type="dxa"/>
            <w:shd w:val="clear" w:color="auto" w:fill="auto"/>
            <w:vAlign w:val="center"/>
          </w:tcPr>
          <w:p w14:paraId="4ABB0F8B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Dostawca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055021A4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346F5D55" w14:textId="77777777" w:rsidTr="00650C86">
        <w:tc>
          <w:tcPr>
            <w:tcW w:w="3227" w:type="dxa"/>
            <w:shd w:val="clear" w:color="auto" w:fill="auto"/>
            <w:vAlign w:val="center"/>
          </w:tcPr>
          <w:p w14:paraId="709EDEF5" w14:textId="30FCA289" w:rsidR="00F93FBE" w:rsidRPr="006307AF" w:rsidRDefault="00F93FBE" w:rsidP="001C22E8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 xml:space="preserve">Zakład </w:t>
            </w:r>
            <w:r w:rsidR="001C22E8">
              <w:rPr>
                <w:rFonts w:cs="Arial"/>
                <w:b/>
              </w:rPr>
              <w:t>Zamawiającego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19DC532B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2AF84EBA" w14:textId="77777777" w:rsidTr="00650C86">
        <w:tc>
          <w:tcPr>
            <w:tcW w:w="3227" w:type="dxa"/>
            <w:shd w:val="clear" w:color="auto" w:fill="auto"/>
            <w:vAlign w:val="center"/>
          </w:tcPr>
          <w:p w14:paraId="2F5C4F03" w14:textId="21187EC5" w:rsidR="00F93FBE" w:rsidRPr="006307AF" w:rsidRDefault="00F93FBE" w:rsidP="001C22E8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 xml:space="preserve">Kierownik projektu </w:t>
            </w:r>
            <w:r w:rsidR="001C22E8">
              <w:rPr>
                <w:rFonts w:cs="Arial"/>
                <w:b/>
              </w:rPr>
              <w:t>Zamawiającego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034FE45C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23EA5BE6" w14:textId="77777777" w:rsidTr="00650C86">
        <w:tc>
          <w:tcPr>
            <w:tcW w:w="3227" w:type="dxa"/>
            <w:shd w:val="clear" w:color="auto" w:fill="auto"/>
            <w:vAlign w:val="center"/>
          </w:tcPr>
          <w:p w14:paraId="12F0FCFB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Obiekt/instalacja/urządzenie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225F7A2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4599E282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KKS</w:t>
            </w:r>
          </w:p>
        </w:tc>
        <w:tc>
          <w:tcPr>
            <w:tcW w:w="2594" w:type="dxa"/>
            <w:gridSpan w:val="2"/>
            <w:shd w:val="clear" w:color="auto" w:fill="auto"/>
            <w:vAlign w:val="center"/>
          </w:tcPr>
          <w:p w14:paraId="3B937B34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</w:tbl>
    <w:p w14:paraId="70D45082" w14:textId="77777777" w:rsidR="00F93FBE" w:rsidRPr="006307AF" w:rsidRDefault="00F93FBE" w:rsidP="00F93FBE">
      <w:pPr>
        <w:rPr>
          <w:rFonts w:cs="Arial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567"/>
        <w:gridCol w:w="2268"/>
        <w:gridCol w:w="2693"/>
        <w:gridCol w:w="2410"/>
      </w:tblGrid>
      <w:tr w:rsidR="00F93FBE" w:rsidRPr="006307AF" w14:paraId="6F6E1019" w14:textId="77777777" w:rsidTr="00650C86">
        <w:tc>
          <w:tcPr>
            <w:tcW w:w="2127" w:type="dxa"/>
            <w:shd w:val="clear" w:color="auto" w:fill="auto"/>
            <w:vAlign w:val="center"/>
          </w:tcPr>
          <w:p w14:paraId="1C216FC8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CA1C81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Lp.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B45A53" w14:textId="3F636F6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Imię</w:t>
            </w:r>
            <w:r w:rsidR="00C43D9F">
              <w:rPr>
                <w:rFonts w:cs="Arial"/>
              </w:rPr>
              <w:t xml:space="preserve"> i</w:t>
            </w:r>
            <w:r w:rsidRPr="006307AF">
              <w:rPr>
                <w:rFonts w:cs="Arial"/>
              </w:rPr>
              <w:t xml:space="preserve"> Nazwisko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FA1DB6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Firma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5296C1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Stanowisko</w:t>
            </w:r>
          </w:p>
        </w:tc>
      </w:tr>
      <w:tr w:rsidR="00F93FBE" w:rsidRPr="006307AF" w14:paraId="3F087F21" w14:textId="77777777" w:rsidTr="00650C86">
        <w:tc>
          <w:tcPr>
            <w:tcW w:w="2127" w:type="dxa"/>
            <w:shd w:val="clear" w:color="auto" w:fill="auto"/>
            <w:vAlign w:val="center"/>
          </w:tcPr>
          <w:p w14:paraId="6C6C92CE" w14:textId="77777777" w:rsidR="00F93FBE" w:rsidRPr="006307AF" w:rsidRDefault="00F93FBE" w:rsidP="00650C86">
            <w:pPr>
              <w:spacing w:line="360" w:lineRule="auto"/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Dostawca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48CF44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4422DE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0FA7D35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4A23CEF" w14:textId="77777777" w:rsidR="00F93FBE" w:rsidRPr="006307AF" w:rsidRDefault="00F93FBE" w:rsidP="00650C86">
            <w:pPr>
              <w:rPr>
                <w:rFonts w:cs="Arial"/>
              </w:rPr>
            </w:pPr>
          </w:p>
        </w:tc>
      </w:tr>
      <w:tr w:rsidR="00F93FBE" w:rsidRPr="006307AF" w14:paraId="268B904D" w14:textId="77777777" w:rsidTr="00650C86">
        <w:tc>
          <w:tcPr>
            <w:tcW w:w="2127" w:type="dxa"/>
            <w:shd w:val="clear" w:color="auto" w:fill="auto"/>
            <w:vAlign w:val="center"/>
          </w:tcPr>
          <w:p w14:paraId="4401FAD1" w14:textId="77777777" w:rsidR="00F93FBE" w:rsidRPr="006307AF" w:rsidRDefault="00F93FBE" w:rsidP="00650C86">
            <w:pPr>
              <w:spacing w:line="360" w:lineRule="auto"/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Zamawiający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FFF7FF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D9C3D5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53AA630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60630D1" w14:textId="77777777" w:rsidR="00F93FBE" w:rsidRPr="006307AF" w:rsidRDefault="00F93FBE" w:rsidP="00650C86">
            <w:pPr>
              <w:spacing w:line="360" w:lineRule="auto"/>
              <w:rPr>
                <w:rFonts w:cs="Arial"/>
                <w:i/>
              </w:rPr>
            </w:pPr>
            <w:r w:rsidRPr="006307AF">
              <w:rPr>
                <w:rFonts w:cs="Arial"/>
                <w:i/>
              </w:rPr>
              <w:t>Przedstawiciel Spółki/Oddziału</w:t>
            </w:r>
          </w:p>
        </w:tc>
      </w:tr>
      <w:tr w:rsidR="00F93FBE" w:rsidRPr="006307AF" w14:paraId="6B71A6C0" w14:textId="77777777" w:rsidTr="00650C86">
        <w:tc>
          <w:tcPr>
            <w:tcW w:w="2127" w:type="dxa"/>
            <w:shd w:val="clear" w:color="auto" w:fill="auto"/>
            <w:vAlign w:val="center"/>
          </w:tcPr>
          <w:p w14:paraId="532BB3A9" w14:textId="77777777" w:rsidR="00F93FBE" w:rsidRPr="006307AF" w:rsidRDefault="00F93FBE" w:rsidP="00650C86">
            <w:pPr>
              <w:spacing w:line="360" w:lineRule="auto"/>
              <w:rPr>
                <w:rFonts w:cs="Arial"/>
              </w:rPr>
            </w:pPr>
            <w:r w:rsidRPr="006307AF">
              <w:rPr>
                <w:rFonts w:cs="Arial"/>
                <w:b/>
              </w:rPr>
              <w:t>Zamawiający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98447E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887768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599E43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1191CC5" w14:textId="25E30792" w:rsidR="00F93FBE" w:rsidRPr="006307AF" w:rsidRDefault="00B33C69" w:rsidP="00650C86">
            <w:pPr>
              <w:spacing w:line="360" w:lineRule="auto"/>
              <w:rPr>
                <w:rFonts w:cs="Arial"/>
                <w:i/>
              </w:rPr>
            </w:pPr>
            <w:r w:rsidRPr="006307AF">
              <w:rPr>
                <w:rFonts w:cs="Arial"/>
                <w:i/>
              </w:rPr>
              <w:t>Przedstawiciel Spółki/Oddziału</w:t>
            </w:r>
          </w:p>
        </w:tc>
      </w:tr>
    </w:tbl>
    <w:p w14:paraId="02171741" w14:textId="77777777" w:rsidR="00F93FBE" w:rsidRPr="006307AF" w:rsidRDefault="00F93FBE" w:rsidP="00F93FBE">
      <w:pPr>
        <w:rPr>
          <w:rFonts w:cs="Arial"/>
        </w:rPr>
      </w:pPr>
    </w:p>
    <w:p w14:paraId="4AE3C3B2" w14:textId="77777777" w:rsidR="00F93FBE" w:rsidRPr="006307AF" w:rsidRDefault="00F93FBE" w:rsidP="00F93FBE">
      <w:pPr>
        <w:rPr>
          <w:rFonts w:cs="Arial"/>
        </w:rPr>
      </w:pPr>
      <w:r w:rsidRPr="006307AF">
        <w:rPr>
          <w:rFonts w:cs="Arial"/>
        </w:rPr>
        <w:t>Na podstawie niniejszego protokołu stwierdzono wystąpienie wad w przedmiocie dostawy: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7247"/>
        <w:gridCol w:w="2268"/>
      </w:tblGrid>
      <w:tr w:rsidR="00F93FBE" w:rsidRPr="006307AF" w14:paraId="79DDF194" w14:textId="77777777" w:rsidTr="00650C86">
        <w:tc>
          <w:tcPr>
            <w:tcW w:w="516" w:type="dxa"/>
            <w:shd w:val="clear" w:color="auto" w:fill="auto"/>
            <w:vAlign w:val="center"/>
          </w:tcPr>
          <w:p w14:paraId="1ED76E84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Lp.</w:t>
            </w:r>
          </w:p>
        </w:tc>
        <w:tc>
          <w:tcPr>
            <w:tcW w:w="7247" w:type="dxa"/>
            <w:shd w:val="clear" w:color="auto" w:fill="auto"/>
            <w:vAlign w:val="center"/>
          </w:tcPr>
          <w:p w14:paraId="49B7892E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Opis wady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1691A4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Uzgodniony termin usunięcia wady</w:t>
            </w:r>
          </w:p>
        </w:tc>
      </w:tr>
      <w:tr w:rsidR="00F93FBE" w:rsidRPr="006307AF" w14:paraId="5804D6D7" w14:textId="77777777" w:rsidTr="00650C86">
        <w:tc>
          <w:tcPr>
            <w:tcW w:w="516" w:type="dxa"/>
            <w:shd w:val="clear" w:color="auto" w:fill="auto"/>
            <w:vAlign w:val="center"/>
          </w:tcPr>
          <w:p w14:paraId="5289B306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7247" w:type="dxa"/>
            <w:shd w:val="clear" w:color="auto" w:fill="auto"/>
            <w:vAlign w:val="center"/>
          </w:tcPr>
          <w:p w14:paraId="07A5DB8E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0E4790F" w14:textId="77777777" w:rsidR="00F93FBE" w:rsidRPr="006307AF" w:rsidRDefault="00F93FBE" w:rsidP="00650C86">
            <w:pPr>
              <w:rPr>
                <w:rFonts w:cs="Arial"/>
              </w:rPr>
            </w:pPr>
          </w:p>
        </w:tc>
      </w:tr>
      <w:tr w:rsidR="00F93FBE" w:rsidRPr="006307AF" w14:paraId="229B7B54" w14:textId="77777777" w:rsidTr="00650C86">
        <w:tc>
          <w:tcPr>
            <w:tcW w:w="516" w:type="dxa"/>
            <w:shd w:val="clear" w:color="auto" w:fill="auto"/>
            <w:vAlign w:val="center"/>
          </w:tcPr>
          <w:p w14:paraId="4CB2DE42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7247" w:type="dxa"/>
            <w:shd w:val="clear" w:color="auto" w:fill="auto"/>
            <w:vAlign w:val="center"/>
          </w:tcPr>
          <w:p w14:paraId="05055B5A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98E4936" w14:textId="77777777" w:rsidR="00F93FBE" w:rsidRPr="006307AF" w:rsidRDefault="00F93FBE" w:rsidP="00650C86">
            <w:pPr>
              <w:rPr>
                <w:rFonts w:cs="Arial"/>
              </w:rPr>
            </w:pPr>
          </w:p>
        </w:tc>
      </w:tr>
    </w:tbl>
    <w:p w14:paraId="41D70FC5" w14:textId="1836FF7E" w:rsidR="00F93FBE" w:rsidRPr="006307AF" w:rsidRDefault="00F93FBE" w:rsidP="008C6738">
      <w:pPr>
        <w:ind w:left="284"/>
        <w:rPr>
          <w:rFonts w:cs="Arial"/>
        </w:rPr>
      </w:pPr>
      <w:r w:rsidRPr="006307AF">
        <w:rPr>
          <w:rFonts w:cs="Arial"/>
        </w:rPr>
        <w:br/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307AF" w:rsidRPr="006307AF">
        <w:rPr>
          <w:rFonts w:cs="Arial"/>
        </w:rPr>
        <w:t>……………………………………………………………………………………………………………………………………………</w:t>
      </w:r>
    </w:p>
    <w:p w14:paraId="7284D2A1" w14:textId="77777777" w:rsidR="00F93FBE" w:rsidRPr="006307AF" w:rsidRDefault="00F93FBE" w:rsidP="008C6738">
      <w:pPr>
        <w:ind w:left="284"/>
        <w:rPr>
          <w:rFonts w:cs="Arial"/>
          <w:b/>
        </w:rPr>
      </w:pPr>
      <w:r w:rsidRPr="006307AF">
        <w:rPr>
          <w:rFonts w:cs="Arial"/>
        </w:rPr>
        <w:br/>
      </w:r>
      <w:r w:rsidRPr="006307AF">
        <w:rPr>
          <w:rFonts w:cs="Arial"/>
          <w:b/>
        </w:rPr>
        <w:t>Dostawca:</w:t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  <w:t>Zamawiający:</w:t>
      </w:r>
    </w:p>
    <w:p w14:paraId="6C915110" w14:textId="77777777" w:rsidR="00F93FBE" w:rsidRPr="006307AF" w:rsidRDefault="00F93FBE" w:rsidP="008C6738">
      <w:pPr>
        <w:spacing w:after="120"/>
        <w:ind w:left="284"/>
        <w:rPr>
          <w:rFonts w:cs="Arial"/>
          <w:b/>
        </w:rPr>
      </w:pPr>
    </w:p>
    <w:p w14:paraId="1DDFC648" w14:textId="77777777" w:rsidR="00F93FBE" w:rsidRPr="006307AF" w:rsidRDefault="00F93FBE" w:rsidP="008C6738">
      <w:pPr>
        <w:numPr>
          <w:ilvl w:val="0"/>
          <w:numId w:val="3"/>
        </w:numPr>
        <w:spacing w:after="200" w:line="276" w:lineRule="auto"/>
        <w:contextualSpacing/>
        <w:rPr>
          <w:rFonts w:cs="Arial"/>
        </w:rPr>
      </w:pPr>
      <w:r w:rsidRPr="006307AF">
        <w:rPr>
          <w:rFonts w:cs="Arial"/>
        </w:rPr>
        <w:t xml:space="preserve">……………………. </w:t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  <w:t>2. ………………….</w:t>
      </w:r>
    </w:p>
    <w:p w14:paraId="2CC66830" w14:textId="77777777" w:rsidR="00F93FBE" w:rsidRPr="006307AF" w:rsidRDefault="00F93FBE" w:rsidP="008C6738">
      <w:pPr>
        <w:ind w:left="284"/>
        <w:rPr>
          <w:rFonts w:cs="Arial"/>
        </w:rPr>
      </w:pPr>
    </w:p>
    <w:p w14:paraId="5297BD79" w14:textId="77777777" w:rsidR="00F93FBE" w:rsidRPr="006307AF" w:rsidRDefault="00F93FBE" w:rsidP="008C6738">
      <w:pPr>
        <w:rPr>
          <w:rFonts w:cs="Arial"/>
        </w:rPr>
      </w:pP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  <w:t>3. …………………</w:t>
      </w:r>
    </w:p>
    <w:p w14:paraId="224CA21A" w14:textId="77777777" w:rsidR="00F93FBE" w:rsidRPr="006307AF" w:rsidRDefault="00F93FBE" w:rsidP="00F93FBE">
      <w:pPr>
        <w:spacing w:line="360" w:lineRule="auto"/>
        <w:rPr>
          <w:rFonts w:cs="Arial"/>
        </w:rPr>
      </w:pPr>
    </w:p>
    <w:p w14:paraId="770EE867" w14:textId="77777777" w:rsidR="00A751D3" w:rsidRDefault="00F93FBE" w:rsidP="00A751D3">
      <w:pPr>
        <w:spacing w:line="360" w:lineRule="auto"/>
        <w:rPr>
          <w:rFonts w:cs="Arial"/>
        </w:rPr>
      </w:pPr>
      <w:r w:rsidRPr="006307AF">
        <w:rPr>
          <w:rFonts w:cs="Arial"/>
        </w:rPr>
        <w:br w:type="page"/>
      </w:r>
    </w:p>
    <w:p w14:paraId="51155E14" w14:textId="77777777" w:rsidR="00A751D3" w:rsidRDefault="00A751D3" w:rsidP="00A751D3">
      <w:pPr>
        <w:spacing w:line="360" w:lineRule="auto"/>
        <w:rPr>
          <w:rFonts w:cs="Arial"/>
        </w:rPr>
      </w:pPr>
    </w:p>
    <w:p w14:paraId="2C7FBB74" w14:textId="4A52445C" w:rsidR="00A751D3" w:rsidRPr="006307AF" w:rsidRDefault="00A751D3" w:rsidP="00A751D3">
      <w:pPr>
        <w:spacing w:line="360" w:lineRule="auto"/>
        <w:rPr>
          <w:rFonts w:cs="Arial"/>
        </w:rPr>
      </w:pPr>
      <w:r>
        <w:rPr>
          <w:rFonts w:cs="Arial"/>
          <w:b/>
          <w:color w:val="092D74"/>
          <w:sz w:val="20"/>
          <w:szCs w:val="20"/>
        </w:rPr>
        <w:t xml:space="preserve">Załącznik nr 2 - </w:t>
      </w:r>
      <w:r w:rsidRPr="00A751D3">
        <w:rPr>
          <w:rFonts w:cs="Arial"/>
          <w:b/>
          <w:color w:val="092D74"/>
          <w:sz w:val="20"/>
          <w:szCs w:val="20"/>
        </w:rPr>
        <w:t>Protokół potwierdzający usunięcie wady w przedmiocie dostawy</w:t>
      </w:r>
    </w:p>
    <w:p w14:paraId="70F37C6F" w14:textId="4A0492C7" w:rsidR="00F93FBE" w:rsidRPr="006307AF" w:rsidRDefault="00F93FBE" w:rsidP="00F93FBE">
      <w:pPr>
        <w:spacing w:line="360" w:lineRule="auto"/>
        <w:rPr>
          <w:rFonts w:cs="Aria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118"/>
        <w:gridCol w:w="1092"/>
        <w:gridCol w:w="369"/>
        <w:gridCol w:w="2225"/>
      </w:tblGrid>
      <w:tr w:rsidR="006307AF" w:rsidRPr="006307AF" w14:paraId="5B812C6D" w14:textId="77777777" w:rsidTr="006307AF">
        <w:trPr>
          <w:trHeight w:val="510"/>
        </w:trPr>
        <w:tc>
          <w:tcPr>
            <w:tcW w:w="7806" w:type="dxa"/>
            <w:gridSpan w:val="4"/>
            <w:vMerge w:val="restart"/>
            <w:shd w:val="clear" w:color="auto" w:fill="auto"/>
            <w:vAlign w:val="center"/>
          </w:tcPr>
          <w:p w14:paraId="4FD48C5C" w14:textId="77777777" w:rsidR="006307AF" w:rsidRPr="006307AF" w:rsidRDefault="006307AF" w:rsidP="006307AF">
            <w:pPr>
              <w:jc w:val="center"/>
              <w:rPr>
                <w:rFonts w:cs="Arial"/>
                <w:b/>
              </w:rPr>
            </w:pPr>
          </w:p>
          <w:p w14:paraId="281983D5" w14:textId="77777777" w:rsidR="006307AF" w:rsidRPr="006307AF" w:rsidRDefault="006307AF" w:rsidP="006307AF">
            <w:pPr>
              <w:jc w:val="center"/>
              <w:rPr>
                <w:rFonts w:cs="Arial"/>
                <w:b/>
              </w:rPr>
            </w:pPr>
            <w:r w:rsidRPr="006307AF">
              <w:rPr>
                <w:rFonts w:cs="Arial"/>
                <w:b/>
                <w:sz w:val="24"/>
              </w:rPr>
              <w:t>Protokół potwierdzający usunięcie wady w przedmiocie dostawy</w:t>
            </w:r>
          </w:p>
        </w:tc>
        <w:tc>
          <w:tcPr>
            <w:tcW w:w="2225" w:type="dxa"/>
            <w:shd w:val="clear" w:color="auto" w:fill="auto"/>
            <w:vAlign w:val="center"/>
          </w:tcPr>
          <w:p w14:paraId="75E3571F" w14:textId="77777777" w:rsidR="006307AF" w:rsidRPr="006307AF" w:rsidRDefault="006307AF" w:rsidP="00650C86">
            <w:pPr>
              <w:rPr>
                <w:rFonts w:cs="Arial"/>
                <w:b/>
                <w:sz w:val="24"/>
              </w:rPr>
            </w:pPr>
            <w:r w:rsidRPr="006307AF">
              <w:rPr>
                <w:rFonts w:cs="Arial"/>
                <w:b/>
                <w:sz w:val="24"/>
              </w:rPr>
              <w:t>Nr protokołu:</w:t>
            </w:r>
          </w:p>
          <w:p w14:paraId="2D922AD0" w14:textId="1E2D2A4A" w:rsidR="006307AF" w:rsidRPr="006307AF" w:rsidRDefault="006307AF" w:rsidP="00B74865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PPUW</w:t>
            </w:r>
            <w:r w:rsidRPr="006307AF">
              <w:rPr>
                <w:rFonts w:cs="Arial"/>
                <w:vertAlign w:val="superscript"/>
              </w:rPr>
              <w:t xml:space="preserve"> </w:t>
            </w:r>
            <w:r w:rsidRPr="006307AF">
              <w:rPr>
                <w:rFonts w:cs="Arial"/>
              </w:rPr>
              <w:t xml:space="preserve">nr </w:t>
            </w:r>
            <w:r w:rsidRPr="006307AF">
              <w:rPr>
                <w:rFonts w:cs="Arial"/>
                <w:b/>
              </w:rPr>
              <w:t>xxx</w:t>
            </w:r>
            <w:r w:rsidRPr="006307AF">
              <w:rPr>
                <w:rFonts w:cs="Arial"/>
              </w:rPr>
              <w:t xml:space="preserve">/nr </w:t>
            </w:r>
            <w:r w:rsidR="00B74865">
              <w:rPr>
                <w:rFonts w:cs="Arial"/>
              </w:rPr>
              <w:t>U</w:t>
            </w:r>
            <w:r w:rsidRPr="006307AF">
              <w:rPr>
                <w:rFonts w:cs="Arial"/>
              </w:rPr>
              <w:t>mowy, zamówienia</w:t>
            </w:r>
          </w:p>
        </w:tc>
      </w:tr>
      <w:tr w:rsidR="006307AF" w:rsidRPr="006307AF" w14:paraId="4ECB2DF3" w14:textId="77777777" w:rsidTr="00E840A9">
        <w:trPr>
          <w:trHeight w:val="510"/>
        </w:trPr>
        <w:tc>
          <w:tcPr>
            <w:tcW w:w="7806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55E0BF1B" w14:textId="77777777" w:rsidR="006307AF" w:rsidRPr="006307AF" w:rsidRDefault="006307AF" w:rsidP="00650C8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2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104F9E" w14:textId="77777777" w:rsidR="006307AF" w:rsidRPr="006307AF" w:rsidRDefault="006307AF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  <w:sz w:val="24"/>
              </w:rPr>
              <w:t xml:space="preserve">Data: </w:t>
            </w:r>
          </w:p>
        </w:tc>
      </w:tr>
      <w:tr w:rsidR="00F93FBE" w:rsidRPr="006307AF" w14:paraId="6508A589" w14:textId="77777777" w:rsidTr="00650C86"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AE9D0A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Nr Umowy/zamówienia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CB79B3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01632EE0" w14:textId="77777777" w:rsidTr="00650C86">
        <w:tc>
          <w:tcPr>
            <w:tcW w:w="3227" w:type="dxa"/>
            <w:shd w:val="clear" w:color="auto" w:fill="auto"/>
            <w:vAlign w:val="center"/>
          </w:tcPr>
          <w:p w14:paraId="17C36CFC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Tytuł Umowy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3F38CED2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1C7E09F6" w14:textId="77777777" w:rsidTr="00650C86">
        <w:tc>
          <w:tcPr>
            <w:tcW w:w="3227" w:type="dxa"/>
            <w:shd w:val="clear" w:color="auto" w:fill="auto"/>
            <w:vAlign w:val="center"/>
          </w:tcPr>
          <w:p w14:paraId="550A0005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Dostawca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7BAFA5F1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306FAA49" w14:textId="77777777" w:rsidTr="00650C86">
        <w:tc>
          <w:tcPr>
            <w:tcW w:w="3227" w:type="dxa"/>
            <w:shd w:val="clear" w:color="auto" w:fill="auto"/>
            <w:vAlign w:val="center"/>
          </w:tcPr>
          <w:p w14:paraId="2A50DC23" w14:textId="1B8FC1C9" w:rsidR="00F93FBE" w:rsidRPr="006307AF" w:rsidRDefault="00F93FBE" w:rsidP="001C22E8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 xml:space="preserve">Zakład </w:t>
            </w:r>
            <w:r w:rsidR="001C22E8">
              <w:rPr>
                <w:rFonts w:cs="Arial"/>
                <w:b/>
              </w:rPr>
              <w:t>Zama</w:t>
            </w:r>
            <w:r w:rsidR="00EA598F">
              <w:rPr>
                <w:rFonts w:cs="Arial"/>
                <w:b/>
              </w:rPr>
              <w:t>w</w:t>
            </w:r>
            <w:r w:rsidR="001C22E8">
              <w:rPr>
                <w:rFonts w:cs="Arial"/>
                <w:b/>
              </w:rPr>
              <w:t>iającego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7B1A0646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47E0EC01" w14:textId="77777777" w:rsidTr="00650C86">
        <w:tc>
          <w:tcPr>
            <w:tcW w:w="3227" w:type="dxa"/>
            <w:shd w:val="clear" w:color="auto" w:fill="auto"/>
            <w:vAlign w:val="center"/>
          </w:tcPr>
          <w:p w14:paraId="46E479ED" w14:textId="34BD073D" w:rsidR="00F93FBE" w:rsidRPr="006307AF" w:rsidRDefault="00F93FBE" w:rsidP="001C22E8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 xml:space="preserve">Kierownik projektu </w:t>
            </w:r>
            <w:r w:rsidR="001C22E8">
              <w:rPr>
                <w:rFonts w:cs="Arial"/>
                <w:b/>
              </w:rPr>
              <w:t>Zamawiającego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462656E8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  <w:tr w:rsidR="00F93FBE" w:rsidRPr="006307AF" w14:paraId="7AEFE9DE" w14:textId="77777777" w:rsidTr="00650C86">
        <w:tc>
          <w:tcPr>
            <w:tcW w:w="3227" w:type="dxa"/>
            <w:shd w:val="clear" w:color="auto" w:fill="auto"/>
            <w:vAlign w:val="center"/>
          </w:tcPr>
          <w:p w14:paraId="1ACAC785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Obiekt/instalacja/urządzenie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054F508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06492B32" w14:textId="77777777" w:rsidR="00F93FBE" w:rsidRPr="006307AF" w:rsidRDefault="00F93FBE" w:rsidP="00650C86">
            <w:pPr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KKS</w:t>
            </w:r>
          </w:p>
        </w:tc>
        <w:tc>
          <w:tcPr>
            <w:tcW w:w="2594" w:type="dxa"/>
            <w:gridSpan w:val="2"/>
            <w:shd w:val="clear" w:color="auto" w:fill="auto"/>
            <w:vAlign w:val="center"/>
          </w:tcPr>
          <w:p w14:paraId="400AD73C" w14:textId="77777777" w:rsidR="00F93FBE" w:rsidRPr="006307AF" w:rsidRDefault="00F93FBE" w:rsidP="00650C86">
            <w:pPr>
              <w:rPr>
                <w:rFonts w:cs="Arial"/>
                <w:b/>
              </w:rPr>
            </w:pPr>
          </w:p>
        </w:tc>
      </w:tr>
    </w:tbl>
    <w:p w14:paraId="60EBD804" w14:textId="77777777" w:rsidR="00F93FBE" w:rsidRPr="006307AF" w:rsidRDefault="00F93FBE" w:rsidP="00F93FBE">
      <w:pPr>
        <w:spacing w:after="60"/>
        <w:rPr>
          <w:rFonts w:cs="Arial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567"/>
        <w:gridCol w:w="2268"/>
        <w:gridCol w:w="2693"/>
        <w:gridCol w:w="2410"/>
      </w:tblGrid>
      <w:tr w:rsidR="00F93FBE" w:rsidRPr="006307AF" w14:paraId="623B9CAE" w14:textId="77777777" w:rsidTr="00650C86">
        <w:tc>
          <w:tcPr>
            <w:tcW w:w="2127" w:type="dxa"/>
            <w:shd w:val="clear" w:color="auto" w:fill="auto"/>
            <w:vAlign w:val="center"/>
          </w:tcPr>
          <w:p w14:paraId="52CB00B9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E788EE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Lp.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7CF67D" w14:textId="4C3BD800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 xml:space="preserve">Imię </w:t>
            </w:r>
            <w:r w:rsidR="00C43D9F">
              <w:rPr>
                <w:rFonts w:cs="Arial"/>
              </w:rPr>
              <w:t xml:space="preserve">i </w:t>
            </w:r>
            <w:r w:rsidRPr="006307AF">
              <w:rPr>
                <w:rFonts w:cs="Arial"/>
              </w:rPr>
              <w:t>Nazwisko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E09060F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Firma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3A2F76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Stanowisko</w:t>
            </w:r>
          </w:p>
        </w:tc>
      </w:tr>
      <w:tr w:rsidR="00F93FBE" w:rsidRPr="006307AF" w14:paraId="133F0F02" w14:textId="77777777" w:rsidTr="00650C86">
        <w:tc>
          <w:tcPr>
            <w:tcW w:w="2127" w:type="dxa"/>
            <w:shd w:val="clear" w:color="auto" w:fill="auto"/>
            <w:vAlign w:val="center"/>
          </w:tcPr>
          <w:p w14:paraId="23F69EBF" w14:textId="77777777" w:rsidR="00F93FBE" w:rsidRPr="006307AF" w:rsidRDefault="00F93FBE" w:rsidP="00650C86">
            <w:pPr>
              <w:spacing w:line="360" w:lineRule="auto"/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Dostawca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34CF91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0BC0C5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DEF3043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C1B6D5C" w14:textId="77777777" w:rsidR="00F93FBE" w:rsidRPr="006307AF" w:rsidRDefault="00F93FBE" w:rsidP="00650C86">
            <w:pPr>
              <w:rPr>
                <w:rFonts w:cs="Arial"/>
              </w:rPr>
            </w:pPr>
          </w:p>
        </w:tc>
      </w:tr>
      <w:tr w:rsidR="00F93FBE" w:rsidRPr="006307AF" w14:paraId="3F1C4DB3" w14:textId="77777777" w:rsidTr="00650C86">
        <w:tc>
          <w:tcPr>
            <w:tcW w:w="2127" w:type="dxa"/>
            <w:shd w:val="clear" w:color="auto" w:fill="auto"/>
            <w:vAlign w:val="center"/>
          </w:tcPr>
          <w:p w14:paraId="752F761F" w14:textId="77777777" w:rsidR="00F93FBE" w:rsidRPr="006307AF" w:rsidRDefault="00F93FBE" w:rsidP="00650C86">
            <w:pPr>
              <w:spacing w:line="360" w:lineRule="auto"/>
              <w:rPr>
                <w:rFonts w:cs="Arial"/>
                <w:b/>
              </w:rPr>
            </w:pPr>
            <w:r w:rsidRPr="006307AF">
              <w:rPr>
                <w:rFonts w:cs="Arial"/>
                <w:b/>
              </w:rPr>
              <w:t>Zamawiający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D37E85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A98684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9A3366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4B2816F" w14:textId="77777777" w:rsidR="00F93FBE" w:rsidRPr="006307AF" w:rsidRDefault="00F93FBE" w:rsidP="00650C86">
            <w:pPr>
              <w:spacing w:line="360" w:lineRule="auto"/>
              <w:rPr>
                <w:rFonts w:cs="Arial"/>
                <w:i/>
              </w:rPr>
            </w:pPr>
            <w:r w:rsidRPr="006307AF">
              <w:rPr>
                <w:rFonts w:cs="Arial"/>
                <w:i/>
              </w:rPr>
              <w:t>Przedstawiciel Spółki/ Oddziału</w:t>
            </w:r>
          </w:p>
        </w:tc>
      </w:tr>
      <w:tr w:rsidR="00F93FBE" w:rsidRPr="006307AF" w14:paraId="197505B8" w14:textId="77777777" w:rsidTr="00650C86">
        <w:tc>
          <w:tcPr>
            <w:tcW w:w="2127" w:type="dxa"/>
            <w:shd w:val="clear" w:color="auto" w:fill="auto"/>
            <w:vAlign w:val="center"/>
          </w:tcPr>
          <w:p w14:paraId="3BDDA5B8" w14:textId="77777777" w:rsidR="00F93FBE" w:rsidRPr="006307AF" w:rsidRDefault="00F93FBE" w:rsidP="00650C86">
            <w:pPr>
              <w:spacing w:line="360" w:lineRule="auto"/>
              <w:rPr>
                <w:rFonts w:cs="Arial"/>
              </w:rPr>
            </w:pPr>
            <w:r w:rsidRPr="006307AF">
              <w:rPr>
                <w:rFonts w:cs="Arial"/>
                <w:b/>
              </w:rPr>
              <w:t>Zamawiający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2B4794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65DA66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2784888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B835C34" w14:textId="1E067F02" w:rsidR="00F93FBE" w:rsidRPr="006307AF" w:rsidRDefault="0038117B" w:rsidP="00650C86">
            <w:pPr>
              <w:spacing w:line="360" w:lineRule="auto"/>
              <w:rPr>
                <w:rFonts w:cs="Arial"/>
                <w:i/>
              </w:rPr>
            </w:pPr>
            <w:r w:rsidRPr="006307AF">
              <w:rPr>
                <w:rFonts w:cs="Arial"/>
                <w:i/>
              </w:rPr>
              <w:t>Przedstawiciel Spółki/ Oddziału</w:t>
            </w:r>
          </w:p>
        </w:tc>
      </w:tr>
    </w:tbl>
    <w:p w14:paraId="39691A9E" w14:textId="77777777" w:rsidR="00F93FBE" w:rsidRPr="006307AF" w:rsidRDefault="00F93FBE" w:rsidP="00F93FBE">
      <w:pPr>
        <w:spacing w:after="60"/>
        <w:rPr>
          <w:rFonts w:cs="Arial"/>
        </w:rPr>
      </w:pPr>
    </w:p>
    <w:p w14:paraId="102EF0C6" w14:textId="77777777" w:rsidR="00F93FBE" w:rsidRPr="006307AF" w:rsidRDefault="00F93FBE" w:rsidP="00F93FBE">
      <w:pPr>
        <w:rPr>
          <w:rFonts w:cs="Arial"/>
        </w:rPr>
      </w:pPr>
      <w:r w:rsidRPr="006307AF">
        <w:rPr>
          <w:rFonts w:cs="Arial"/>
        </w:rPr>
        <w:t>Na podstawie niniejszego protokołu stwierdzono, że niżej wymienione wady w przedmiocie dostawy zostały usunięte: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7105"/>
        <w:gridCol w:w="2410"/>
      </w:tblGrid>
      <w:tr w:rsidR="00F93FBE" w:rsidRPr="006307AF" w14:paraId="4E1643CD" w14:textId="77777777" w:rsidTr="00650C86">
        <w:tc>
          <w:tcPr>
            <w:tcW w:w="516" w:type="dxa"/>
            <w:shd w:val="clear" w:color="auto" w:fill="auto"/>
            <w:vAlign w:val="center"/>
          </w:tcPr>
          <w:p w14:paraId="73D79971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Lp.</w:t>
            </w:r>
          </w:p>
        </w:tc>
        <w:tc>
          <w:tcPr>
            <w:tcW w:w="7105" w:type="dxa"/>
            <w:shd w:val="clear" w:color="auto" w:fill="auto"/>
            <w:vAlign w:val="center"/>
          </w:tcPr>
          <w:p w14:paraId="31268920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Opis wady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675AE1" w14:textId="77777777" w:rsidR="00F93FBE" w:rsidRPr="006307AF" w:rsidRDefault="00F93FBE" w:rsidP="00650C86">
            <w:pPr>
              <w:rPr>
                <w:rFonts w:cs="Arial"/>
              </w:rPr>
            </w:pPr>
            <w:r w:rsidRPr="006307AF">
              <w:rPr>
                <w:rFonts w:cs="Arial"/>
              </w:rPr>
              <w:t>Rzeczywisty termin usunięcia wady</w:t>
            </w:r>
          </w:p>
        </w:tc>
      </w:tr>
      <w:tr w:rsidR="00F93FBE" w:rsidRPr="006307AF" w14:paraId="06148CA3" w14:textId="77777777" w:rsidTr="00650C86">
        <w:tc>
          <w:tcPr>
            <w:tcW w:w="516" w:type="dxa"/>
            <w:shd w:val="clear" w:color="auto" w:fill="auto"/>
            <w:vAlign w:val="center"/>
          </w:tcPr>
          <w:p w14:paraId="4733F60D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7105" w:type="dxa"/>
            <w:shd w:val="clear" w:color="auto" w:fill="auto"/>
            <w:vAlign w:val="center"/>
          </w:tcPr>
          <w:p w14:paraId="2F731DC0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E491E19" w14:textId="77777777" w:rsidR="00F93FBE" w:rsidRPr="006307AF" w:rsidRDefault="00F93FBE" w:rsidP="00650C86">
            <w:pPr>
              <w:rPr>
                <w:rFonts w:cs="Arial"/>
              </w:rPr>
            </w:pPr>
          </w:p>
        </w:tc>
      </w:tr>
      <w:tr w:rsidR="00F93FBE" w:rsidRPr="006307AF" w14:paraId="0D33764E" w14:textId="77777777" w:rsidTr="00650C86">
        <w:tc>
          <w:tcPr>
            <w:tcW w:w="516" w:type="dxa"/>
            <w:shd w:val="clear" w:color="auto" w:fill="auto"/>
            <w:vAlign w:val="center"/>
          </w:tcPr>
          <w:p w14:paraId="5D63FDE3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7105" w:type="dxa"/>
            <w:shd w:val="clear" w:color="auto" w:fill="auto"/>
            <w:vAlign w:val="center"/>
          </w:tcPr>
          <w:p w14:paraId="600FE1E7" w14:textId="77777777" w:rsidR="00F93FBE" w:rsidRPr="006307AF" w:rsidRDefault="00F93FBE" w:rsidP="00650C86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C5A3F18" w14:textId="77777777" w:rsidR="00F93FBE" w:rsidRPr="006307AF" w:rsidRDefault="00F93FBE" w:rsidP="00650C86">
            <w:pPr>
              <w:rPr>
                <w:rFonts w:cs="Arial"/>
              </w:rPr>
            </w:pPr>
          </w:p>
        </w:tc>
      </w:tr>
    </w:tbl>
    <w:p w14:paraId="0A4E481C" w14:textId="5E01B1F5" w:rsidR="00F93FBE" w:rsidRPr="006307AF" w:rsidRDefault="00F93FBE" w:rsidP="008C6738">
      <w:pPr>
        <w:ind w:left="284"/>
        <w:rPr>
          <w:rFonts w:cs="Arial"/>
        </w:rPr>
      </w:pPr>
      <w:r w:rsidRPr="006307AF">
        <w:rPr>
          <w:rFonts w:cs="Arial"/>
        </w:rPr>
        <w:br/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307AF" w:rsidRPr="006307AF">
        <w:rPr>
          <w:rFonts w:cs="Arial"/>
        </w:rPr>
        <w:t>……………………………………………………………………………………………………………………………………………</w:t>
      </w:r>
    </w:p>
    <w:p w14:paraId="78310F5E" w14:textId="77777777" w:rsidR="00F93FBE" w:rsidRPr="006307AF" w:rsidRDefault="00F93FBE" w:rsidP="008C6738">
      <w:pPr>
        <w:ind w:left="284"/>
        <w:rPr>
          <w:rFonts w:cs="Arial"/>
          <w:b/>
        </w:rPr>
      </w:pPr>
    </w:p>
    <w:p w14:paraId="0D278801" w14:textId="77777777" w:rsidR="00F93FBE" w:rsidRPr="006307AF" w:rsidRDefault="00F93FBE" w:rsidP="008C6738">
      <w:pPr>
        <w:ind w:left="284"/>
        <w:rPr>
          <w:rFonts w:cs="Arial"/>
          <w:b/>
        </w:rPr>
      </w:pPr>
      <w:r w:rsidRPr="006307AF">
        <w:rPr>
          <w:rFonts w:cs="Arial"/>
          <w:b/>
        </w:rPr>
        <w:t>Dostawca:</w:t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</w:r>
      <w:r w:rsidRPr="006307AF">
        <w:rPr>
          <w:rFonts w:cs="Arial"/>
          <w:b/>
        </w:rPr>
        <w:tab/>
        <w:t>Zamawiający:</w:t>
      </w:r>
    </w:p>
    <w:p w14:paraId="409955C5" w14:textId="77777777" w:rsidR="00F93FBE" w:rsidRPr="006307AF" w:rsidRDefault="00F93FBE" w:rsidP="008C6738">
      <w:pPr>
        <w:ind w:left="284"/>
        <w:rPr>
          <w:rFonts w:cs="Arial"/>
          <w:b/>
        </w:rPr>
      </w:pPr>
    </w:p>
    <w:p w14:paraId="557C4460" w14:textId="4AB6B6A5" w:rsidR="00F93FBE" w:rsidRPr="006307AF" w:rsidRDefault="00F93FBE" w:rsidP="008C6738">
      <w:pPr>
        <w:numPr>
          <w:ilvl w:val="0"/>
          <w:numId w:val="4"/>
        </w:numPr>
        <w:spacing w:after="200" w:line="276" w:lineRule="auto"/>
        <w:contextualSpacing/>
        <w:rPr>
          <w:rFonts w:cs="Arial"/>
        </w:rPr>
      </w:pPr>
      <w:r w:rsidRPr="006307AF">
        <w:rPr>
          <w:rFonts w:cs="Arial"/>
        </w:rPr>
        <w:t xml:space="preserve">……………………. </w:t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  <w:t>2. ………………….</w:t>
      </w:r>
    </w:p>
    <w:p w14:paraId="1B58009A" w14:textId="77777777" w:rsidR="00F93FBE" w:rsidRPr="006307AF" w:rsidRDefault="00F93FBE" w:rsidP="008C6738">
      <w:pPr>
        <w:ind w:left="284"/>
        <w:rPr>
          <w:rFonts w:cs="Arial"/>
        </w:rPr>
      </w:pPr>
    </w:p>
    <w:p w14:paraId="1A1BD2BD" w14:textId="77777777" w:rsidR="00F93FBE" w:rsidRPr="006307AF" w:rsidRDefault="00F93FBE" w:rsidP="008C6738">
      <w:pPr>
        <w:rPr>
          <w:rFonts w:cs="Arial"/>
        </w:rPr>
      </w:pP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</w:r>
      <w:r w:rsidRPr="006307AF">
        <w:rPr>
          <w:rFonts w:cs="Arial"/>
        </w:rPr>
        <w:tab/>
        <w:t>3. …………………</w:t>
      </w:r>
    </w:p>
    <w:p w14:paraId="38705861" w14:textId="77777777" w:rsidR="00F93FBE" w:rsidRPr="006307AF" w:rsidRDefault="00F93FBE" w:rsidP="00F93FBE">
      <w:pPr>
        <w:spacing w:after="200"/>
        <w:rPr>
          <w:rFonts w:cs="Arial"/>
        </w:rPr>
      </w:pPr>
    </w:p>
    <w:p w14:paraId="240A6B46" w14:textId="77777777" w:rsidR="00BD0716" w:rsidRPr="008C6738" w:rsidRDefault="00BD0716" w:rsidP="00F93FBE"/>
    <w:sectPr w:rsidR="00BD0716" w:rsidRPr="008C6738" w:rsidSect="00852762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567" w:right="991" w:bottom="993" w:left="993" w:header="567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5C613" w14:textId="77777777" w:rsidR="00E25B85" w:rsidRDefault="00E25B85" w:rsidP="00BD627E">
      <w:r>
        <w:separator/>
      </w:r>
    </w:p>
    <w:p w14:paraId="34FC6F37" w14:textId="77777777" w:rsidR="00E25B85" w:rsidRDefault="00E25B85"/>
  </w:endnote>
  <w:endnote w:type="continuationSeparator" w:id="0">
    <w:p w14:paraId="5ACD9E53" w14:textId="77777777" w:rsidR="00E25B85" w:rsidRDefault="00E25B85" w:rsidP="00BD627E">
      <w:r>
        <w:continuationSeparator/>
      </w:r>
    </w:p>
    <w:p w14:paraId="1D3FB949" w14:textId="77777777" w:rsidR="00E25B85" w:rsidRDefault="00E25B85"/>
  </w:endnote>
  <w:endnote w:type="continuationNotice" w:id="1">
    <w:p w14:paraId="00618BC0" w14:textId="77777777" w:rsidR="00E25B85" w:rsidRDefault="00E25B85"/>
    <w:p w14:paraId="393AF4B4" w14:textId="77777777" w:rsidR="00E25B85" w:rsidRDefault="00E25B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2843437"/>
      <w:docPartObj>
        <w:docPartGallery w:val="Page Numbers (Bottom of Page)"/>
        <w:docPartUnique/>
      </w:docPartObj>
    </w:sdtPr>
    <w:sdtContent>
      <w:sdt>
        <w:sdtPr>
          <w:id w:val="60453679"/>
          <w:docPartObj>
            <w:docPartGallery w:val="Page Numbers (Top of Page)"/>
            <w:docPartUnique/>
          </w:docPartObj>
        </w:sdtPr>
        <w:sdtContent>
          <w:p w14:paraId="23905B6C" w14:textId="43D6321C" w:rsidR="00C22A29" w:rsidRPr="00487409" w:rsidRDefault="00C22A29" w:rsidP="008C6738">
            <w:pPr>
              <w:jc w:val="center"/>
              <w:rPr>
                <w:i/>
                <w:sz w:val="12"/>
              </w:rPr>
            </w:pPr>
          </w:p>
          <w:p w14:paraId="321DFD39" w14:textId="23E85AE5" w:rsidR="00D03D9C" w:rsidRDefault="00D03D9C" w:rsidP="008C6738">
            <w:pPr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73471F">
              <w:rPr>
                <w:rFonts w:cs="Arial"/>
                <w:b/>
                <w:bCs/>
                <w:noProof/>
                <w:sz w:val="16"/>
              </w:rPr>
              <w:t>1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73471F">
              <w:rPr>
                <w:rFonts w:cs="Arial"/>
                <w:b/>
                <w:bCs/>
                <w:noProof/>
                <w:sz w:val="16"/>
              </w:rPr>
              <w:t>6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21DFD3A" w14:textId="77777777" w:rsidR="00243D7F" w:rsidRDefault="00243D7F" w:rsidP="008C6738"/>
  <w:p w14:paraId="321DFD3B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3463948"/>
      <w:docPartObj>
        <w:docPartGallery w:val="Page Numbers (Bottom of Page)"/>
        <w:docPartUnique/>
      </w:docPartObj>
    </w:sdtPr>
    <w:sdtContent>
      <w:sdt>
        <w:sdtPr>
          <w:id w:val="1734359150"/>
          <w:docPartObj>
            <w:docPartGallery w:val="Page Numbers (Top of Page)"/>
            <w:docPartUnique/>
          </w:docPartObj>
        </w:sdtPr>
        <w:sdtContent>
          <w:p w14:paraId="4CE21E07" w14:textId="08DB3F2C" w:rsidR="00DE14C9" w:rsidRDefault="00DE14C9" w:rsidP="008C6738">
            <w:pPr>
              <w:jc w:val="center"/>
            </w:pPr>
            <w:r w:rsidRPr="00DE14C9">
              <w:rPr>
                <w:sz w:val="16"/>
                <w:szCs w:val="16"/>
              </w:rPr>
              <w:t xml:space="preserve">Strona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PAGE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 w:rsidR="00686425">
              <w:rPr>
                <w:b/>
                <w:bCs/>
                <w:noProof/>
                <w:sz w:val="16"/>
                <w:szCs w:val="16"/>
              </w:rPr>
              <w:t>1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  <w:r w:rsidRPr="00DE14C9">
              <w:rPr>
                <w:sz w:val="16"/>
                <w:szCs w:val="16"/>
              </w:rPr>
              <w:t xml:space="preserve"> z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NUMPAGES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 w:rsidR="006D136E">
              <w:rPr>
                <w:b/>
                <w:bCs/>
                <w:noProof/>
                <w:sz w:val="16"/>
                <w:szCs w:val="16"/>
              </w:rPr>
              <w:t>8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91D19A6" w14:textId="77777777" w:rsidR="0031709F" w:rsidRDefault="0031709F" w:rsidP="008C673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67328" w14:textId="77777777" w:rsidR="00E25B85" w:rsidRDefault="00E25B85" w:rsidP="00BD627E">
      <w:r>
        <w:separator/>
      </w:r>
    </w:p>
    <w:p w14:paraId="668CA357" w14:textId="77777777" w:rsidR="00E25B85" w:rsidRDefault="00E25B85"/>
  </w:footnote>
  <w:footnote w:type="continuationSeparator" w:id="0">
    <w:p w14:paraId="435BBDAB" w14:textId="77777777" w:rsidR="00E25B85" w:rsidRDefault="00E25B85" w:rsidP="00BD627E">
      <w:r>
        <w:continuationSeparator/>
      </w:r>
    </w:p>
    <w:p w14:paraId="31882B34" w14:textId="77777777" w:rsidR="00E25B85" w:rsidRDefault="00E25B85"/>
  </w:footnote>
  <w:footnote w:type="continuationNotice" w:id="1">
    <w:p w14:paraId="01531E00" w14:textId="77777777" w:rsidR="00E25B85" w:rsidRDefault="00E25B85"/>
    <w:p w14:paraId="6CB290B5" w14:textId="77777777" w:rsidR="00E25B85" w:rsidRDefault="00E25B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8A1F0" w14:textId="5ACCABB6" w:rsidR="00455B9F" w:rsidRDefault="00455B9F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7968" behindDoc="0" locked="0" layoutInCell="1" allowOverlap="1" wp14:anchorId="78E44971" wp14:editId="3F4A24C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45440"/>
              <wp:effectExtent l="0" t="0" r="0" b="16510"/>
              <wp:wrapNone/>
              <wp:docPr id="372772714" name="Pole tekstowe 2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827A84" w14:textId="75A2E328" w:rsidR="00455B9F" w:rsidRPr="00455B9F" w:rsidRDefault="00455B9F" w:rsidP="00455B9F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455B9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E4497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" style="position:absolute;margin-left:72.15pt;margin-top:0;width:123.35pt;height:27.2pt;z-index:25166796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" filled="f" stroked="f">
              <v:textbox style="mso-fit-shape-to-text:t" inset="0,15pt,20pt,0">
                <w:txbxContent>
                  <w:p w14:paraId="31827A84" w14:textId="75A2E328" w:rsidR="00455B9F" w:rsidRPr="00455B9F" w:rsidRDefault="00455B9F" w:rsidP="00455B9F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455B9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76" w:type="dxa"/>
      <w:tblLook w:val="04A0" w:firstRow="1" w:lastRow="0" w:firstColumn="1" w:lastColumn="0" w:noHBand="0" w:noVBand="1"/>
    </w:tblPr>
    <w:tblGrid>
      <w:gridCol w:w="1937"/>
      <w:gridCol w:w="6101"/>
      <w:gridCol w:w="2060"/>
    </w:tblGrid>
    <w:tr w:rsidR="00184EAD" w:rsidRPr="00184EAD" w14:paraId="4447EE34" w14:textId="77777777" w:rsidTr="00502667">
      <w:trPr>
        <w:trHeight w:val="841"/>
      </w:trPr>
      <w:tc>
        <w:tcPr>
          <w:tcW w:w="1937" w:type="dxa"/>
        </w:tcPr>
        <w:p w14:paraId="56B5161C" w14:textId="5946F1E2" w:rsidR="00686425" w:rsidRPr="00E3049C" w:rsidRDefault="00686425" w:rsidP="00686425">
          <w:pPr>
            <w:tabs>
              <w:tab w:val="left" w:pos="3840"/>
            </w:tabs>
            <w:rPr>
              <w:sz w:val="16"/>
              <w:szCs w:val="16"/>
            </w:rPr>
          </w:pPr>
          <w:r w:rsidRPr="00E3049C">
            <w:rPr>
              <w:rFonts w:cs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58752" behindDoc="0" locked="0" layoutInCell="1" allowOverlap="1" wp14:anchorId="4A951097" wp14:editId="11BA4DC9">
                <wp:simplePos x="0" y="0"/>
                <wp:positionH relativeFrom="column">
                  <wp:posOffset>-61950</wp:posOffset>
                </wp:positionH>
                <wp:positionV relativeFrom="paragraph">
                  <wp:posOffset>15265</wp:posOffset>
                </wp:positionV>
                <wp:extent cx="1035050" cy="506095"/>
                <wp:effectExtent l="19050" t="19050" r="12700" b="27305"/>
                <wp:wrapNone/>
                <wp:docPr id="28" name="Obraz 0" descr="znak_PGE-godlo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0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506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01" w:type="dxa"/>
        </w:tcPr>
        <w:p w14:paraId="7C1E25A8" w14:textId="77777777" w:rsidR="00686425" w:rsidRPr="00CA3980" w:rsidRDefault="00686425" w:rsidP="00686425">
          <w:pPr>
            <w:jc w:val="right"/>
            <w:rPr>
              <w:rFonts w:cs="Arial"/>
              <w:b/>
              <w:sz w:val="14"/>
            </w:rPr>
          </w:pPr>
        </w:p>
        <w:p w14:paraId="718A41F5" w14:textId="47217988" w:rsidR="00A751D3" w:rsidRPr="00CA3980" w:rsidRDefault="00CA3980" w:rsidP="00CA3980">
          <w:pPr>
            <w:pStyle w:val="Default"/>
            <w:jc w:val="right"/>
            <w:rPr>
              <w:sz w:val="28"/>
            </w:rPr>
          </w:pPr>
          <w:r w:rsidRPr="00CA3980">
            <w:rPr>
              <w:rFonts w:ascii="Arial" w:eastAsia="Calibri" w:hAnsi="Arial" w:cs="Arial"/>
              <w:color w:val="auto"/>
              <w:sz w:val="14"/>
              <w:szCs w:val="16"/>
              <w:lang w:eastAsia="en-US"/>
            </w:rPr>
            <w:t xml:space="preserve">OPZ </w:t>
          </w:r>
          <w:r w:rsidR="001B6034" w:rsidRPr="001B6034">
            <w:rPr>
              <w:rFonts w:ascii="Arial" w:eastAsia="Calibri" w:hAnsi="Arial" w:cs="Arial"/>
              <w:color w:val="auto"/>
              <w:sz w:val="14"/>
              <w:szCs w:val="16"/>
              <w:lang w:eastAsia="en-US"/>
            </w:rPr>
            <w:t>Zakup materiałów do instalacji odpopielania K1, K4, K6, SW1, SW2 w PGE Energia Ciepła S.A. Oddział Wybrzeże w Gdańsku</w:t>
          </w:r>
        </w:p>
      </w:tc>
      <w:tc>
        <w:tcPr>
          <w:tcW w:w="2060" w:type="dxa"/>
        </w:tcPr>
        <w:p w14:paraId="60114059" w14:textId="057C9D62" w:rsidR="00686425" w:rsidRPr="00184EAD" w:rsidRDefault="00EA598F" w:rsidP="00686425">
          <w:pPr>
            <w:tabs>
              <w:tab w:val="left" w:pos="3840"/>
            </w:tabs>
            <w:rPr>
              <w:sz w:val="16"/>
              <w:szCs w:val="16"/>
            </w:rPr>
          </w:pPr>
          <w:r w:rsidRPr="00184EAD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45C9EE4E" wp14:editId="1A2C2A19">
                    <wp:simplePos x="0" y="0"/>
                    <wp:positionH relativeFrom="margin">
                      <wp:posOffset>10795</wp:posOffset>
                    </wp:positionH>
                    <wp:positionV relativeFrom="paragraph">
                      <wp:posOffset>60325</wp:posOffset>
                    </wp:positionV>
                    <wp:extent cx="1695450" cy="325120"/>
                    <wp:effectExtent l="0" t="0" r="19050" b="17780"/>
                    <wp:wrapNone/>
                    <wp:docPr id="9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0" cy="3251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FE1D41" w14:textId="3B65341C" w:rsidR="00686425" w:rsidRPr="00502667" w:rsidRDefault="00686425" w:rsidP="002A6BCE">
                                <w:pPr>
                                  <w:rPr>
                                    <w:sz w:val="14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5C9EE4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7" type="#_x0000_t202" style="position:absolute;margin-left:.85pt;margin-top:4.75pt;width:133.5pt;height:25.6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" strokecolor="white" strokeweight="0">
                    <v:textbox>
                      <w:txbxContent>
                        <w:p w14:paraId="53FE1D41" w14:textId="3B65341C" w:rsidR="00686425" w:rsidRPr="00502667" w:rsidRDefault="00686425" w:rsidP="002A6BCE">
                          <w:pPr>
                            <w:rPr>
                              <w:sz w:val="14"/>
                              <w:szCs w:val="16"/>
                            </w:rPr>
                          </w:pP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  <w:p w14:paraId="10DE895A" w14:textId="21F0F182" w:rsidR="00686425" w:rsidRPr="00184EAD" w:rsidRDefault="00686425" w:rsidP="00686425">
          <w:pPr>
            <w:ind w:firstLine="708"/>
          </w:pPr>
        </w:p>
      </w:tc>
    </w:tr>
  </w:tbl>
  <w:p w14:paraId="26749D4F" w14:textId="0CDE9798" w:rsidR="00A919F0" w:rsidRPr="00686425" w:rsidRDefault="00502667" w:rsidP="00686425">
    <w:pPr>
      <w:tabs>
        <w:tab w:val="center" w:pos="4536"/>
        <w:tab w:val="right" w:pos="9072"/>
      </w:tabs>
      <w:rPr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51D0D146" wp14:editId="52F94877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572250" cy="0"/>
              <wp:effectExtent l="0" t="0" r="19050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D1F35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-.05pt;width:517.5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" strokecolor="#7297ce"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CEF5F" w14:textId="5BD296CD" w:rsidR="0031709F" w:rsidRDefault="00455B9F" w:rsidP="008C6738">
    <w:r>
      <w:rPr>
        <w:noProof/>
      </w:rPr>
      <mc:AlternateContent>
        <mc:Choice Requires="wps">
          <w:drawing>
            <wp:anchor distT="0" distB="0" distL="0" distR="0" simplePos="0" relativeHeight="251666944" behindDoc="0" locked="0" layoutInCell="1" allowOverlap="1" wp14:anchorId="38F02A50" wp14:editId="13C450F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45440"/>
              <wp:effectExtent l="0" t="0" r="0" b="16510"/>
              <wp:wrapNone/>
              <wp:docPr id="1759221968" name="Pole tekstowe 1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FCC386" w14:textId="60E5BD20" w:rsidR="00455B9F" w:rsidRPr="00455B9F" w:rsidRDefault="00455B9F" w:rsidP="00455B9F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455B9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F02A50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" style="position:absolute;margin-left:72.15pt;margin-top:0;width:123.35pt;height:27.2pt;z-index:25166694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" filled="f" stroked="f">
              <v:textbox style="mso-fit-shape-to-text:t" inset="0,15pt,20pt,0">
                <w:txbxContent>
                  <w:p w14:paraId="29FCC386" w14:textId="60E5BD20" w:rsidR="00455B9F" w:rsidRPr="00455B9F" w:rsidRDefault="00455B9F" w:rsidP="00455B9F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455B9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E14C9">
      <w:rPr>
        <w:noProof/>
      </w:rPr>
      <w:drawing>
        <wp:inline distT="0" distB="0" distL="0" distR="0" wp14:anchorId="30B9D650" wp14:editId="2178C0A0">
          <wp:extent cx="1176655" cy="579120"/>
          <wp:effectExtent l="0" t="0" r="4445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6A79"/>
    <w:multiLevelType w:val="multilevel"/>
    <w:tmpl w:val="9F96D590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sz w:val="22"/>
        <w:szCs w:val="22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74" w:hanging="623"/>
      </w:pPr>
      <w:rPr>
        <w:rFonts w:hint="default"/>
        <w:b/>
        <w:i w:val="0"/>
      </w:rPr>
    </w:lvl>
    <w:lvl w:ilvl="3">
      <w:start w:val="1"/>
      <w:numFmt w:val="lowerLetter"/>
      <w:lvlText w:val="%4)"/>
      <w:lvlJc w:val="left"/>
      <w:pPr>
        <w:ind w:left="907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6BD1F4E"/>
    <w:multiLevelType w:val="hybridMultilevel"/>
    <w:tmpl w:val="38C08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7367C"/>
    <w:multiLevelType w:val="multilevel"/>
    <w:tmpl w:val="187C907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IIIpoziom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pStyle w:val="IVPoziom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pStyle w:val="VPoziom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pStyle w:val="VIPoziom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3" w15:restartNumberingAfterBreak="0">
    <w:nsid w:val="153B246A"/>
    <w:multiLevelType w:val="hybridMultilevel"/>
    <w:tmpl w:val="3A82E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80E06"/>
    <w:multiLevelType w:val="hybridMultilevel"/>
    <w:tmpl w:val="AEAA1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97A34"/>
    <w:multiLevelType w:val="hybridMultilevel"/>
    <w:tmpl w:val="E926FEF4"/>
    <w:lvl w:ilvl="0" w:tplc="05003264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4D34F8"/>
    <w:multiLevelType w:val="multilevel"/>
    <w:tmpl w:val="F1A6F146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23A14B6"/>
    <w:multiLevelType w:val="hybridMultilevel"/>
    <w:tmpl w:val="214A8B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11632"/>
    <w:multiLevelType w:val="multilevel"/>
    <w:tmpl w:val="CB8A111C"/>
    <w:lvl w:ilvl="0">
      <w:start w:val="1"/>
      <w:numFmt w:val="decimal"/>
      <w:pStyle w:val="Ipoziom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3C641148"/>
    <w:multiLevelType w:val="hybridMultilevel"/>
    <w:tmpl w:val="DCA8A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72A7A"/>
    <w:multiLevelType w:val="hybridMultilevel"/>
    <w:tmpl w:val="920AF9EE"/>
    <w:lvl w:ilvl="0" w:tplc="E3D2A976">
      <w:start w:val="4"/>
      <w:numFmt w:val="decimal"/>
      <w:lvlText w:val="%1.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F1648C"/>
    <w:multiLevelType w:val="multilevel"/>
    <w:tmpl w:val="9842B190"/>
    <w:lvl w:ilvl="0">
      <w:start w:val="1"/>
      <w:numFmt w:val="decimal"/>
      <w:lvlRestart w:val="0"/>
      <w:lvlText w:val="%1."/>
      <w:lvlJc w:val="left"/>
      <w:pPr>
        <w:ind w:left="357" w:hanging="357"/>
      </w:pPr>
      <w:rPr>
        <w:rFonts w:ascii="Arial" w:eastAsia="Times New Roman" w:hAnsi="Arial" w:cs="Arial" w:hint="default"/>
        <w:b/>
        <w:i w:val="0"/>
        <w:color w:val="1F497D"/>
        <w:sz w:val="18"/>
      </w:rPr>
    </w:lvl>
    <w:lvl w:ilvl="1">
      <w:start w:val="1"/>
      <w:numFmt w:val="decimal"/>
      <w:pStyle w:val="IIpoziom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lvlText w:val="%1.%2.%3.%4"/>
      <w:lvlJc w:val="left"/>
      <w:pPr>
        <w:ind w:left="1570" w:hanging="72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38A4A60"/>
    <w:multiLevelType w:val="hybridMultilevel"/>
    <w:tmpl w:val="EFBA4D34"/>
    <w:lvl w:ilvl="0" w:tplc="CF5A57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9A1E00"/>
    <w:multiLevelType w:val="hybridMultilevel"/>
    <w:tmpl w:val="20C8E5AE"/>
    <w:lvl w:ilvl="0" w:tplc="FCA25B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E32329"/>
    <w:multiLevelType w:val="hybridMultilevel"/>
    <w:tmpl w:val="4CD62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F7DCD"/>
    <w:multiLevelType w:val="multilevel"/>
    <w:tmpl w:val="E71CA77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1134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7" w15:restartNumberingAfterBreak="0">
    <w:nsid w:val="5E7C12CD"/>
    <w:multiLevelType w:val="hybridMultilevel"/>
    <w:tmpl w:val="6A9447FE"/>
    <w:lvl w:ilvl="0" w:tplc="F5FC556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824BD4"/>
    <w:multiLevelType w:val="hybridMultilevel"/>
    <w:tmpl w:val="11BA6A16"/>
    <w:lvl w:ilvl="0" w:tplc="6BF2B9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6D37417"/>
    <w:multiLevelType w:val="hybridMultilevel"/>
    <w:tmpl w:val="7F741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9006E1"/>
    <w:multiLevelType w:val="multilevel"/>
    <w:tmpl w:val="4D60F5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21" w15:restartNumberingAfterBreak="0">
    <w:nsid w:val="7ABB1997"/>
    <w:multiLevelType w:val="hybridMultilevel"/>
    <w:tmpl w:val="E75C3C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E8A3A6C"/>
    <w:multiLevelType w:val="hybridMultilevel"/>
    <w:tmpl w:val="296A1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076454">
    <w:abstractNumId w:val="12"/>
  </w:num>
  <w:num w:numId="2" w16cid:durableId="790439933">
    <w:abstractNumId w:val="5"/>
  </w:num>
  <w:num w:numId="3" w16cid:durableId="1634824460">
    <w:abstractNumId w:val="13"/>
  </w:num>
  <w:num w:numId="4" w16cid:durableId="278146810">
    <w:abstractNumId w:val="14"/>
  </w:num>
  <w:num w:numId="5" w16cid:durableId="985678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8210301">
    <w:abstractNumId w:val="12"/>
  </w:num>
  <w:num w:numId="7" w16cid:durableId="1513448594">
    <w:abstractNumId w:val="18"/>
  </w:num>
  <w:num w:numId="8" w16cid:durableId="1131939244">
    <w:abstractNumId w:val="12"/>
  </w:num>
  <w:num w:numId="9" w16cid:durableId="1984193916">
    <w:abstractNumId w:val="12"/>
  </w:num>
  <w:num w:numId="10" w16cid:durableId="265695551">
    <w:abstractNumId w:val="7"/>
  </w:num>
  <w:num w:numId="11" w16cid:durableId="1314526375">
    <w:abstractNumId w:val="12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pStyle w:val="IIpoziom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12" w16cid:durableId="18163731">
    <w:abstractNumId w:val="6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13" w16cid:durableId="1535270405">
    <w:abstractNumId w:val="2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IIIpoziom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IVPoziom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VPoziom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VIPoziom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14" w16cid:durableId="799686782">
    <w:abstractNumId w:val="2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1F497D" w:themeColor="text2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IIIpoziom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IVPoziom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VPoziom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VIPoziom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15" w16cid:durableId="513882065">
    <w:abstractNumId w:val="0"/>
  </w:num>
  <w:num w:numId="16" w16cid:durableId="1569876304">
    <w:abstractNumId w:val="20"/>
  </w:num>
  <w:num w:numId="17" w16cid:durableId="1549147047">
    <w:abstractNumId w:val="12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pStyle w:val="IIpoziom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18" w16cid:durableId="672991547">
    <w:abstractNumId w:val="12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pStyle w:val="IIpoziom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19" w16cid:durableId="2082831547">
    <w:abstractNumId w:val="2"/>
    <w:lvlOverride w:ilvl="0">
      <w:startOverride w:val="6"/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startOverride w:val="1"/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startOverride w:val="1"/>
      <w:lvl w:ilvl="2">
        <w:start w:val="1"/>
        <w:numFmt w:val="decimal"/>
        <w:pStyle w:val="IIIpoziom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pStyle w:val="IVPoziom"/>
        <w:isLgl/>
        <w:lvlText w:val="%1.%2.%3.%4"/>
        <w:lvlJc w:val="left"/>
        <w:pPr>
          <w:ind w:left="1077" w:hanging="720"/>
        </w:pPr>
      </w:lvl>
    </w:lvlOverride>
    <w:lvlOverride w:ilvl="4">
      <w:startOverride w:val="1"/>
      <w:lvl w:ilvl="4">
        <w:start w:val="1"/>
        <w:numFmt w:val="lowerLetter"/>
        <w:pStyle w:val="VPoziom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startOverride w:val="1"/>
      <w:lvl w:ilvl="5">
        <w:start w:val="1"/>
        <w:numFmt w:val="bullet"/>
        <w:lvlRestart w:val="0"/>
        <w:pStyle w:val="VIPoziom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20" w16cid:durableId="1047604741">
    <w:abstractNumId w:val="22"/>
  </w:num>
  <w:num w:numId="21" w16cid:durableId="131406927">
    <w:abstractNumId w:val="17"/>
  </w:num>
  <w:num w:numId="22" w16cid:durableId="519246501">
    <w:abstractNumId w:val="16"/>
  </w:num>
  <w:num w:numId="23" w16cid:durableId="1532495142">
    <w:abstractNumId w:val="11"/>
  </w:num>
  <w:num w:numId="24" w16cid:durableId="1955864064">
    <w:abstractNumId w:val="8"/>
  </w:num>
  <w:num w:numId="25" w16cid:durableId="537353168">
    <w:abstractNumId w:val="4"/>
  </w:num>
  <w:num w:numId="26" w16cid:durableId="1250971069">
    <w:abstractNumId w:val="10"/>
  </w:num>
  <w:num w:numId="27" w16cid:durableId="1419987597">
    <w:abstractNumId w:val="19"/>
  </w:num>
  <w:num w:numId="28" w16cid:durableId="1899200441">
    <w:abstractNumId w:val="1"/>
  </w:num>
  <w:num w:numId="29" w16cid:durableId="327945465">
    <w:abstractNumId w:val="15"/>
  </w:num>
  <w:num w:numId="30" w16cid:durableId="1889295022">
    <w:abstractNumId w:val="3"/>
  </w:num>
  <w:num w:numId="31" w16cid:durableId="1154419077">
    <w:abstractNumId w:val="9"/>
  </w:num>
  <w:num w:numId="32" w16cid:durableId="477697521">
    <w:abstractNumId w:val="9"/>
  </w:num>
  <w:num w:numId="33" w16cid:durableId="1248493496">
    <w:abstractNumId w:val="9"/>
  </w:num>
  <w:num w:numId="34" w16cid:durableId="355156650">
    <w:abstractNumId w:val="9"/>
  </w:num>
  <w:num w:numId="35" w16cid:durableId="135757219">
    <w:abstractNumId w:val="9"/>
  </w:num>
  <w:num w:numId="36" w16cid:durableId="581453140">
    <w:abstractNumId w:val="9"/>
  </w:num>
  <w:num w:numId="37" w16cid:durableId="1198735273">
    <w:abstractNumId w:val="9"/>
  </w:num>
  <w:num w:numId="38" w16cid:durableId="764616304">
    <w:abstractNumId w:val="9"/>
  </w:num>
  <w:num w:numId="39" w16cid:durableId="289939210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A59"/>
    <w:rsid w:val="0000055F"/>
    <w:rsid w:val="00000AA8"/>
    <w:rsid w:val="00005B5D"/>
    <w:rsid w:val="000079EA"/>
    <w:rsid w:val="00012410"/>
    <w:rsid w:val="00021392"/>
    <w:rsid w:val="000243C0"/>
    <w:rsid w:val="00026810"/>
    <w:rsid w:val="00026D9A"/>
    <w:rsid w:val="0003141C"/>
    <w:rsid w:val="00032451"/>
    <w:rsid w:val="00032FF7"/>
    <w:rsid w:val="000375E7"/>
    <w:rsid w:val="00040E4D"/>
    <w:rsid w:val="0004209F"/>
    <w:rsid w:val="0004317B"/>
    <w:rsid w:val="00043C35"/>
    <w:rsid w:val="000478CC"/>
    <w:rsid w:val="00050EBC"/>
    <w:rsid w:val="00050ED7"/>
    <w:rsid w:val="00051290"/>
    <w:rsid w:val="000540C8"/>
    <w:rsid w:val="00056157"/>
    <w:rsid w:val="00057683"/>
    <w:rsid w:val="00060AA3"/>
    <w:rsid w:val="00063803"/>
    <w:rsid w:val="00065919"/>
    <w:rsid w:val="00066716"/>
    <w:rsid w:val="00066808"/>
    <w:rsid w:val="0006776B"/>
    <w:rsid w:val="000707A5"/>
    <w:rsid w:val="0007336D"/>
    <w:rsid w:val="0007434D"/>
    <w:rsid w:val="000745DA"/>
    <w:rsid w:val="00074E94"/>
    <w:rsid w:val="00075214"/>
    <w:rsid w:val="000753C9"/>
    <w:rsid w:val="00075414"/>
    <w:rsid w:val="000760BB"/>
    <w:rsid w:val="00077168"/>
    <w:rsid w:val="00077637"/>
    <w:rsid w:val="0007776F"/>
    <w:rsid w:val="00080C91"/>
    <w:rsid w:val="000824D6"/>
    <w:rsid w:val="00084B97"/>
    <w:rsid w:val="000855F8"/>
    <w:rsid w:val="00086115"/>
    <w:rsid w:val="00090208"/>
    <w:rsid w:val="00090921"/>
    <w:rsid w:val="00090F4D"/>
    <w:rsid w:val="000914FD"/>
    <w:rsid w:val="00092CD3"/>
    <w:rsid w:val="00093D83"/>
    <w:rsid w:val="000965A3"/>
    <w:rsid w:val="000971AB"/>
    <w:rsid w:val="000A1A02"/>
    <w:rsid w:val="000A52CD"/>
    <w:rsid w:val="000A6ECF"/>
    <w:rsid w:val="000B7759"/>
    <w:rsid w:val="000C0656"/>
    <w:rsid w:val="000C1970"/>
    <w:rsid w:val="000C3838"/>
    <w:rsid w:val="000C3B1B"/>
    <w:rsid w:val="000C626D"/>
    <w:rsid w:val="000D1615"/>
    <w:rsid w:val="000D368C"/>
    <w:rsid w:val="000D4112"/>
    <w:rsid w:val="000E1849"/>
    <w:rsid w:val="000E27B4"/>
    <w:rsid w:val="000E4A04"/>
    <w:rsid w:val="000E6284"/>
    <w:rsid w:val="000F0671"/>
    <w:rsid w:val="000F1B02"/>
    <w:rsid w:val="000F4D8A"/>
    <w:rsid w:val="000F4E18"/>
    <w:rsid w:val="000F5F4D"/>
    <w:rsid w:val="000F779B"/>
    <w:rsid w:val="000F7922"/>
    <w:rsid w:val="001002F8"/>
    <w:rsid w:val="00100563"/>
    <w:rsid w:val="00101EA8"/>
    <w:rsid w:val="001033CD"/>
    <w:rsid w:val="00106D2D"/>
    <w:rsid w:val="001077AF"/>
    <w:rsid w:val="00107DD3"/>
    <w:rsid w:val="00107E65"/>
    <w:rsid w:val="00110828"/>
    <w:rsid w:val="0011126F"/>
    <w:rsid w:val="0011164C"/>
    <w:rsid w:val="00112F3C"/>
    <w:rsid w:val="0011352E"/>
    <w:rsid w:val="00113833"/>
    <w:rsid w:val="001146E9"/>
    <w:rsid w:val="00115A82"/>
    <w:rsid w:val="00115EC8"/>
    <w:rsid w:val="00116054"/>
    <w:rsid w:val="0011630C"/>
    <w:rsid w:val="001222FB"/>
    <w:rsid w:val="00123136"/>
    <w:rsid w:val="001237E4"/>
    <w:rsid w:val="001254AB"/>
    <w:rsid w:val="00125B02"/>
    <w:rsid w:val="001267C3"/>
    <w:rsid w:val="00132DAF"/>
    <w:rsid w:val="001331C0"/>
    <w:rsid w:val="001342F0"/>
    <w:rsid w:val="001410C8"/>
    <w:rsid w:val="00141B79"/>
    <w:rsid w:val="001449C9"/>
    <w:rsid w:val="00145A2D"/>
    <w:rsid w:val="00153E1B"/>
    <w:rsid w:val="001575DB"/>
    <w:rsid w:val="00157918"/>
    <w:rsid w:val="00164BF8"/>
    <w:rsid w:val="00165078"/>
    <w:rsid w:val="00165DAA"/>
    <w:rsid w:val="00165E35"/>
    <w:rsid w:val="0017135A"/>
    <w:rsid w:val="0017602A"/>
    <w:rsid w:val="00180173"/>
    <w:rsid w:val="00184EAD"/>
    <w:rsid w:val="0018569D"/>
    <w:rsid w:val="00186CF4"/>
    <w:rsid w:val="0018743E"/>
    <w:rsid w:val="001922B3"/>
    <w:rsid w:val="001942FC"/>
    <w:rsid w:val="00195D03"/>
    <w:rsid w:val="00196EBD"/>
    <w:rsid w:val="001A14FA"/>
    <w:rsid w:val="001A1D55"/>
    <w:rsid w:val="001A6400"/>
    <w:rsid w:val="001A66E6"/>
    <w:rsid w:val="001A72D3"/>
    <w:rsid w:val="001A79D3"/>
    <w:rsid w:val="001B0BFC"/>
    <w:rsid w:val="001B2188"/>
    <w:rsid w:val="001B2252"/>
    <w:rsid w:val="001B6034"/>
    <w:rsid w:val="001C18F8"/>
    <w:rsid w:val="001C22E8"/>
    <w:rsid w:val="001C4434"/>
    <w:rsid w:val="001C54FB"/>
    <w:rsid w:val="001C5CF8"/>
    <w:rsid w:val="001D15D8"/>
    <w:rsid w:val="001D1ED8"/>
    <w:rsid w:val="001D3BC6"/>
    <w:rsid w:val="001D6EA3"/>
    <w:rsid w:val="001E156B"/>
    <w:rsid w:val="001E1DB5"/>
    <w:rsid w:val="001E3808"/>
    <w:rsid w:val="001E5E1F"/>
    <w:rsid w:val="001E6728"/>
    <w:rsid w:val="001E730D"/>
    <w:rsid w:val="001E7580"/>
    <w:rsid w:val="001F29B5"/>
    <w:rsid w:val="001F29FE"/>
    <w:rsid w:val="001F30F4"/>
    <w:rsid w:val="001F357F"/>
    <w:rsid w:val="001F397F"/>
    <w:rsid w:val="001F3A8B"/>
    <w:rsid w:val="001F4B1F"/>
    <w:rsid w:val="001F53A7"/>
    <w:rsid w:val="001F6303"/>
    <w:rsid w:val="00200AE5"/>
    <w:rsid w:val="002043C3"/>
    <w:rsid w:val="0021019C"/>
    <w:rsid w:val="002101F3"/>
    <w:rsid w:val="00211ED6"/>
    <w:rsid w:val="00212085"/>
    <w:rsid w:val="00212BC5"/>
    <w:rsid w:val="0021566E"/>
    <w:rsid w:val="00216425"/>
    <w:rsid w:val="00216E82"/>
    <w:rsid w:val="002173FA"/>
    <w:rsid w:val="002221FE"/>
    <w:rsid w:val="00223204"/>
    <w:rsid w:val="00223A70"/>
    <w:rsid w:val="00227ADB"/>
    <w:rsid w:val="002325C0"/>
    <w:rsid w:val="00233139"/>
    <w:rsid w:val="0023414F"/>
    <w:rsid w:val="002374C0"/>
    <w:rsid w:val="00241B6E"/>
    <w:rsid w:val="00241C3E"/>
    <w:rsid w:val="00243566"/>
    <w:rsid w:val="00243D7F"/>
    <w:rsid w:val="00245068"/>
    <w:rsid w:val="00245084"/>
    <w:rsid w:val="00251D3D"/>
    <w:rsid w:val="002532C1"/>
    <w:rsid w:val="00254166"/>
    <w:rsid w:val="0025666F"/>
    <w:rsid w:val="0025779B"/>
    <w:rsid w:val="00257C4A"/>
    <w:rsid w:val="00260096"/>
    <w:rsid w:val="0026118B"/>
    <w:rsid w:val="00261D19"/>
    <w:rsid w:val="00264E97"/>
    <w:rsid w:val="00264F09"/>
    <w:rsid w:val="002669DC"/>
    <w:rsid w:val="002707A5"/>
    <w:rsid w:val="0027102F"/>
    <w:rsid w:val="002714B4"/>
    <w:rsid w:val="0027288F"/>
    <w:rsid w:val="002748DC"/>
    <w:rsid w:val="0028019E"/>
    <w:rsid w:val="002830DC"/>
    <w:rsid w:val="002868F7"/>
    <w:rsid w:val="00290726"/>
    <w:rsid w:val="0029227A"/>
    <w:rsid w:val="0029249C"/>
    <w:rsid w:val="0029303A"/>
    <w:rsid w:val="00293DD5"/>
    <w:rsid w:val="00296D06"/>
    <w:rsid w:val="002A015E"/>
    <w:rsid w:val="002A14B2"/>
    <w:rsid w:val="002A1B69"/>
    <w:rsid w:val="002A206D"/>
    <w:rsid w:val="002A2ED8"/>
    <w:rsid w:val="002A602F"/>
    <w:rsid w:val="002A66B2"/>
    <w:rsid w:val="002A6BCE"/>
    <w:rsid w:val="002A6DD4"/>
    <w:rsid w:val="002B0B62"/>
    <w:rsid w:val="002B14DF"/>
    <w:rsid w:val="002B303D"/>
    <w:rsid w:val="002B50B8"/>
    <w:rsid w:val="002B5CD2"/>
    <w:rsid w:val="002B77D0"/>
    <w:rsid w:val="002B7D66"/>
    <w:rsid w:val="002C0C6A"/>
    <w:rsid w:val="002C17B0"/>
    <w:rsid w:val="002C1A2B"/>
    <w:rsid w:val="002C2FDB"/>
    <w:rsid w:val="002C3FB1"/>
    <w:rsid w:val="002C5984"/>
    <w:rsid w:val="002C6224"/>
    <w:rsid w:val="002C77A0"/>
    <w:rsid w:val="002D057D"/>
    <w:rsid w:val="002D15E8"/>
    <w:rsid w:val="002D2315"/>
    <w:rsid w:val="002D525B"/>
    <w:rsid w:val="002E0E9A"/>
    <w:rsid w:val="002E1193"/>
    <w:rsid w:val="002E45B9"/>
    <w:rsid w:val="002E52CA"/>
    <w:rsid w:val="002E6294"/>
    <w:rsid w:val="002F0DA4"/>
    <w:rsid w:val="002F1343"/>
    <w:rsid w:val="002F13C5"/>
    <w:rsid w:val="002F1CEF"/>
    <w:rsid w:val="002F1D4D"/>
    <w:rsid w:val="002F1F42"/>
    <w:rsid w:val="002F481A"/>
    <w:rsid w:val="002F61E8"/>
    <w:rsid w:val="002F6EE1"/>
    <w:rsid w:val="00300A83"/>
    <w:rsid w:val="00304EDA"/>
    <w:rsid w:val="00304F1E"/>
    <w:rsid w:val="003060A4"/>
    <w:rsid w:val="003125AB"/>
    <w:rsid w:val="00313FAE"/>
    <w:rsid w:val="0031504B"/>
    <w:rsid w:val="0031585E"/>
    <w:rsid w:val="0031709F"/>
    <w:rsid w:val="00317C62"/>
    <w:rsid w:val="00322492"/>
    <w:rsid w:val="003236F0"/>
    <w:rsid w:val="003243ED"/>
    <w:rsid w:val="00325D50"/>
    <w:rsid w:val="00330196"/>
    <w:rsid w:val="00330B20"/>
    <w:rsid w:val="00332E0A"/>
    <w:rsid w:val="0033341A"/>
    <w:rsid w:val="0033583A"/>
    <w:rsid w:val="00335A0A"/>
    <w:rsid w:val="00335B4D"/>
    <w:rsid w:val="00342AE6"/>
    <w:rsid w:val="00343F39"/>
    <w:rsid w:val="003442A4"/>
    <w:rsid w:val="00344C20"/>
    <w:rsid w:val="00344CF9"/>
    <w:rsid w:val="0035195A"/>
    <w:rsid w:val="00351AD8"/>
    <w:rsid w:val="003536AF"/>
    <w:rsid w:val="00354D5C"/>
    <w:rsid w:val="00355391"/>
    <w:rsid w:val="0035667E"/>
    <w:rsid w:val="00362833"/>
    <w:rsid w:val="0036460C"/>
    <w:rsid w:val="003712C5"/>
    <w:rsid w:val="00371B47"/>
    <w:rsid w:val="00372EB8"/>
    <w:rsid w:val="00373A06"/>
    <w:rsid w:val="003751ED"/>
    <w:rsid w:val="00375B9B"/>
    <w:rsid w:val="00375CCD"/>
    <w:rsid w:val="00376126"/>
    <w:rsid w:val="00377F99"/>
    <w:rsid w:val="0038117B"/>
    <w:rsid w:val="00381232"/>
    <w:rsid w:val="0038624A"/>
    <w:rsid w:val="00386CD6"/>
    <w:rsid w:val="003906C1"/>
    <w:rsid w:val="00391F4F"/>
    <w:rsid w:val="00392B16"/>
    <w:rsid w:val="003936E7"/>
    <w:rsid w:val="00393D84"/>
    <w:rsid w:val="00397D14"/>
    <w:rsid w:val="003A43B2"/>
    <w:rsid w:val="003A749D"/>
    <w:rsid w:val="003B036E"/>
    <w:rsid w:val="003B0AF0"/>
    <w:rsid w:val="003B3213"/>
    <w:rsid w:val="003B354F"/>
    <w:rsid w:val="003B4DD4"/>
    <w:rsid w:val="003B51B0"/>
    <w:rsid w:val="003B5264"/>
    <w:rsid w:val="003C1619"/>
    <w:rsid w:val="003C3181"/>
    <w:rsid w:val="003C3388"/>
    <w:rsid w:val="003C5916"/>
    <w:rsid w:val="003C621B"/>
    <w:rsid w:val="003C66D2"/>
    <w:rsid w:val="003C72F7"/>
    <w:rsid w:val="003D2D59"/>
    <w:rsid w:val="003D2FC2"/>
    <w:rsid w:val="003D5CB3"/>
    <w:rsid w:val="003D79C0"/>
    <w:rsid w:val="003D7BA1"/>
    <w:rsid w:val="003E2954"/>
    <w:rsid w:val="003E6BCD"/>
    <w:rsid w:val="003E73B8"/>
    <w:rsid w:val="003E7DBA"/>
    <w:rsid w:val="003F20EB"/>
    <w:rsid w:val="003F2ADF"/>
    <w:rsid w:val="003F2B99"/>
    <w:rsid w:val="003F3F26"/>
    <w:rsid w:val="003F4641"/>
    <w:rsid w:val="003F61B7"/>
    <w:rsid w:val="003F669F"/>
    <w:rsid w:val="0040184C"/>
    <w:rsid w:val="004065BC"/>
    <w:rsid w:val="00406A8C"/>
    <w:rsid w:val="00407364"/>
    <w:rsid w:val="0041170E"/>
    <w:rsid w:val="00411976"/>
    <w:rsid w:val="00412D3D"/>
    <w:rsid w:val="00413459"/>
    <w:rsid w:val="004156A8"/>
    <w:rsid w:val="004164B8"/>
    <w:rsid w:val="00420030"/>
    <w:rsid w:val="00420DC7"/>
    <w:rsid w:val="00422D8F"/>
    <w:rsid w:val="00422DC3"/>
    <w:rsid w:val="00424424"/>
    <w:rsid w:val="00424D11"/>
    <w:rsid w:val="00426718"/>
    <w:rsid w:val="00433215"/>
    <w:rsid w:val="00433DDD"/>
    <w:rsid w:val="00434372"/>
    <w:rsid w:val="00435431"/>
    <w:rsid w:val="004362AB"/>
    <w:rsid w:val="00436FCD"/>
    <w:rsid w:val="00440E2A"/>
    <w:rsid w:val="00441C54"/>
    <w:rsid w:val="00441D1A"/>
    <w:rsid w:val="00442403"/>
    <w:rsid w:val="00444FF2"/>
    <w:rsid w:val="004515E3"/>
    <w:rsid w:val="00454122"/>
    <w:rsid w:val="00455B9F"/>
    <w:rsid w:val="00457E17"/>
    <w:rsid w:val="00460FD8"/>
    <w:rsid w:val="004624C0"/>
    <w:rsid w:val="0046405B"/>
    <w:rsid w:val="00464988"/>
    <w:rsid w:val="00466BE4"/>
    <w:rsid w:val="00467E4C"/>
    <w:rsid w:val="004700FC"/>
    <w:rsid w:val="0047011F"/>
    <w:rsid w:val="0047035F"/>
    <w:rsid w:val="004725EC"/>
    <w:rsid w:val="00473983"/>
    <w:rsid w:val="00473E41"/>
    <w:rsid w:val="004766DE"/>
    <w:rsid w:val="00477DD3"/>
    <w:rsid w:val="00482985"/>
    <w:rsid w:val="00483D3D"/>
    <w:rsid w:val="00486043"/>
    <w:rsid w:val="004866C0"/>
    <w:rsid w:val="004875A0"/>
    <w:rsid w:val="00490BAE"/>
    <w:rsid w:val="00491264"/>
    <w:rsid w:val="004928F5"/>
    <w:rsid w:val="00493A17"/>
    <w:rsid w:val="004954A8"/>
    <w:rsid w:val="00497E9F"/>
    <w:rsid w:val="004A3ACD"/>
    <w:rsid w:val="004A6B58"/>
    <w:rsid w:val="004B1B32"/>
    <w:rsid w:val="004B2B96"/>
    <w:rsid w:val="004B4283"/>
    <w:rsid w:val="004B49B3"/>
    <w:rsid w:val="004B7222"/>
    <w:rsid w:val="004B7CEB"/>
    <w:rsid w:val="004C111C"/>
    <w:rsid w:val="004C1A8D"/>
    <w:rsid w:val="004C71C8"/>
    <w:rsid w:val="004C7A6D"/>
    <w:rsid w:val="004C7D85"/>
    <w:rsid w:val="004D0773"/>
    <w:rsid w:val="004D08C5"/>
    <w:rsid w:val="004D1DD8"/>
    <w:rsid w:val="004D445D"/>
    <w:rsid w:val="004E0EBB"/>
    <w:rsid w:val="004E1C40"/>
    <w:rsid w:val="004E3E7C"/>
    <w:rsid w:val="004E4A7B"/>
    <w:rsid w:val="004E5D2D"/>
    <w:rsid w:val="004E6EF1"/>
    <w:rsid w:val="004F528B"/>
    <w:rsid w:val="004F64EA"/>
    <w:rsid w:val="004F6EE1"/>
    <w:rsid w:val="004F7F76"/>
    <w:rsid w:val="00500ECE"/>
    <w:rsid w:val="00502190"/>
    <w:rsid w:val="00502667"/>
    <w:rsid w:val="00505306"/>
    <w:rsid w:val="0050723B"/>
    <w:rsid w:val="005073B0"/>
    <w:rsid w:val="00507CE8"/>
    <w:rsid w:val="00507EDA"/>
    <w:rsid w:val="00507F3C"/>
    <w:rsid w:val="00513390"/>
    <w:rsid w:val="00517276"/>
    <w:rsid w:val="00521840"/>
    <w:rsid w:val="00521B3F"/>
    <w:rsid w:val="00521E7D"/>
    <w:rsid w:val="00522ADD"/>
    <w:rsid w:val="00523B89"/>
    <w:rsid w:val="00530350"/>
    <w:rsid w:val="005310C6"/>
    <w:rsid w:val="0053152C"/>
    <w:rsid w:val="00535447"/>
    <w:rsid w:val="00535484"/>
    <w:rsid w:val="00535C5D"/>
    <w:rsid w:val="005362D5"/>
    <w:rsid w:val="00536B32"/>
    <w:rsid w:val="00537DE0"/>
    <w:rsid w:val="00542958"/>
    <w:rsid w:val="00542A83"/>
    <w:rsid w:val="005437C3"/>
    <w:rsid w:val="00543FC9"/>
    <w:rsid w:val="00545DB5"/>
    <w:rsid w:val="005468F5"/>
    <w:rsid w:val="00551159"/>
    <w:rsid w:val="00551C95"/>
    <w:rsid w:val="00556391"/>
    <w:rsid w:val="0055678B"/>
    <w:rsid w:val="0055724D"/>
    <w:rsid w:val="005611A9"/>
    <w:rsid w:val="00561D0E"/>
    <w:rsid w:val="00561F37"/>
    <w:rsid w:val="005623FB"/>
    <w:rsid w:val="00562C5F"/>
    <w:rsid w:val="00565A98"/>
    <w:rsid w:val="005673B3"/>
    <w:rsid w:val="00567D55"/>
    <w:rsid w:val="00570B8E"/>
    <w:rsid w:val="00572C83"/>
    <w:rsid w:val="005732FF"/>
    <w:rsid w:val="00573F97"/>
    <w:rsid w:val="0057440C"/>
    <w:rsid w:val="00574B54"/>
    <w:rsid w:val="00574C42"/>
    <w:rsid w:val="00575293"/>
    <w:rsid w:val="00576835"/>
    <w:rsid w:val="005815CC"/>
    <w:rsid w:val="00583144"/>
    <w:rsid w:val="00584267"/>
    <w:rsid w:val="005842F7"/>
    <w:rsid w:val="005844A5"/>
    <w:rsid w:val="00585022"/>
    <w:rsid w:val="00587815"/>
    <w:rsid w:val="005904EA"/>
    <w:rsid w:val="00596B81"/>
    <w:rsid w:val="00597582"/>
    <w:rsid w:val="005A093E"/>
    <w:rsid w:val="005A0BEE"/>
    <w:rsid w:val="005A0E1A"/>
    <w:rsid w:val="005A1A11"/>
    <w:rsid w:val="005A2ED7"/>
    <w:rsid w:val="005A309E"/>
    <w:rsid w:val="005A4B60"/>
    <w:rsid w:val="005B52FA"/>
    <w:rsid w:val="005B5774"/>
    <w:rsid w:val="005B5DEE"/>
    <w:rsid w:val="005B7022"/>
    <w:rsid w:val="005B7525"/>
    <w:rsid w:val="005C18EE"/>
    <w:rsid w:val="005C1B34"/>
    <w:rsid w:val="005C1E2E"/>
    <w:rsid w:val="005C4633"/>
    <w:rsid w:val="005C6251"/>
    <w:rsid w:val="005D0D31"/>
    <w:rsid w:val="005D102D"/>
    <w:rsid w:val="005D1F5E"/>
    <w:rsid w:val="005D4737"/>
    <w:rsid w:val="005D5DFB"/>
    <w:rsid w:val="005D71EF"/>
    <w:rsid w:val="005E2C4F"/>
    <w:rsid w:val="005E5506"/>
    <w:rsid w:val="005E6333"/>
    <w:rsid w:val="005F78E2"/>
    <w:rsid w:val="005F7F6C"/>
    <w:rsid w:val="00602A78"/>
    <w:rsid w:val="00607130"/>
    <w:rsid w:val="00610CB4"/>
    <w:rsid w:val="006121CF"/>
    <w:rsid w:val="00612ED8"/>
    <w:rsid w:val="006157E5"/>
    <w:rsid w:val="00620085"/>
    <w:rsid w:val="0062387F"/>
    <w:rsid w:val="00623B3C"/>
    <w:rsid w:val="00627DAE"/>
    <w:rsid w:val="006307AF"/>
    <w:rsid w:val="0063174F"/>
    <w:rsid w:val="00631BD1"/>
    <w:rsid w:val="0063259A"/>
    <w:rsid w:val="00632F28"/>
    <w:rsid w:val="0063302A"/>
    <w:rsid w:val="00634748"/>
    <w:rsid w:val="00635575"/>
    <w:rsid w:val="006379C4"/>
    <w:rsid w:val="00637B7C"/>
    <w:rsid w:val="00642407"/>
    <w:rsid w:val="00642FEF"/>
    <w:rsid w:val="0064362F"/>
    <w:rsid w:val="00643A7D"/>
    <w:rsid w:val="006444D7"/>
    <w:rsid w:val="00647CCB"/>
    <w:rsid w:val="00651166"/>
    <w:rsid w:val="00653F8F"/>
    <w:rsid w:val="006542BE"/>
    <w:rsid w:val="0065538A"/>
    <w:rsid w:val="0065549E"/>
    <w:rsid w:val="00657883"/>
    <w:rsid w:val="00657C89"/>
    <w:rsid w:val="00660F12"/>
    <w:rsid w:val="00661CD1"/>
    <w:rsid w:val="00662499"/>
    <w:rsid w:val="00664036"/>
    <w:rsid w:val="00664D0B"/>
    <w:rsid w:val="006656CD"/>
    <w:rsid w:val="00673BB2"/>
    <w:rsid w:val="00676651"/>
    <w:rsid w:val="0067761E"/>
    <w:rsid w:val="00677CAE"/>
    <w:rsid w:val="00681840"/>
    <w:rsid w:val="00683D98"/>
    <w:rsid w:val="006840E9"/>
    <w:rsid w:val="00685933"/>
    <w:rsid w:val="00685FD6"/>
    <w:rsid w:val="00686425"/>
    <w:rsid w:val="00686FB3"/>
    <w:rsid w:val="00694BEE"/>
    <w:rsid w:val="00694CD1"/>
    <w:rsid w:val="00695F1A"/>
    <w:rsid w:val="0069693B"/>
    <w:rsid w:val="00696B03"/>
    <w:rsid w:val="006A6BAA"/>
    <w:rsid w:val="006A7DC9"/>
    <w:rsid w:val="006B1E7D"/>
    <w:rsid w:val="006B56AA"/>
    <w:rsid w:val="006B5FD3"/>
    <w:rsid w:val="006C0C72"/>
    <w:rsid w:val="006C1E90"/>
    <w:rsid w:val="006C1FF3"/>
    <w:rsid w:val="006C478E"/>
    <w:rsid w:val="006C5687"/>
    <w:rsid w:val="006C689E"/>
    <w:rsid w:val="006C6A68"/>
    <w:rsid w:val="006C7205"/>
    <w:rsid w:val="006D07E6"/>
    <w:rsid w:val="006D136E"/>
    <w:rsid w:val="006D1AA8"/>
    <w:rsid w:val="006D1AD9"/>
    <w:rsid w:val="006E02E2"/>
    <w:rsid w:val="006E0397"/>
    <w:rsid w:val="006E047E"/>
    <w:rsid w:val="006E2FC1"/>
    <w:rsid w:val="006E4432"/>
    <w:rsid w:val="006E4485"/>
    <w:rsid w:val="006E6645"/>
    <w:rsid w:val="006F0AF5"/>
    <w:rsid w:val="006F44B4"/>
    <w:rsid w:val="006F4C47"/>
    <w:rsid w:val="00700D9B"/>
    <w:rsid w:val="007029D8"/>
    <w:rsid w:val="00702A76"/>
    <w:rsid w:val="007035E7"/>
    <w:rsid w:val="007060FB"/>
    <w:rsid w:val="0070639E"/>
    <w:rsid w:val="00706A0E"/>
    <w:rsid w:val="007070E1"/>
    <w:rsid w:val="00707554"/>
    <w:rsid w:val="00710CB3"/>
    <w:rsid w:val="00710FB6"/>
    <w:rsid w:val="00715AD4"/>
    <w:rsid w:val="0071685A"/>
    <w:rsid w:val="0072065E"/>
    <w:rsid w:val="00722A28"/>
    <w:rsid w:val="007273C2"/>
    <w:rsid w:val="0073144D"/>
    <w:rsid w:val="007327A2"/>
    <w:rsid w:val="00732FF9"/>
    <w:rsid w:val="0073471F"/>
    <w:rsid w:val="00736D6D"/>
    <w:rsid w:val="00741FDB"/>
    <w:rsid w:val="00743534"/>
    <w:rsid w:val="00743B2F"/>
    <w:rsid w:val="00743FA8"/>
    <w:rsid w:val="00745D53"/>
    <w:rsid w:val="00746535"/>
    <w:rsid w:val="007515B4"/>
    <w:rsid w:val="007539B7"/>
    <w:rsid w:val="007541E9"/>
    <w:rsid w:val="007553B5"/>
    <w:rsid w:val="00762228"/>
    <w:rsid w:val="00762357"/>
    <w:rsid w:val="00765250"/>
    <w:rsid w:val="0077067A"/>
    <w:rsid w:val="0077077F"/>
    <w:rsid w:val="00774D7A"/>
    <w:rsid w:val="0077505E"/>
    <w:rsid w:val="007767B1"/>
    <w:rsid w:val="00777843"/>
    <w:rsid w:val="0078326A"/>
    <w:rsid w:val="00784FEF"/>
    <w:rsid w:val="00785F3B"/>
    <w:rsid w:val="00786636"/>
    <w:rsid w:val="00787159"/>
    <w:rsid w:val="007903A0"/>
    <w:rsid w:val="00794B4D"/>
    <w:rsid w:val="00794BB9"/>
    <w:rsid w:val="007953E0"/>
    <w:rsid w:val="0079613A"/>
    <w:rsid w:val="0079647B"/>
    <w:rsid w:val="007979ED"/>
    <w:rsid w:val="007A034D"/>
    <w:rsid w:val="007A1D6F"/>
    <w:rsid w:val="007A2799"/>
    <w:rsid w:val="007A7E30"/>
    <w:rsid w:val="007B0663"/>
    <w:rsid w:val="007B150D"/>
    <w:rsid w:val="007B27AB"/>
    <w:rsid w:val="007B61F0"/>
    <w:rsid w:val="007B66DD"/>
    <w:rsid w:val="007C20BB"/>
    <w:rsid w:val="007C5347"/>
    <w:rsid w:val="007C7C7B"/>
    <w:rsid w:val="007D0FC8"/>
    <w:rsid w:val="007D0FD0"/>
    <w:rsid w:val="007D1AF5"/>
    <w:rsid w:val="007D2F8F"/>
    <w:rsid w:val="007D42CB"/>
    <w:rsid w:val="007D6138"/>
    <w:rsid w:val="007E1700"/>
    <w:rsid w:val="007E3A99"/>
    <w:rsid w:val="007E54CD"/>
    <w:rsid w:val="007E58B4"/>
    <w:rsid w:val="007E5F77"/>
    <w:rsid w:val="007E6273"/>
    <w:rsid w:val="007F1DBB"/>
    <w:rsid w:val="007F2D0D"/>
    <w:rsid w:val="007F55C9"/>
    <w:rsid w:val="007F5BA1"/>
    <w:rsid w:val="00800848"/>
    <w:rsid w:val="008022B7"/>
    <w:rsid w:val="008032F1"/>
    <w:rsid w:val="00804BBE"/>
    <w:rsid w:val="008052FD"/>
    <w:rsid w:val="008115C4"/>
    <w:rsid w:val="00813C19"/>
    <w:rsid w:val="00813F21"/>
    <w:rsid w:val="00821B4B"/>
    <w:rsid w:val="0082245D"/>
    <w:rsid w:val="008224DD"/>
    <w:rsid w:val="00825DB1"/>
    <w:rsid w:val="008276A3"/>
    <w:rsid w:val="0083118A"/>
    <w:rsid w:val="0083299E"/>
    <w:rsid w:val="00832ADC"/>
    <w:rsid w:val="00835F8D"/>
    <w:rsid w:val="00836A77"/>
    <w:rsid w:val="0083762B"/>
    <w:rsid w:val="00837F3B"/>
    <w:rsid w:val="00841AEE"/>
    <w:rsid w:val="00843C99"/>
    <w:rsid w:val="00846C1E"/>
    <w:rsid w:val="00847BE0"/>
    <w:rsid w:val="00852762"/>
    <w:rsid w:val="008542A0"/>
    <w:rsid w:val="0086042B"/>
    <w:rsid w:val="00860B9C"/>
    <w:rsid w:val="00863D6D"/>
    <w:rsid w:val="008759BF"/>
    <w:rsid w:val="00875E04"/>
    <w:rsid w:val="008764E1"/>
    <w:rsid w:val="0088095D"/>
    <w:rsid w:val="00880BCE"/>
    <w:rsid w:val="00881F82"/>
    <w:rsid w:val="0088227F"/>
    <w:rsid w:val="00882D36"/>
    <w:rsid w:val="00884581"/>
    <w:rsid w:val="00886A16"/>
    <w:rsid w:val="008905C3"/>
    <w:rsid w:val="00890A16"/>
    <w:rsid w:val="008914F2"/>
    <w:rsid w:val="00892D96"/>
    <w:rsid w:val="00893D59"/>
    <w:rsid w:val="008943AC"/>
    <w:rsid w:val="008965EE"/>
    <w:rsid w:val="008A0A9E"/>
    <w:rsid w:val="008A0E3F"/>
    <w:rsid w:val="008A3F98"/>
    <w:rsid w:val="008A53AA"/>
    <w:rsid w:val="008B068E"/>
    <w:rsid w:val="008B5937"/>
    <w:rsid w:val="008B7BD5"/>
    <w:rsid w:val="008C0A9E"/>
    <w:rsid w:val="008C2060"/>
    <w:rsid w:val="008C2164"/>
    <w:rsid w:val="008C21D3"/>
    <w:rsid w:val="008C263D"/>
    <w:rsid w:val="008C6738"/>
    <w:rsid w:val="008D39C5"/>
    <w:rsid w:val="008D5CD3"/>
    <w:rsid w:val="008D5F56"/>
    <w:rsid w:val="008D5FCE"/>
    <w:rsid w:val="008D7964"/>
    <w:rsid w:val="008E1317"/>
    <w:rsid w:val="008E28F5"/>
    <w:rsid w:val="008E3950"/>
    <w:rsid w:val="008E4147"/>
    <w:rsid w:val="008E60AB"/>
    <w:rsid w:val="008E62AF"/>
    <w:rsid w:val="008E7C42"/>
    <w:rsid w:val="008F30FF"/>
    <w:rsid w:val="008F4AD9"/>
    <w:rsid w:val="008F75D7"/>
    <w:rsid w:val="00902116"/>
    <w:rsid w:val="00903745"/>
    <w:rsid w:val="00906082"/>
    <w:rsid w:val="009075AB"/>
    <w:rsid w:val="009111E0"/>
    <w:rsid w:val="00911978"/>
    <w:rsid w:val="009138A0"/>
    <w:rsid w:val="00913E2B"/>
    <w:rsid w:val="00915AD0"/>
    <w:rsid w:val="009172F6"/>
    <w:rsid w:val="00917557"/>
    <w:rsid w:val="0092029E"/>
    <w:rsid w:val="009220FE"/>
    <w:rsid w:val="009276AB"/>
    <w:rsid w:val="00930582"/>
    <w:rsid w:val="009316FD"/>
    <w:rsid w:val="00932B07"/>
    <w:rsid w:val="0093395D"/>
    <w:rsid w:val="0093524A"/>
    <w:rsid w:val="00937F99"/>
    <w:rsid w:val="009459CD"/>
    <w:rsid w:val="00945BBF"/>
    <w:rsid w:val="00947AEA"/>
    <w:rsid w:val="00947EDC"/>
    <w:rsid w:val="009504D6"/>
    <w:rsid w:val="009534D9"/>
    <w:rsid w:val="00953951"/>
    <w:rsid w:val="00954E6A"/>
    <w:rsid w:val="009608C1"/>
    <w:rsid w:val="009617D4"/>
    <w:rsid w:val="00961D2B"/>
    <w:rsid w:val="009635BE"/>
    <w:rsid w:val="009708C6"/>
    <w:rsid w:val="00971A57"/>
    <w:rsid w:val="00977054"/>
    <w:rsid w:val="00981835"/>
    <w:rsid w:val="00983930"/>
    <w:rsid w:val="009843AA"/>
    <w:rsid w:val="009873BB"/>
    <w:rsid w:val="00987F3C"/>
    <w:rsid w:val="00990505"/>
    <w:rsid w:val="009922A4"/>
    <w:rsid w:val="009925EE"/>
    <w:rsid w:val="00993773"/>
    <w:rsid w:val="00994E8A"/>
    <w:rsid w:val="00995FC0"/>
    <w:rsid w:val="009A2B10"/>
    <w:rsid w:val="009A4573"/>
    <w:rsid w:val="009A4B70"/>
    <w:rsid w:val="009B0105"/>
    <w:rsid w:val="009B0D73"/>
    <w:rsid w:val="009B17F1"/>
    <w:rsid w:val="009B30EB"/>
    <w:rsid w:val="009B5AF9"/>
    <w:rsid w:val="009B6A19"/>
    <w:rsid w:val="009B7525"/>
    <w:rsid w:val="009C00D2"/>
    <w:rsid w:val="009C0CC4"/>
    <w:rsid w:val="009C2166"/>
    <w:rsid w:val="009C28B9"/>
    <w:rsid w:val="009C5C12"/>
    <w:rsid w:val="009D112E"/>
    <w:rsid w:val="009D2925"/>
    <w:rsid w:val="009D393B"/>
    <w:rsid w:val="009D4A18"/>
    <w:rsid w:val="009D57EA"/>
    <w:rsid w:val="009D66B8"/>
    <w:rsid w:val="009D6B05"/>
    <w:rsid w:val="009D6CE5"/>
    <w:rsid w:val="009E372D"/>
    <w:rsid w:val="009E38F8"/>
    <w:rsid w:val="009E7D7C"/>
    <w:rsid w:val="009F2735"/>
    <w:rsid w:val="009F2A73"/>
    <w:rsid w:val="009F2AEC"/>
    <w:rsid w:val="009F33A1"/>
    <w:rsid w:val="009F55B4"/>
    <w:rsid w:val="00A00628"/>
    <w:rsid w:val="00A01294"/>
    <w:rsid w:val="00A02E16"/>
    <w:rsid w:val="00A061DC"/>
    <w:rsid w:val="00A071F4"/>
    <w:rsid w:val="00A07FEE"/>
    <w:rsid w:val="00A10304"/>
    <w:rsid w:val="00A10432"/>
    <w:rsid w:val="00A132C7"/>
    <w:rsid w:val="00A20704"/>
    <w:rsid w:val="00A21319"/>
    <w:rsid w:val="00A22E19"/>
    <w:rsid w:val="00A24048"/>
    <w:rsid w:val="00A257CA"/>
    <w:rsid w:val="00A268BA"/>
    <w:rsid w:val="00A328AA"/>
    <w:rsid w:val="00A32F2E"/>
    <w:rsid w:val="00A33E90"/>
    <w:rsid w:val="00A3534A"/>
    <w:rsid w:val="00A35740"/>
    <w:rsid w:val="00A36360"/>
    <w:rsid w:val="00A40308"/>
    <w:rsid w:val="00A45379"/>
    <w:rsid w:val="00A4680C"/>
    <w:rsid w:val="00A47D2C"/>
    <w:rsid w:val="00A5279E"/>
    <w:rsid w:val="00A542B6"/>
    <w:rsid w:val="00A55672"/>
    <w:rsid w:val="00A560CD"/>
    <w:rsid w:val="00A62206"/>
    <w:rsid w:val="00A64580"/>
    <w:rsid w:val="00A64B31"/>
    <w:rsid w:val="00A66791"/>
    <w:rsid w:val="00A678C3"/>
    <w:rsid w:val="00A71CF1"/>
    <w:rsid w:val="00A72931"/>
    <w:rsid w:val="00A73531"/>
    <w:rsid w:val="00A7358F"/>
    <w:rsid w:val="00A751D3"/>
    <w:rsid w:val="00A75CAD"/>
    <w:rsid w:val="00A8186C"/>
    <w:rsid w:val="00A82781"/>
    <w:rsid w:val="00A83340"/>
    <w:rsid w:val="00A85A3F"/>
    <w:rsid w:val="00A865A4"/>
    <w:rsid w:val="00A870C2"/>
    <w:rsid w:val="00A8759E"/>
    <w:rsid w:val="00A8787E"/>
    <w:rsid w:val="00A9111A"/>
    <w:rsid w:val="00A919F0"/>
    <w:rsid w:val="00A922B6"/>
    <w:rsid w:val="00A92DA9"/>
    <w:rsid w:val="00A92E78"/>
    <w:rsid w:val="00A9302C"/>
    <w:rsid w:val="00A935BD"/>
    <w:rsid w:val="00A9406F"/>
    <w:rsid w:val="00A95433"/>
    <w:rsid w:val="00AA24D7"/>
    <w:rsid w:val="00AA4C64"/>
    <w:rsid w:val="00AA59F3"/>
    <w:rsid w:val="00AB045C"/>
    <w:rsid w:val="00AB0563"/>
    <w:rsid w:val="00AB47CA"/>
    <w:rsid w:val="00AB5E79"/>
    <w:rsid w:val="00AB6BC1"/>
    <w:rsid w:val="00AB7DBD"/>
    <w:rsid w:val="00AC24DE"/>
    <w:rsid w:val="00AC2F9E"/>
    <w:rsid w:val="00AC31E1"/>
    <w:rsid w:val="00AC3795"/>
    <w:rsid w:val="00AC7B6C"/>
    <w:rsid w:val="00AD07F4"/>
    <w:rsid w:val="00AD0DCE"/>
    <w:rsid w:val="00AD0F36"/>
    <w:rsid w:val="00AD194B"/>
    <w:rsid w:val="00AD304B"/>
    <w:rsid w:val="00AD334C"/>
    <w:rsid w:val="00AD3A99"/>
    <w:rsid w:val="00AD5CD4"/>
    <w:rsid w:val="00AE230E"/>
    <w:rsid w:val="00AE2F2D"/>
    <w:rsid w:val="00AE4932"/>
    <w:rsid w:val="00AE4C6B"/>
    <w:rsid w:val="00AE5F56"/>
    <w:rsid w:val="00AE7C6B"/>
    <w:rsid w:val="00AF16F8"/>
    <w:rsid w:val="00AF1E42"/>
    <w:rsid w:val="00AF36ED"/>
    <w:rsid w:val="00AF3C57"/>
    <w:rsid w:val="00AF4B82"/>
    <w:rsid w:val="00AF50FF"/>
    <w:rsid w:val="00AF67C1"/>
    <w:rsid w:val="00AF6AE7"/>
    <w:rsid w:val="00AF744C"/>
    <w:rsid w:val="00B023AD"/>
    <w:rsid w:val="00B029DA"/>
    <w:rsid w:val="00B03286"/>
    <w:rsid w:val="00B039CC"/>
    <w:rsid w:val="00B11C81"/>
    <w:rsid w:val="00B15499"/>
    <w:rsid w:val="00B15FCE"/>
    <w:rsid w:val="00B261CE"/>
    <w:rsid w:val="00B261F7"/>
    <w:rsid w:val="00B30626"/>
    <w:rsid w:val="00B32426"/>
    <w:rsid w:val="00B32B39"/>
    <w:rsid w:val="00B33C69"/>
    <w:rsid w:val="00B3469A"/>
    <w:rsid w:val="00B353E5"/>
    <w:rsid w:val="00B40681"/>
    <w:rsid w:val="00B42FED"/>
    <w:rsid w:val="00B442B4"/>
    <w:rsid w:val="00B46C84"/>
    <w:rsid w:val="00B470E0"/>
    <w:rsid w:val="00B52BA6"/>
    <w:rsid w:val="00B5341A"/>
    <w:rsid w:val="00B5467C"/>
    <w:rsid w:val="00B55776"/>
    <w:rsid w:val="00B60102"/>
    <w:rsid w:val="00B603AE"/>
    <w:rsid w:val="00B60D16"/>
    <w:rsid w:val="00B637C7"/>
    <w:rsid w:val="00B641AD"/>
    <w:rsid w:val="00B66DA6"/>
    <w:rsid w:val="00B67661"/>
    <w:rsid w:val="00B70F8A"/>
    <w:rsid w:val="00B73E6E"/>
    <w:rsid w:val="00B746A5"/>
    <w:rsid w:val="00B74865"/>
    <w:rsid w:val="00B77615"/>
    <w:rsid w:val="00B776CE"/>
    <w:rsid w:val="00B778FC"/>
    <w:rsid w:val="00B832AF"/>
    <w:rsid w:val="00B87026"/>
    <w:rsid w:val="00B916B8"/>
    <w:rsid w:val="00B93A3C"/>
    <w:rsid w:val="00B944D9"/>
    <w:rsid w:val="00B966A8"/>
    <w:rsid w:val="00BA31D7"/>
    <w:rsid w:val="00BB1B31"/>
    <w:rsid w:val="00BB352F"/>
    <w:rsid w:val="00BB4EFB"/>
    <w:rsid w:val="00BB6E8B"/>
    <w:rsid w:val="00BC01F4"/>
    <w:rsid w:val="00BC2065"/>
    <w:rsid w:val="00BC206E"/>
    <w:rsid w:val="00BC2A03"/>
    <w:rsid w:val="00BC54C7"/>
    <w:rsid w:val="00BD0716"/>
    <w:rsid w:val="00BD3823"/>
    <w:rsid w:val="00BD4AA8"/>
    <w:rsid w:val="00BD52B1"/>
    <w:rsid w:val="00BD52D4"/>
    <w:rsid w:val="00BD627E"/>
    <w:rsid w:val="00BD6803"/>
    <w:rsid w:val="00BE11E5"/>
    <w:rsid w:val="00BE432E"/>
    <w:rsid w:val="00BE481F"/>
    <w:rsid w:val="00BE65E4"/>
    <w:rsid w:val="00BE7607"/>
    <w:rsid w:val="00BF1459"/>
    <w:rsid w:val="00BF2225"/>
    <w:rsid w:val="00BF2F27"/>
    <w:rsid w:val="00BF51E4"/>
    <w:rsid w:val="00BF570A"/>
    <w:rsid w:val="00BF5F06"/>
    <w:rsid w:val="00BF6B15"/>
    <w:rsid w:val="00BF7927"/>
    <w:rsid w:val="00C01A7A"/>
    <w:rsid w:val="00C01E9F"/>
    <w:rsid w:val="00C02139"/>
    <w:rsid w:val="00C04593"/>
    <w:rsid w:val="00C054B8"/>
    <w:rsid w:val="00C05767"/>
    <w:rsid w:val="00C10153"/>
    <w:rsid w:val="00C11921"/>
    <w:rsid w:val="00C12BB1"/>
    <w:rsid w:val="00C1300A"/>
    <w:rsid w:val="00C14B28"/>
    <w:rsid w:val="00C15237"/>
    <w:rsid w:val="00C1524C"/>
    <w:rsid w:val="00C155D5"/>
    <w:rsid w:val="00C1647A"/>
    <w:rsid w:val="00C16833"/>
    <w:rsid w:val="00C16CF9"/>
    <w:rsid w:val="00C177C1"/>
    <w:rsid w:val="00C22A29"/>
    <w:rsid w:val="00C2320F"/>
    <w:rsid w:val="00C23E4D"/>
    <w:rsid w:val="00C300E6"/>
    <w:rsid w:val="00C33C73"/>
    <w:rsid w:val="00C34534"/>
    <w:rsid w:val="00C3484A"/>
    <w:rsid w:val="00C36AF9"/>
    <w:rsid w:val="00C36ED1"/>
    <w:rsid w:val="00C415DD"/>
    <w:rsid w:val="00C4167D"/>
    <w:rsid w:val="00C41B32"/>
    <w:rsid w:val="00C42811"/>
    <w:rsid w:val="00C42D36"/>
    <w:rsid w:val="00C43D9F"/>
    <w:rsid w:val="00C453C9"/>
    <w:rsid w:val="00C46C49"/>
    <w:rsid w:val="00C47406"/>
    <w:rsid w:val="00C47BBC"/>
    <w:rsid w:val="00C47E5D"/>
    <w:rsid w:val="00C5010D"/>
    <w:rsid w:val="00C51790"/>
    <w:rsid w:val="00C53999"/>
    <w:rsid w:val="00C53E55"/>
    <w:rsid w:val="00C565A0"/>
    <w:rsid w:val="00C62863"/>
    <w:rsid w:val="00C631A7"/>
    <w:rsid w:val="00C6759D"/>
    <w:rsid w:val="00C70D6D"/>
    <w:rsid w:val="00C71289"/>
    <w:rsid w:val="00C72E99"/>
    <w:rsid w:val="00C73E19"/>
    <w:rsid w:val="00C765BD"/>
    <w:rsid w:val="00C77741"/>
    <w:rsid w:val="00C80AF8"/>
    <w:rsid w:val="00C84494"/>
    <w:rsid w:val="00C8637B"/>
    <w:rsid w:val="00C8640B"/>
    <w:rsid w:val="00C86827"/>
    <w:rsid w:val="00C86AC8"/>
    <w:rsid w:val="00C91306"/>
    <w:rsid w:val="00C92A99"/>
    <w:rsid w:val="00C93F70"/>
    <w:rsid w:val="00C9452C"/>
    <w:rsid w:val="00C961C2"/>
    <w:rsid w:val="00CA0307"/>
    <w:rsid w:val="00CA297D"/>
    <w:rsid w:val="00CA3980"/>
    <w:rsid w:val="00CA4142"/>
    <w:rsid w:val="00CA6DBA"/>
    <w:rsid w:val="00CA726F"/>
    <w:rsid w:val="00CB008A"/>
    <w:rsid w:val="00CB25D6"/>
    <w:rsid w:val="00CB4EC5"/>
    <w:rsid w:val="00CC14E2"/>
    <w:rsid w:val="00CC24E2"/>
    <w:rsid w:val="00CC2DF1"/>
    <w:rsid w:val="00CC3378"/>
    <w:rsid w:val="00CC44AF"/>
    <w:rsid w:val="00CD1F83"/>
    <w:rsid w:val="00CD2710"/>
    <w:rsid w:val="00CD41AD"/>
    <w:rsid w:val="00CD4DF3"/>
    <w:rsid w:val="00CD5577"/>
    <w:rsid w:val="00CD602A"/>
    <w:rsid w:val="00CD7711"/>
    <w:rsid w:val="00CE2B3C"/>
    <w:rsid w:val="00CE339C"/>
    <w:rsid w:val="00CE3906"/>
    <w:rsid w:val="00CE3CF5"/>
    <w:rsid w:val="00CE5D32"/>
    <w:rsid w:val="00CE7285"/>
    <w:rsid w:val="00CF39A6"/>
    <w:rsid w:val="00CF53C0"/>
    <w:rsid w:val="00D02C07"/>
    <w:rsid w:val="00D03D9C"/>
    <w:rsid w:val="00D07FEF"/>
    <w:rsid w:val="00D113C6"/>
    <w:rsid w:val="00D11681"/>
    <w:rsid w:val="00D155E5"/>
    <w:rsid w:val="00D169B3"/>
    <w:rsid w:val="00D16B2A"/>
    <w:rsid w:val="00D17C3C"/>
    <w:rsid w:val="00D20BBE"/>
    <w:rsid w:val="00D22ED8"/>
    <w:rsid w:val="00D23843"/>
    <w:rsid w:val="00D239CC"/>
    <w:rsid w:val="00D25478"/>
    <w:rsid w:val="00D30B6A"/>
    <w:rsid w:val="00D334A6"/>
    <w:rsid w:val="00D334E2"/>
    <w:rsid w:val="00D36303"/>
    <w:rsid w:val="00D37335"/>
    <w:rsid w:val="00D405E2"/>
    <w:rsid w:val="00D429C9"/>
    <w:rsid w:val="00D43144"/>
    <w:rsid w:val="00D439EC"/>
    <w:rsid w:val="00D44A13"/>
    <w:rsid w:val="00D461A8"/>
    <w:rsid w:val="00D51956"/>
    <w:rsid w:val="00D55509"/>
    <w:rsid w:val="00D56ABE"/>
    <w:rsid w:val="00D605A5"/>
    <w:rsid w:val="00D66FC8"/>
    <w:rsid w:val="00D70699"/>
    <w:rsid w:val="00D74054"/>
    <w:rsid w:val="00D74ADF"/>
    <w:rsid w:val="00D754F7"/>
    <w:rsid w:val="00D75A04"/>
    <w:rsid w:val="00D76A63"/>
    <w:rsid w:val="00D772D5"/>
    <w:rsid w:val="00D81103"/>
    <w:rsid w:val="00D85D6F"/>
    <w:rsid w:val="00D85EF9"/>
    <w:rsid w:val="00D906EB"/>
    <w:rsid w:val="00D90760"/>
    <w:rsid w:val="00D914AD"/>
    <w:rsid w:val="00D94D81"/>
    <w:rsid w:val="00D954F5"/>
    <w:rsid w:val="00D96893"/>
    <w:rsid w:val="00D96A55"/>
    <w:rsid w:val="00DA20C9"/>
    <w:rsid w:val="00DA4723"/>
    <w:rsid w:val="00DA7639"/>
    <w:rsid w:val="00DB0021"/>
    <w:rsid w:val="00DB0AC4"/>
    <w:rsid w:val="00DB1020"/>
    <w:rsid w:val="00DB1688"/>
    <w:rsid w:val="00DB2859"/>
    <w:rsid w:val="00DB4925"/>
    <w:rsid w:val="00DB4A58"/>
    <w:rsid w:val="00DB56AE"/>
    <w:rsid w:val="00DB5B9A"/>
    <w:rsid w:val="00DB7408"/>
    <w:rsid w:val="00DB763E"/>
    <w:rsid w:val="00DC51AE"/>
    <w:rsid w:val="00DC5960"/>
    <w:rsid w:val="00DC60C9"/>
    <w:rsid w:val="00DC6C66"/>
    <w:rsid w:val="00DC751C"/>
    <w:rsid w:val="00DD1924"/>
    <w:rsid w:val="00DD2F3F"/>
    <w:rsid w:val="00DD3824"/>
    <w:rsid w:val="00DD556C"/>
    <w:rsid w:val="00DD5EF5"/>
    <w:rsid w:val="00DE0542"/>
    <w:rsid w:val="00DE13D9"/>
    <w:rsid w:val="00DE14C9"/>
    <w:rsid w:val="00DE31A6"/>
    <w:rsid w:val="00DE5B8E"/>
    <w:rsid w:val="00DE6E6A"/>
    <w:rsid w:val="00DE727A"/>
    <w:rsid w:val="00DF0365"/>
    <w:rsid w:val="00DF0849"/>
    <w:rsid w:val="00DF0DC1"/>
    <w:rsid w:val="00DF2F03"/>
    <w:rsid w:val="00DF4E05"/>
    <w:rsid w:val="00E03342"/>
    <w:rsid w:val="00E1370A"/>
    <w:rsid w:val="00E20FB3"/>
    <w:rsid w:val="00E21E5E"/>
    <w:rsid w:val="00E24F65"/>
    <w:rsid w:val="00E25B85"/>
    <w:rsid w:val="00E26130"/>
    <w:rsid w:val="00E26956"/>
    <w:rsid w:val="00E27486"/>
    <w:rsid w:val="00E31B8A"/>
    <w:rsid w:val="00E3507D"/>
    <w:rsid w:val="00E3647A"/>
    <w:rsid w:val="00E3737D"/>
    <w:rsid w:val="00E37679"/>
    <w:rsid w:val="00E403C6"/>
    <w:rsid w:val="00E40766"/>
    <w:rsid w:val="00E41C20"/>
    <w:rsid w:val="00E4258E"/>
    <w:rsid w:val="00E43516"/>
    <w:rsid w:val="00E51D3E"/>
    <w:rsid w:val="00E51FDA"/>
    <w:rsid w:val="00E53975"/>
    <w:rsid w:val="00E54DD0"/>
    <w:rsid w:val="00E578BC"/>
    <w:rsid w:val="00E62928"/>
    <w:rsid w:val="00E71718"/>
    <w:rsid w:val="00E7255B"/>
    <w:rsid w:val="00E73B7B"/>
    <w:rsid w:val="00E7412E"/>
    <w:rsid w:val="00E748DA"/>
    <w:rsid w:val="00E74FF8"/>
    <w:rsid w:val="00E75D61"/>
    <w:rsid w:val="00E75F30"/>
    <w:rsid w:val="00E81B5A"/>
    <w:rsid w:val="00E82B5D"/>
    <w:rsid w:val="00E83B1D"/>
    <w:rsid w:val="00E84888"/>
    <w:rsid w:val="00E8522C"/>
    <w:rsid w:val="00E85DF1"/>
    <w:rsid w:val="00E8600C"/>
    <w:rsid w:val="00E90939"/>
    <w:rsid w:val="00E93F9C"/>
    <w:rsid w:val="00E94E82"/>
    <w:rsid w:val="00E959FC"/>
    <w:rsid w:val="00EA0AB7"/>
    <w:rsid w:val="00EA13F6"/>
    <w:rsid w:val="00EA598F"/>
    <w:rsid w:val="00EA7795"/>
    <w:rsid w:val="00EB0A3E"/>
    <w:rsid w:val="00EB0C4A"/>
    <w:rsid w:val="00EB4F8B"/>
    <w:rsid w:val="00EB7B9E"/>
    <w:rsid w:val="00EC140C"/>
    <w:rsid w:val="00EC3777"/>
    <w:rsid w:val="00EC4C50"/>
    <w:rsid w:val="00EC5C3D"/>
    <w:rsid w:val="00EC6C46"/>
    <w:rsid w:val="00EC71BE"/>
    <w:rsid w:val="00EC7B66"/>
    <w:rsid w:val="00ED082C"/>
    <w:rsid w:val="00ED36B7"/>
    <w:rsid w:val="00ED46B4"/>
    <w:rsid w:val="00ED64BB"/>
    <w:rsid w:val="00EE1047"/>
    <w:rsid w:val="00EE4532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062D"/>
    <w:rsid w:val="00F0190A"/>
    <w:rsid w:val="00F03346"/>
    <w:rsid w:val="00F0479C"/>
    <w:rsid w:val="00F05877"/>
    <w:rsid w:val="00F123CA"/>
    <w:rsid w:val="00F13A54"/>
    <w:rsid w:val="00F23783"/>
    <w:rsid w:val="00F23C5E"/>
    <w:rsid w:val="00F26149"/>
    <w:rsid w:val="00F27E25"/>
    <w:rsid w:val="00F30CA2"/>
    <w:rsid w:val="00F31CFA"/>
    <w:rsid w:val="00F368CE"/>
    <w:rsid w:val="00F434C1"/>
    <w:rsid w:val="00F45A3E"/>
    <w:rsid w:val="00F45B0D"/>
    <w:rsid w:val="00F45D60"/>
    <w:rsid w:val="00F46237"/>
    <w:rsid w:val="00F51EE2"/>
    <w:rsid w:val="00F53498"/>
    <w:rsid w:val="00F534EE"/>
    <w:rsid w:val="00F53C2C"/>
    <w:rsid w:val="00F55C19"/>
    <w:rsid w:val="00F621DD"/>
    <w:rsid w:val="00F63C3B"/>
    <w:rsid w:val="00F64D74"/>
    <w:rsid w:val="00F6700B"/>
    <w:rsid w:val="00F71CCD"/>
    <w:rsid w:val="00F72B5A"/>
    <w:rsid w:val="00F72C5F"/>
    <w:rsid w:val="00F73AA8"/>
    <w:rsid w:val="00F7580A"/>
    <w:rsid w:val="00F7630A"/>
    <w:rsid w:val="00F77DB1"/>
    <w:rsid w:val="00F80564"/>
    <w:rsid w:val="00F80B12"/>
    <w:rsid w:val="00F825B7"/>
    <w:rsid w:val="00F930BC"/>
    <w:rsid w:val="00F93FBE"/>
    <w:rsid w:val="00F95826"/>
    <w:rsid w:val="00F97903"/>
    <w:rsid w:val="00F97C65"/>
    <w:rsid w:val="00FA0F5C"/>
    <w:rsid w:val="00FA2251"/>
    <w:rsid w:val="00FA69AE"/>
    <w:rsid w:val="00FA7F4D"/>
    <w:rsid w:val="00FB2337"/>
    <w:rsid w:val="00FB2CE1"/>
    <w:rsid w:val="00FB4F0F"/>
    <w:rsid w:val="00FB6FA2"/>
    <w:rsid w:val="00FB7107"/>
    <w:rsid w:val="00FC0F1D"/>
    <w:rsid w:val="00FC1BBF"/>
    <w:rsid w:val="00FC1D45"/>
    <w:rsid w:val="00FC6151"/>
    <w:rsid w:val="00FC6871"/>
    <w:rsid w:val="00FD1A59"/>
    <w:rsid w:val="00FD2FB3"/>
    <w:rsid w:val="00FD3C80"/>
    <w:rsid w:val="00FD4266"/>
    <w:rsid w:val="00FD4D4A"/>
    <w:rsid w:val="00FD5395"/>
    <w:rsid w:val="00FD74EC"/>
    <w:rsid w:val="00FE1E24"/>
    <w:rsid w:val="00FE1F8F"/>
    <w:rsid w:val="00FE2DCF"/>
    <w:rsid w:val="00FE34C5"/>
    <w:rsid w:val="00FE5EC0"/>
    <w:rsid w:val="00FE5F4D"/>
    <w:rsid w:val="00FE6FC8"/>
    <w:rsid w:val="00FF17C8"/>
    <w:rsid w:val="00FF2878"/>
    <w:rsid w:val="00FF29EE"/>
    <w:rsid w:val="00FF3037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1DFCE3"/>
  <w15:docId w15:val="{2AF0FD61-2438-48D8-89EF-3BAE9BDA6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1" w:qFormat="1"/>
    <w:lsdException w:name="heading 2" w:uiPriority="1"/>
    <w:lsdException w:name="heading 3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0243C0"/>
    <w:rPr>
      <w:rFonts w:ascii="Arial" w:hAnsi="Arial"/>
      <w:sz w:val="18"/>
      <w:szCs w:val="24"/>
    </w:rPr>
  </w:style>
  <w:style w:type="paragraph" w:styleId="Nagwek1">
    <w:name w:val="heading 1"/>
    <w:aliases w:val="^Nagłówek 1"/>
    <w:basedOn w:val="Normalny"/>
    <w:next w:val="Normalny"/>
    <w:link w:val="Nagwek1Znak"/>
    <w:uiPriority w:val="1"/>
    <w:qFormat/>
    <w:rsid w:val="008E131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1"/>
    <w:rsid w:val="00A71C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C3B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gwek4">
    <w:name w:val="heading 4"/>
    <w:basedOn w:val="Normalny"/>
    <w:rsid w:val="0011164C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poziom0">
    <w:name w:val="^I poziom"/>
    <w:basedOn w:val="IIpoziom0"/>
    <w:link w:val="IpoziomZnak"/>
    <w:autoRedefine/>
    <w:uiPriority w:val="2"/>
    <w:qFormat/>
    <w:rsid w:val="008C6738"/>
    <w:pPr>
      <w:ind w:left="782"/>
    </w:pPr>
    <w:rPr>
      <w:b/>
      <w:color w:val="1F497D"/>
    </w:rPr>
  </w:style>
  <w:style w:type="character" w:customStyle="1" w:styleId="IpoziomZnak">
    <w:name w:val="^I poziom Znak"/>
    <w:basedOn w:val="Domylnaczcionkaakapitu"/>
    <w:link w:val="Ipoziom0"/>
    <w:uiPriority w:val="2"/>
    <w:rsid w:val="008C6738"/>
    <w:rPr>
      <w:rFonts w:ascii="Arial" w:hAnsi="Arial"/>
      <w:b/>
      <w:color w:val="1F497D"/>
      <w:sz w:val="18"/>
      <w:szCs w:val="24"/>
    </w:rPr>
  </w:style>
  <w:style w:type="paragraph" w:styleId="Akapitzlist">
    <w:name w:val="List Paragraph"/>
    <w:aliases w:val="Tekst_DO,RR PGE Akapit z listą,Preambuła,lp1,List Paragraph1,List Paragraph2,ISCG Numerowanie,Akapit z listą;1_literowka,1_literowka,Literowanie,Punktowanie,1) AaA,1_literowka Znak Znak,Literowanie Znak Znak"/>
    <w:basedOn w:val="Normalny"/>
    <w:link w:val="AkapitzlistZnak"/>
    <w:uiPriority w:val="34"/>
    <w:qFormat/>
    <w:rsid w:val="008C6738"/>
    <w:pPr>
      <w:ind w:left="720"/>
      <w:contextualSpacing/>
    </w:pPr>
  </w:style>
  <w:style w:type="paragraph" w:customStyle="1" w:styleId="IIpoziom0">
    <w:name w:val="^II poziom"/>
    <w:basedOn w:val="Akapitzlist"/>
    <w:link w:val="IIpoziomZnak"/>
    <w:autoRedefine/>
    <w:uiPriority w:val="2"/>
    <w:qFormat/>
    <w:rsid w:val="008C6738"/>
    <w:pPr>
      <w:spacing w:before="120" w:after="120" w:line="260" w:lineRule="exact"/>
      <w:ind w:left="0"/>
      <w:jc w:val="both"/>
    </w:pPr>
  </w:style>
  <w:style w:type="character" w:customStyle="1" w:styleId="IIpoziomZnak">
    <w:name w:val="^II poziom Znak"/>
    <w:basedOn w:val="Domylnaczcionkaakapitu"/>
    <w:link w:val="IIpoziom0"/>
    <w:uiPriority w:val="2"/>
    <w:rsid w:val="00886A16"/>
    <w:rPr>
      <w:rFonts w:ascii="Arial" w:hAnsi="Arial"/>
      <w:sz w:val="18"/>
      <w:szCs w:val="24"/>
    </w:rPr>
  </w:style>
  <w:style w:type="paragraph" w:customStyle="1" w:styleId="IIIpoziom0">
    <w:name w:val="^III poziom"/>
    <w:basedOn w:val="Akapitzlist"/>
    <w:link w:val="IIIpoziomZnak"/>
    <w:autoRedefine/>
    <w:uiPriority w:val="2"/>
    <w:qFormat/>
    <w:rsid w:val="008C6738"/>
    <w:pPr>
      <w:spacing w:line="260" w:lineRule="exact"/>
      <w:ind w:left="0"/>
      <w:jc w:val="both"/>
    </w:pPr>
    <w:rPr>
      <w:rFonts w:cs="Arial"/>
      <w:szCs w:val="18"/>
    </w:rPr>
  </w:style>
  <w:style w:type="character" w:customStyle="1" w:styleId="IIIpoziomZnak">
    <w:name w:val="^III poziom Znak"/>
    <w:basedOn w:val="Domylnaczcionkaakapitu"/>
    <w:link w:val="IIIpoziom0"/>
    <w:uiPriority w:val="2"/>
    <w:rsid w:val="008E1317"/>
    <w:rPr>
      <w:rFonts w:ascii="Arial" w:hAnsi="Arial" w:cs="Arial"/>
      <w:sz w:val="18"/>
      <w:szCs w:val="18"/>
    </w:rPr>
  </w:style>
  <w:style w:type="paragraph" w:customStyle="1" w:styleId="IVpoziom0">
    <w:name w:val="^IV poziom"/>
    <w:basedOn w:val="IIIpoziom0"/>
    <w:link w:val="IVpoziomZnak"/>
    <w:autoRedefine/>
    <w:uiPriority w:val="2"/>
    <w:qFormat/>
    <w:rsid w:val="008E1317"/>
    <w:pPr>
      <w:numPr>
        <w:ilvl w:val="3"/>
      </w:numPr>
    </w:pPr>
    <w:rPr>
      <w:szCs w:val="24"/>
    </w:rPr>
  </w:style>
  <w:style w:type="character" w:customStyle="1" w:styleId="IVpoziomZnak">
    <w:name w:val="^IV poziom Znak"/>
    <w:basedOn w:val="Domylnaczcionkaakapitu"/>
    <w:link w:val="IVpoziom0"/>
    <w:uiPriority w:val="2"/>
    <w:rsid w:val="008E1317"/>
    <w:rPr>
      <w:rFonts w:ascii="Arial" w:hAnsi="Arial" w:cs="Arial"/>
      <w:sz w:val="18"/>
      <w:szCs w:val="24"/>
    </w:rPr>
  </w:style>
  <w:style w:type="paragraph" w:customStyle="1" w:styleId="komentarz">
    <w:name w:val="^komentarz"/>
    <w:basedOn w:val="Normalny"/>
    <w:link w:val="komentarzZnak"/>
    <w:uiPriority w:val="98"/>
    <w:qFormat/>
    <w:rsid w:val="008E1317"/>
    <w:pPr>
      <w:spacing w:before="120" w:after="120"/>
      <w:ind w:left="1077"/>
      <w:jc w:val="both"/>
    </w:pPr>
    <w:rPr>
      <w:i/>
      <w:color w:val="7F7F7F" w:themeColor="text1" w:themeTint="80"/>
      <w:sz w:val="16"/>
    </w:rPr>
  </w:style>
  <w:style w:type="character" w:customStyle="1" w:styleId="komentarzZnak">
    <w:name w:val="^komentarz Znak"/>
    <w:basedOn w:val="Domylnaczcionkaakapitu"/>
    <w:link w:val="komentarz"/>
    <w:uiPriority w:val="98"/>
    <w:rsid w:val="008E1317"/>
    <w:rPr>
      <w:rFonts w:ascii="Arial" w:hAnsi="Arial"/>
      <w:i/>
      <w:color w:val="7F7F7F" w:themeColor="text1" w:themeTint="80"/>
      <w:sz w:val="16"/>
      <w:szCs w:val="24"/>
    </w:rPr>
  </w:style>
  <w:style w:type="paragraph" w:customStyle="1" w:styleId="NORMALNYTEKSTBEZNUMERACJI">
    <w:name w:val="^NORMALNY TEKST BEZ NUMERACJI"/>
    <w:basedOn w:val="Normalny"/>
    <w:next w:val="Normalny"/>
    <w:uiPriority w:val="2"/>
    <w:qFormat/>
    <w:rsid w:val="008C6738"/>
    <w:pPr>
      <w:spacing w:before="120" w:after="60"/>
      <w:ind w:left="340"/>
      <w:textboxTightWrap w:val="allLines"/>
      <w:outlineLvl w:val="0"/>
    </w:pPr>
    <w:rPr>
      <w:rFonts w:cs="Arial"/>
    </w:rPr>
  </w:style>
  <w:style w:type="paragraph" w:customStyle="1" w:styleId="Podpisy">
    <w:name w:val="^Podpisy"/>
    <w:basedOn w:val="Normalny"/>
    <w:next w:val="Normalny"/>
    <w:uiPriority w:val="3"/>
    <w:qFormat/>
    <w:rsid w:val="008E1317"/>
    <w:pPr>
      <w:spacing w:before="240" w:after="120"/>
      <w:ind w:left="567"/>
      <w:jc w:val="both"/>
    </w:pPr>
    <w:rPr>
      <w:i/>
      <w:sz w:val="16"/>
      <w:szCs w:val="20"/>
    </w:rPr>
  </w:style>
  <w:style w:type="paragraph" w:customStyle="1" w:styleId="Stronatytuowa">
    <w:name w:val="^Strona tytułowa"/>
    <w:basedOn w:val="Normalny"/>
    <w:link w:val="StronatytuowaZnak"/>
    <w:qFormat/>
    <w:rsid w:val="008E1317"/>
    <w:pPr>
      <w:spacing w:before="120" w:after="120" w:line="276" w:lineRule="auto"/>
      <w:jc w:val="center"/>
    </w:pPr>
    <w:rPr>
      <w:rFonts w:cs="Arial"/>
      <w:b/>
      <w:sz w:val="32"/>
      <w:szCs w:val="20"/>
    </w:rPr>
  </w:style>
  <w:style w:type="character" w:customStyle="1" w:styleId="StronatytuowaZnak">
    <w:name w:val="^Strona tytułowa Znak"/>
    <w:basedOn w:val="Domylnaczcionkaakapitu"/>
    <w:link w:val="Stronatytuowa"/>
    <w:rsid w:val="008E1317"/>
    <w:rPr>
      <w:rFonts w:ascii="Arial" w:hAnsi="Arial" w:cs="Arial"/>
      <w:b/>
      <w:sz w:val="32"/>
    </w:rPr>
  </w:style>
  <w:style w:type="paragraph" w:customStyle="1" w:styleId="teksttabeli">
    <w:name w:val="^tekst tabeli"/>
    <w:basedOn w:val="Normalny"/>
    <w:link w:val="teksttabeliZnak"/>
    <w:uiPriority w:val="4"/>
    <w:qFormat/>
    <w:rsid w:val="008E1317"/>
    <w:rPr>
      <w:sz w:val="16"/>
    </w:rPr>
  </w:style>
  <w:style w:type="character" w:customStyle="1" w:styleId="teksttabeliZnak">
    <w:name w:val="^tekst tabeli Znak"/>
    <w:basedOn w:val="Domylnaczcionkaakapitu"/>
    <w:link w:val="teksttabeli"/>
    <w:uiPriority w:val="4"/>
    <w:rsid w:val="008E1317"/>
    <w:rPr>
      <w:rFonts w:ascii="Arial" w:hAnsi="Arial"/>
      <w:sz w:val="16"/>
      <w:szCs w:val="24"/>
    </w:rPr>
  </w:style>
  <w:style w:type="paragraph" w:customStyle="1" w:styleId="Vpoziom0">
    <w:name w:val="^V poziom"/>
    <w:basedOn w:val="Akapitzlist"/>
    <w:link w:val="VpoziomZnak"/>
    <w:autoRedefine/>
    <w:uiPriority w:val="2"/>
    <w:qFormat/>
    <w:rsid w:val="008C6738"/>
    <w:pPr>
      <w:spacing w:line="260" w:lineRule="exact"/>
      <w:ind w:left="0"/>
      <w:contextualSpacing w:val="0"/>
      <w:jc w:val="both"/>
    </w:pPr>
    <w:rPr>
      <w:rFonts w:cs="Arial"/>
    </w:rPr>
  </w:style>
  <w:style w:type="character" w:customStyle="1" w:styleId="VpoziomZnak">
    <w:name w:val="^V poziom Znak"/>
    <w:basedOn w:val="Domylnaczcionkaakapitu"/>
    <w:link w:val="Vpoziom0"/>
    <w:uiPriority w:val="2"/>
    <w:rsid w:val="008E1317"/>
    <w:rPr>
      <w:rFonts w:ascii="Arial" w:hAnsi="Arial" w:cs="Arial"/>
      <w:sz w:val="18"/>
      <w:szCs w:val="24"/>
    </w:rPr>
  </w:style>
  <w:style w:type="paragraph" w:customStyle="1" w:styleId="VIpoziom0">
    <w:name w:val="^VI poziom"/>
    <w:basedOn w:val="Akapitzlist"/>
    <w:link w:val="VIpoziomZnak"/>
    <w:autoRedefine/>
    <w:uiPriority w:val="2"/>
    <w:qFormat/>
    <w:rsid w:val="008C6738"/>
    <w:pPr>
      <w:spacing w:line="260" w:lineRule="exact"/>
      <w:ind w:left="0"/>
      <w:contextualSpacing w:val="0"/>
      <w:jc w:val="both"/>
    </w:pPr>
    <w:rPr>
      <w:rFonts w:cs="Arial"/>
    </w:rPr>
  </w:style>
  <w:style w:type="character" w:customStyle="1" w:styleId="VIpoziomZnak">
    <w:name w:val="^VI poziom Znak"/>
    <w:basedOn w:val="Domylnaczcionkaakapitu"/>
    <w:link w:val="VIpoziom0"/>
    <w:uiPriority w:val="2"/>
    <w:rsid w:val="008E1317"/>
    <w:rPr>
      <w:rFonts w:ascii="Arial" w:hAnsi="Arial" w:cs="Arial"/>
      <w:sz w:val="18"/>
      <w:szCs w:val="24"/>
    </w:r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character" w:customStyle="1" w:styleId="Nagwek1Znak">
    <w:name w:val="Nagłówek 1 Znak"/>
    <w:aliases w:val="^Nagłówek 1 Znak"/>
    <w:basedOn w:val="Domylnaczcionkaakapitu"/>
    <w:link w:val="Nagwek1"/>
    <w:uiPriority w:val="1"/>
    <w:rsid w:val="008E1317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0C3B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rsid w:val="008C673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8C673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C67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04D6"/>
    <w:rPr>
      <w:rFonts w:ascii="Arial" w:hAnsi="Arial"/>
      <w:sz w:val="18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C67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04D6"/>
    <w:rPr>
      <w:rFonts w:ascii="Arial" w:hAnsi="Arial"/>
      <w:sz w:val="18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8C673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C67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453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C67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E4532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8C6738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E4532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nhideWhenUsed/>
    <w:rsid w:val="008C673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C5960"/>
    <w:rPr>
      <w:rFonts w:ascii="Arial" w:hAnsi="Arial"/>
      <w:sz w:val="18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DC5960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DC5960"/>
    <w:rPr>
      <w:rFonts w:ascii="Arial" w:hAnsi="Arial"/>
      <w:sz w:val="18"/>
      <w:szCs w:val="24"/>
    </w:rPr>
  </w:style>
  <w:style w:type="paragraph" w:customStyle="1" w:styleId="IIIpoziom1">
    <w:name w:val="*III poziom"/>
    <w:basedOn w:val="Akapitzlist"/>
    <w:link w:val="IIIpoziomZnak0"/>
    <w:autoRedefine/>
    <w:qFormat/>
    <w:rsid w:val="008C6738"/>
    <w:pPr>
      <w:spacing w:after="240" w:line="260" w:lineRule="exact"/>
      <w:ind w:left="1077" w:hanging="720"/>
      <w:jc w:val="both"/>
    </w:pPr>
    <w:rPr>
      <w:rFonts w:cs="Arial"/>
      <w:szCs w:val="18"/>
    </w:rPr>
  </w:style>
  <w:style w:type="paragraph" w:customStyle="1" w:styleId="IVpoziom1">
    <w:name w:val="*IV poziom"/>
    <w:basedOn w:val="Akapitzlist"/>
    <w:link w:val="IVpoziomZnak0"/>
    <w:autoRedefine/>
    <w:qFormat/>
    <w:rsid w:val="008C6738"/>
    <w:pPr>
      <w:spacing w:line="260" w:lineRule="exact"/>
      <w:ind w:left="1077" w:hanging="720"/>
      <w:contextualSpacing w:val="0"/>
      <w:jc w:val="both"/>
    </w:pPr>
    <w:rPr>
      <w:rFonts w:cs="Arial"/>
      <w:szCs w:val="20"/>
    </w:rPr>
  </w:style>
  <w:style w:type="paragraph" w:customStyle="1" w:styleId="Vpoziom1">
    <w:name w:val="*V poziom"/>
    <w:basedOn w:val="Akapitzlist"/>
    <w:link w:val="VpoziomZnak0"/>
    <w:autoRedefine/>
    <w:qFormat/>
    <w:rsid w:val="008C6738"/>
    <w:pPr>
      <w:spacing w:line="260" w:lineRule="exact"/>
      <w:ind w:left="1417" w:hanging="226"/>
      <w:contextualSpacing w:val="0"/>
      <w:jc w:val="both"/>
    </w:pPr>
    <w:rPr>
      <w:rFonts w:cs="Arial"/>
      <w:szCs w:val="20"/>
    </w:rPr>
  </w:style>
  <w:style w:type="paragraph" w:customStyle="1" w:styleId="VIpoziom1">
    <w:name w:val="*VI poziom"/>
    <w:basedOn w:val="Akapitzlist"/>
    <w:link w:val="VIpoziomZnak0"/>
    <w:autoRedefine/>
    <w:qFormat/>
    <w:rsid w:val="008C6738"/>
    <w:pPr>
      <w:spacing w:line="260" w:lineRule="exact"/>
      <w:ind w:left="1701" w:hanging="227"/>
      <w:contextualSpacing w:val="0"/>
      <w:jc w:val="both"/>
    </w:pPr>
    <w:rPr>
      <w:rFonts w:cs="Arial"/>
      <w:szCs w:val="20"/>
    </w:rPr>
  </w:style>
  <w:style w:type="paragraph" w:customStyle="1" w:styleId="Ipoziom">
    <w:name w:val="**I poziom"/>
    <w:basedOn w:val="Akapitzlist"/>
    <w:link w:val="IpoziomZnak0"/>
    <w:autoRedefine/>
    <w:qFormat/>
    <w:rsid w:val="006D136E"/>
    <w:pPr>
      <w:keepNext/>
      <w:numPr>
        <w:numId w:val="31"/>
      </w:numPr>
      <w:spacing w:before="120" w:after="60" w:line="260" w:lineRule="exact"/>
      <w:contextualSpacing w:val="0"/>
      <w:jc w:val="both"/>
      <w:outlineLvl w:val="0"/>
    </w:pPr>
    <w:rPr>
      <w:rFonts w:cs="Arial"/>
      <w:b/>
      <w:bCs/>
      <w:smallCaps/>
      <w:color w:val="092D74"/>
      <w:kern w:val="32"/>
      <w:sz w:val="20"/>
      <w:szCs w:val="20"/>
    </w:rPr>
  </w:style>
  <w:style w:type="character" w:customStyle="1" w:styleId="IpoziomZnak0">
    <w:name w:val="**I poziom Znak"/>
    <w:basedOn w:val="Domylnaczcionkaakapitu"/>
    <w:link w:val="Ipoziom"/>
    <w:rsid w:val="006D136E"/>
    <w:rPr>
      <w:rFonts w:ascii="Arial" w:hAnsi="Arial" w:cs="Arial"/>
      <w:b/>
      <w:bCs/>
      <w:smallCaps/>
      <w:color w:val="092D74"/>
      <w:kern w:val="32"/>
    </w:rPr>
  </w:style>
  <w:style w:type="paragraph" w:customStyle="1" w:styleId="Default">
    <w:name w:val="Default"/>
    <w:rsid w:val="00F45D6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C6738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rsid w:val="008C6738"/>
    <w:rPr>
      <w:i/>
      <w:iCs/>
    </w:rPr>
  </w:style>
  <w:style w:type="character" w:styleId="Pogrubienie">
    <w:name w:val="Strong"/>
    <w:uiPriority w:val="22"/>
    <w:rsid w:val="008C6738"/>
    <w:rPr>
      <w:b/>
      <w:bCs/>
    </w:rPr>
  </w:style>
  <w:style w:type="paragraph" w:styleId="Lista2">
    <w:name w:val="List 2"/>
    <w:basedOn w:val="Normalny"/>
    <w:rsid w:val="008C6738"/>
    <w:pPr>
      <w:ind w:left="566" w:hanging="283"/>
      <w:contextualSpacing/>
    </w:pPr>
  </w:style>
  <w:style w:type="paragraph" w:styleId="Lista3">
    <w:name w:val="List 3"/>
    <w:basedOn w:val="Normalny"/>
    <w:rsid w:val="008C6738"/>
    <w:pPr>
      <w:ind w:left="849" w:hanging="283"/>
      <w:contextualSpacing/>
    </w:pPr>
  </w:style>
  <w:style w:type="table" w:styleId="Tabela-Siatka">
    <w:name w:val="Table Grid"/>
    <w:basedOn w:val="Standardowy"/>
    <w:uiPriority w:val="39"/>
    <w:rsid w:val="008C6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8C6738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8C6738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8C6738"/>
    <w:pPr>
      <w:numPr>
        <w:numId w:val="10"/>
      </w:numPr>
    </w:pPr>
  </w:style>
  <w:style w:type="paragraph" w:customStyle="1" w:styleId="Opis">
    <w:name w:val="Opis"/>
    <w:basedOn w:val="Normalny"/>
    <w:link w:val="OpisZnak"/>
    <w:rsid w:val="008C6738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8C6738"/>
    <w:rPr>
      <w:rFonts w:ascii="Arial" w:hAnsi="Arial" w:cs="Arial"/>
      <w:sz w:val="22"/>
      <w:szCs w:val="22"/>
    </w:rPr>
  </w:style>
  <w:style w:type="paragraph" w:customStyle="1" w:styleId="Ipoziom1">
    <w:name w:val="*I poziom"/>
    <w:basedOn w:val="Akapitzlist"/>
    <w:link w:val="IpoziomZnak1"/>
    <w:autoRedefine/>
    <w:rsid w:val="008C6738"/>
    <w:pPr>
      <w:spacing w:before="120" w:after="60" w:line="260" w:lineRule="exact"/>
      <w:ind w:left="357" w:hanging="357"/>
      <w:contextualSpacing w:val="0"/>
      <w:jc w:val="both"/>
    </w:pPr>
    <w:rPr>
      <w:rFonts w:cs="Arial"/>
      <w:b/>
      <w:color w:val="1F497D" w:themeColor="text2"/>
    </w:rPr>
  </w:style>
  <w:style w:type="paragraph" w:customStyle="1" w:styleId="IIpoziom">
    <w:name w:val="*II poziom"/>
    <w:basedOn w:val="Akapitzlist"/>
    <w:link w:val="IIpoziomZnak0"/>
    <w:autoRedefine/>
    <w:qFormat/>
    <w:rsid w:val="00502667"/>
    <w:pPr>
      <w:numPr>
        <w:ilvl w:val="1"/>
        <w:numId w:val="1"/>
      </w:numPr>
      <w:tabs>
        <w:tab w:val="left" w:pos="2127"/>
      </w:tabs>
      <w:spacing w:line="260" w:lineRule="exact"/>
    </w:pPr>
  </w:style>
  <w:style w:type="character" w:customStyle="1" w:styleId="AkapitzlistZnak">
    <w:name w:val="Akapit z listą Znak"/>
    <w:aliases w:val="Tekst_DO Znak,RR PGE Akapit z listą Znak,Preambuła Znak,lp1 Znak,List Paragraph1 Znak,List Paragraph2 Znak,ISCG Numerowanie Znak,Akapit z listą;1_literowka Znak,1_literowka Znak,Literowanie Znak,Punktowanie Znak,1) AaA Znak"/>
    <w:basedOn w:val="Domylnaczcionkaakapitu"/>
    <w:link w:val="Akapitzlist"/>
    <w:uiPriority w:val="34"/>
    <w:rsid w:val="008C6738"/>
    <w:rPr>
      <w:rFonts w:ascii="Arial" w:hAnsi="Arial"/>
      <w:sz w:val="18"/>
      <w:szCs w:val="24"/>
    </w:rPr>
  </w:style>
  <w:style w:type="character" w:customStyle="1" w:styleId="IpoziomZnak1">
    <w:name w:val="*I poziom Znak"/>
    <w:basedOn w:val="AkapitzlistZnak"/>
    <w:link w:val="Ipoziom1"/>
    <w:rsid w:val="008C6738"/>
    <w:rPr>
      <w:rFonts w:ascii="Arial" w:hAnsi="Arial" w:cs="Arial"/>
      <w:b/>
      <w:color w:val="1F497D" w:themeColor="text2"/>
      <w:sz w:val="18"/>
      <w:szCs w:val="24"/>
    </w:rPr>
  </w:style>
  <w:style w:type="character" w:customStyle="1" w:styleId="IIpoziomZnak0">
    <w:name w:val="*II poziom Znak"/>
    <w:basedOn w:val="AkapitzlistZnak"/>
    <w:link w:val="IIpoziom"/>
    <w:rsid w:val="00502667"/>
    <w:rPr>
      <w:rFonts w:ascii="Arial" w:hAnsi="Arial"/>
      <w:sz w:val="18"/>
      <w:szCs w:val="24"/>
    </w:rPr>
  </w:style>
  <w:style w:type="character" w:customStyle="1" w:styleId="IIIpoziomZnak0">
    <w:name w:val="*III poziom Znak"/>
    <w:basedOn w:val="AkapitzlistZnak"/>
    <w:link w:val="IIIpoziom1"/>
    <w:rsid w:val="008C6738"/>
    <w:rPr>
      <w:rFonts w:ascii="Arial" w:hAnsi="Arial" w:cs="Arial"/>
      <w:sz w:val="18"/>
      <w:szCs w:val="18"/>
    </w:rPr>
  </w:style>
  <w:style w:type="character" w:customStyle="1" w:styleId="IVpoziomZnak0">
    <w:name w:val="*IV poziom Znak"/>
    <w:basedOn w:val="AkapitzlistZnak"/>
    <w:link w:val="IVpoziom1"/>
    <w:rsid w:val="008C6738"/>
    <w:rPr>
      <w:rFonts w:ascii="Arial" w:hAnsi="Arial" w:cs="Arial"/>
      <w:sz w:val="18"/>
      <w:szCs w:val="24"/>
    </w:rPr>
  </w:style>
  <w:style w:type="character" w:customStyle="1" w:styleId="VpoziomZnak0">
    <w:name w:val="*V poziom Znak"/>
    <w:basedOn w:val="AkapitzlistZnak"/>
    <w:link w:val="Vpoziom1"/>
    <w:rsid w:val="008C6738"/>
    <w:rPr>
      <w:rFonts w:ascii="Arial" w:hAnsi="Arial" w:cs="Arial"/>
      <w:sz w:val="18"/>
      <w:szCs w:val="24"/>
    </w:rPr>
  </w:style>
  <w:style w:type="paragraph" w:customStyle="1" w:styleId="IIpoziom1">
    <w:name w:val="**II poziom"/>
    <w:basedOn w:val="Akapitzlist"/>
    <w:link w:val="IIpoziomZnak1"/>
    <w:autoRedefine/>
    <w:qFormat/>
    <w:rsid w:val="008C6738"/>
    <w:pPr>
      <w:spacing w:before="120" w:after="60" w:line="260" w:lineRule="exact"/>
      <w:ind w:left="0"/>
      <w:contextualSpacing w:val="0"/>
      <w:jc w:val="both"/>
    </w:pPr>
    <w:rPr>
      <w:rFonts w:cs="Arial"/>
      <w:b/>
      <w:smallCaps/>
      <w:color w:val="1F497D" w:themeColor="text2"/>
    </w:rPr>
  </w:style>
  <w:style w:type="character" w:customStyle="1" w:styleId="VIpoziomZnak0">
    <w:name w:val="*VI poziom Znak"/>
    <w:basedOn w:val="AkapitzlistZnak"/>
    <w:link w:val="VIpoziom1"/>
    <w:rsid w:val="008C6738"/>
    <w:rPr>
      <w:rFonts w:ascii="Arial" w:hAnsi="Arial" w:cs="Arial"/>
      <w:sz w:val="18"/>
      <w:szCs w:val="24"/>
    </w:rPr>
  </w:style>
  <w:style w:type="character" w:customStyle="1" w:styleId="IIpoziomZnak1">
    <w:name w:val="**II poziom Znak"/>
    <w:basedOn w:val="AkapitzlistZnak"/>
    <w:link w:val="IIpoziom1"/>
    <w:rsid w:val="008C6738"/>
    <w:rPr>
      <w:rFonts w:ascii="Arial" w:hAnsi="Arial" w:cs="Arial"/>
      <w:b/>
      <w:smallCaps/>
      <w:color w:val="1F497D" w:themeColor="text2"/>
      <w:sz w:val="18"/>
      <w:szCs w:val="24"/>
    </w:rPr>
  </w:style>
  <w:style w:type="paragraph" w:customStyle="1" w:styleId="IVpoziom2">
    <w:name w:val="**IV poziom"/>
    <w:basedOn w:val="IVpoziom1"/>
    <w:link w:val="IVpoziomZnak1"/>
    <w:autoRedefine/>
    <w:rsid w:val="008C6738"/>
    <w:pPr>
      <w:ind w:left="0" w:firstLine="0"/>
    </w:pPr>
    <w:rPr>
      <w:szCs w:val="24"/>
    </w:rPr>
  </w:style>
  <w:style w:type="paragraph" w:customStyle="1" w:styleId="IIIpoziom">
    <w:name w:val="**III poziom"/>
    <w:basedOn w:val="Akapitzlist"/>
    <w:link w:val="IIIpoziomZnak1"/>
    <w:autoRedefine/>
    <w:rsid w:val="008C6738"/>
    <w:pPr>
      <w:numPr>
        <w:ilvl w:val="2"/>
        <w:numId w:val="13"/>
      </w:numPr>
      <w:spacing w:line="260" w:lineRule="exact"/>
      <w:jc w:val="both"/>
    </w:pPr>
    <w:rPr>
      <w:rFonts w:cs="Arial"/>
    </w:rPr>
  </w:style>
  <w:style w:type="character" w:customStyle="1" w:styleId="IVpoziomZnak1">
    <w:name w:val="**IV poziom Znak"/>
    <w:basedOn w:val="IVpoziomZnak0"/>
    <w:link w:val="IVpoziom2"/>
    <w:rsid w:val="008C6738"/>
    <w:rPr>
      <w:rFonts w:ascii="Arial" w:hAnsi="Arial" w:cs="Arial"/>
      <w:sz w:val="18"/>
      <w:szCs w:val="24"/>
    </w:rPr>
  </w:style>
  <w:style w:type="paragraph" w:customStyle="1" w:styleId="Vpoziom2">
    <w:name w:val="**V poziom"/>
    <w:basedOn w:val="Vpoziom1"/>
    <w:link w:val="VpoziomZnak1"/>
    <w:autoRedefine/>
    <w:rsid w:val="008C6738"/>
    <w:pPr>
      <w:ind w:left="0" w:firstLine="0"/>
    </w:pPr>
    <w:rPr>
      <w:szCs w:val="24"/>
    </w:rPr>
  </w:style>
  <w:style w:type="character" w:customStyle="1" w:styleId="IIIpoziomZnak1">
    <w:name w:val="**III poziom Znak"/>
    <w:basedOn w:val="AkapitzlistZnak"/>
    <w:link w:val="IIIpoziom"/>
    <w:rsid w:val="008C6738"/>
    <w:rPr>
      <w:rFonts w:ascii="Arial" w:hAnsi="Arial" w:cs="Arial"/>
      <w:sz w:val="18"/>
      <w:szCs w:val="24"/>
    </w:rPr>
  </w:style>
  <w:style w:type="paragraph" w:customStyle="1" w:styleId="VIpoziom2">
    <w:name w:val="**VI poziom"/>
    <w:basedOn w:val="VIpoziom1"/>
    <w:link w:val="VIpoziomZnak1"/>
    <w:autoRedefine/>
    <w:rsid w:val="008C6738"/>
    <w:pPr>
      <w:ind w:left="0" w:firstLine="0"/>
    </w:pPr>
    <w:rPr>
      <w:szCs w:val="24"/>
    </w:rPr>
  </w:style>
  <w:style w:type="character" w:customStyle="1" w:styleId="VpoziomZnak1">
    <w:name w:val="**V poziom Znak"/>
    <w:basedOn w:val="VpoziomZnak0"/>
    <w:link w:val="Vpoziom2"/>
    <w:rsid w:val="008C6738"/>
    <w:rPr>
      <w:rFonts w:ascii="Arial" w:hAnsi="Arial" w:cs="Arial"/>
      <w:sz w:val="18"/>
      <w:szCs w:val="24"/>
    </w:rPr>
  </w:style>
  <w:style w:type="character" w:customStyle="1" w:styleId="VIpoziomZnak1">
    <w:name w:val="**VI poziom Znak"/>
    <w:basedOn w:val="VIpoziomZnak0"/>
    <w:link w:val="VIpoziom2"/>
    <w:rsid w:val="008C6738"/>
    <w:rPr>
      <w:rFonts w:ascii="Arial" w:hAnsi="Arial" w:cs="Arial"/>
      <w:sz w:val="18"/>
      <w:szCs w:val="24"/>
    </w:rPr>
  </w:style>
  <w:style w:type="paragraph" w:customStyle="1" w:styleId="Normalny1">
    <w:name w:val="Normalny 1"/>
    <w:basedOn w:val="Normalny"/>
    <w:uiPriority w:val="2"/>
    <w:rsid w:val="008C6738"/>
    <w:pPr>
      <w:spacing w:before="120" w:after="60"/>
      <w:ind w:left="907" w:hanging="623"/>
      <w:jc w:val="both"/>
    </w:pPr>
    <w:rPr>
      <w:rFonts w:cs="Arial"/>
      <w:b/>
      <w:sz w:val="20"/>
    </w:rPr>
  </w:style>
  <w:style w:type="paragraph" w:customStyle="1" w:styleId="Normalny2">
    <w:name w:val="Normalny 2"/>
    <w:basedOn w:val="Normalny1"/>
    <w:uiPriority w:val="2"/>
    <w:rsid w:val="008C6738"/>
    <w:pPr>
      <w:ind w:hanging="340"/>
    </w:pPr>
    <w:rPr>
      <w:b w:val="0"/>
    </w:rPr>
  </w:style>
  <w:style w:type="paragraph" w:customStyle="1" w:styleId="Definicje">
    <w:name w:val="Definicje"/>
    <w:basedOn w:val="Akapitzlist"/>
    <w:link w:val="DefinicjeZnak"/>
    <w:rsid w:val="008C6738"/>
    <w:pPr>
      <w:spacing w:after="60" w:line="260" w:lineRule="exact"/>
      <w:ind w:left="357"/>
      <w:contextualSpacing w:val="0"/>
    </w:pPr>
    <w:rPr>
      <w:rFonts w:eastAsia="Calibri" w:cs="Arial"/>
      <w:i/>
      <w:color w:val="1F497D" w:themeColor="text2"/>
      <w:szCs w:val="18"/>
      <w:u w:val="single"/>
      <w:lang w:eastAsia="en-US"/>
    </w:rPr>
  </w:style>
  <w:style w:type="character" w:customStyle="1" w:styleId="DefinicjeZnak">
    <w:name w:val="Definicje Znak"/>
    <w:basedOn w:val="AkapitzlistZnak"/>
    <w:link w:val="Definicje"/>
    <w:rsid w:val="008C6738"/>
    <w:rPr>
      <w:rFonts w:ascii="Arial" w:eastAsia="Calibri" w:hAnsi="Arial" w:cs="Arial"/>
      <w:i/>
      <w:color w:val="1F497D" w:themeColor="text2"/>
      <w:sz w:val="18"/>
      <w:szCs w:val="18"/>
      <w:u w:val="single"/>
      <w:lang w:eastAsia="en-US"/>
    </w:rPr>
  </w:style>
  <w:style w:type="paragraph" w:customStyle="1" w:styleId="IVPoziom">
    <w:name w:val="**IV Poziom"/>
    <w:basedOn w:val="IIIpoziom"/>
    <w:link w:val="IVPoziomZnak2"/>
    <w:rsid w:val="008C6738"/>
    <w:pPr>
      <w:numPr>
        <w:ilvl w:val="3"/>
      </w:numPr>
    </w:pPr>
  </w:style>
  <w:style w:type="paragraph" w:customStyle="1" w:styleId="VPoziom">
    <w:name w:val="**V Poziom"/>
    <w:basedOn w:val="IVPoziom"/>
    <w:link w:val="VPoziomZnak2"/>
    <w:rsid w:val="008C6738"/>
    <w:pPr>
      <w:numPr>
        <w:ilvl w:val="4"/>
      </w:numPr>
    </w:pPr>
  </w:style>
  <w:style w:type="character" w:customStyle="1" w:styleId="IVPoziomZnak2">
    <w:name w:val="**IV Poziom Znak"/>
    <w:basedOn w:val="IIIpoziomZnak1"/>
    <w:link w:val="IVPoziom"/>
    <w:rsid w:val="008C6738"/>
    <w:rPr>
      <w:rFonts w:ascii="Arial" w:hAnsi="Arial" w:cs="Arial"/>
      <w:sz w:val="18"/>
      <w:szCs w:val="24"/>
    </w:rPr>
  </w:style>
  <w:style w:type="paragraph" w:customStyle="1" w:styleId="VIPoziom">
    <w:name w:val="**VI Poziom"/>
    <w:basedOn w:val="VPoziom"/>
    <w:link w:val="VIPoziomZnak2"/>
    <w:rsid w:val="008C6738"/>
    <w:pPr>
      <w:numPr>
        <w:ilvl w:val="5"/>
      </w:numPr>
    </w:pPr>
  </w:style>
  <w:style w:type="character" w:customStyle="1" w:styleId="VPoziomZnak2">
    <w:name w:val="**V Poziom Znak"/>
    <w:basedOn w:val="IVPoziomZnak2"/>
    <w:link w:val="VPoziom"/>
    <w:rsid w:val="008C6738"/>
    <w:rPr>
      <w:rFonts w:ascii="Arial" w:hAnsi="Arial" w:cs="Arial"/>
      <w:sz w:val="18"/>
      <w:szCs w:val="24"/>
    </w:rPr>
  </w:style>
  <w:style w:type="character" w:customStyle="1" w:styleId="VIPoziomZnak2">
    <w:name w:val="**VI Poziom Znak"/>
    <w:basedOn w:val="VPoziomZnak2"/>
    <w:link w:val="VIPoziom"/>
    <w:rsid w:val="008C6738"/>
    <w:rPr>
      <w:rFonts w:ascii="Arial" w:hAnsi="Arial" w:cs="Arial"/>
      <w:sz w:val="18"/>
      <w:szCs w:val="24"/>
    </w:rPr>
  </w:style>
  <w:style w:type="paragraph" w:styleId="Tekstprzypisudolnego">
    <w:name w:val="footnote text"/>
    <w:basedOn w:val="Normalny"/>
    <w:link w:val="TekstprzypisudolnegoZnak"/>
    <w:rsid w:val="008C6738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C6738"/>
  </w:style>
  <w:style w:type="character" w:styleId="Odwoanieprzypisudolnego">
    <w:name w:val="footnote reference"/>
    <w:basedOn w:val="Domylnaczcionkaakapitu"/>
    <w:rsid w:val="008C6738"/>
    <w:rPr>
      <w:vertAlign w:val="superscript"/>
    </w:rPr>
  </w:style>
  <w:style w:type="paragraph" w:styleId="Lista">
    <w:name w:val="List"/>
    <w:basedOn w:val="Normalny"/>
    <w:unhideWhenUsed/>
    <w:rsid w:val="008C6738"/>
    <w:pPr>
      <w:ind w:left="283" w:hanging="283"/>
      <w:contextualSpacing/>
    </w:pPr>
  </w:style>
  <w:style w:type="paragraph" w:styleId="Legenda">
    <w:name w:val="caption"/>
    <w:basedOn w:val="Normalny"/>
    <w:next w:val="Normalny"/>
    <w:link w:val="LegendaZnak"/>
    <w:rsid w:val="008C6738"/>
    <w:pPr>
      <w:spacing w:before="240" w:line="276" w:lineRule="auto"/>
      <w:jc w:val="both"/>
    </w:pPr>
    <w:rPr>
      <w:i/>
      <w:sz w:val="16"/>
      <w:szCs w:val="20"/>
    </w:rPr>
  </w:style>
  <w:style w:type="character" w:customStyle="1" w:styleId="LegendaZnak">
    <w:name w:val="Legenda Znak"/>
    <w:basedOn w:val="Domylnaczcionkaakapitu"/>
    <w:link w:val="Legenda"/>
    <w:rsid w:val="008C6738"/>
    <w:rPr>
      <w:rFonts w:ascii="Arial" w:hAnsi="Arial"/>
      <w:i/>
      <w:sz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8C6738"/>
    <w:pPr>
      <w:spacing w:after="100"/>
      <w:ind w:left="360"/>
    </w:pPr>
  </w:style>
  <w:style w:type="paragraph" w:styleId="Spistreci2">
    <w:name w:val="toc 2"/>
    <w:basedOn w:val="Normalny"/>
    <w:next w:val="Normalny"/>
    <w:autoRedefine/>
    <w:uiPriority w:val="39"/>
    <w:unhideWhenUsed/>
    <w:rsid w:val="008C6738"/>
    <w:pPr>
      <w:spacing w:after="100"/>
      <w:ind w:left="18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02667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styleId="UyteHipercze">
    <w:name w:val="FollowedHyperlink"/>
    <w:basedOn w:val="Domylnaczcionkaakapitu"/>
    <w:semiHidden/>
    <w:unhideWhenUsed/>
    <w:rsid w:val="002E11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9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1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customXml" Target="../customXml/item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– OPIS PRZEDMIOTU ZAMÓWIENIA (OPZ).docx</dmsv2BaseFileName>
    <dmsv2BaseDisplayName xmlns="http://schemas.microsoft.com/sharepoint/v3">ZAŁĄCZNIK NR 1 DO SWZ – OPIS PRZEDMIOTU ZAMÓWIENIA (OPZ)</dmsv2BaseDisplayName>
    <dmsv2SWPP2ObjectNumber xmlns="http://schemas.microsoft.com/sharepoint/v3">POST/PEC/PEC/UZL/00015/2026                       </dmsv2SWPP2ObjectNumber>
    <dmsv2SWPP2SumMD5 xmlns="http://schemas.microsoft.com/sharepoint/v3">90533c76ee9b8cfa68d4f1f275a61a4b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703058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24196137</dmsv2BaseClientSystemDocumentID>
    <dmsv2BaseModifiedByID xmlns="http://schemas.microsoft.com/sharepoint/v3">19100176</dmsv2BaseModifiedByID>
    <dmsv2BaseCreatedByID xmlns="http://schemas.microsoft.com/sharepoint/v3">19100176</dmsv2BaseCreatedByID>
    <dmsv2SWPP2ObjectDepartment xmlns="http://schemas.microsoft.com/sharepoint/v3">00000001000l00030002</dmsv2SWPP2ObjectDepartment>
    <dmsv2SWPP2ObjectName xmlns="http://schemas.microsoft.com/sharepoint/v3">Postępowanie</dmsv2SWPP2ObjectName>
    <_dlc_DocId xmlns="a19cb1c7-c5c7-46d4-85ae-d83685407bba">JEUP5JKVCYQC-1398355148-14686</_dlc_DocId>
    <_dlc_DocIdUrl xmlns="a19cb1c7-c5c7-46d4-85ae-d83685407bba">
      <Url>https://swpp2.dms.gkpge.pl/sites/41/_layouts/15/DocIdRedir.aspx?ID=JEUP5JKVCYQC-1398355148-14686</Url>
      <Description>JEUP5JKVCYQC-1398355148-14686</Description>
    </_dlc_DocIdUrl>
  </documentManagement>
</p:properties>
</file>

<file path=customXml/itemProps1.xml><?xml version="1.0" encoding="utf-8"?>
<ds:datastoreItem xmlns:ds="http://schemas.openxmlformats.org/officeDocument/2006/customXml" ds:itemID="{5674F072-9601-425F-B329-12F116B876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7714BA-1C97-4A5B-A588-50D3875BEC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77BB38-323F-4E0F-84AA-4CF180C8EC9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D973E5E-946A-41B6-B937-C39F51C080ED}"/>
</file>

<file path=customXml/itemProps6.xml><?xml version="1.0" encoding="utf-8"?>
<ds:datastoreItem xmlns:ds="http://schemas.openxmlformats.org/officeDocument/2006/customXml" ds:itemID="{F0382436-18D6-4A8A-8683-7A8C60CD3872}"/>
</file>

<file path=customXml/itemProps7.xml><?xml version="1.0" encoding="utf-8"?>
<ds:datastoreItem xmlns:ds="http://schemas.openxmlformats.org/officeDocument/2006/customXml" ds:itemID="{476B0856-670D-4146-81B2-FB2845148F93}"/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</Template>
  <TotalTime>140</TotalTime>
  <Pages>1</Pages>
  <Words>858</Words>
  <Characters>5152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Ogólna - Standard Dokumentacji Systemu Zarządzania w Grupie PGE</vt:lpstr>
    </vt:vector>
  </TitlesOfParts>
  <Company>PGE Polska Grupa Energetyczna S.A.</Company>
  <LinksUpToDate>false</LinksUpToDate>
  <CharactersWithSpaces>5999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Ogólna - Standard Dokumentacji Systemu Zarządzania w Grupie PGE</dc:title>
  <dc:subject/>
  <dc:creator>pawel.jaworski</dc:creator>
  <cp:keywords/>
  <dc:description/>
  <cp:lastModifiedBy>Matyszewski Robert [PGE EC S.A.]</cp:lastModifiedBy>
  <cp:revision>27</cp:revision>
  <cp:lastPrinted>2019-07-09T11:35:00Z</cp:lastPrinted>
  <dcterms:created xsi:type="dcterms:W3CDTF">2023-10-05T08:07:00Z</dcterms:created>
  <dcterms:modified xsi:type="dcterms:W3CDTF">2026-01-23T10:44:00Z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ClassificationContentMarkingHeaderShapeIds">
    <vt:lpwstr>68db98d0,16380f6a,2bd90e76</vt:lpwstr>
  </property>
  <property fmtid="{D5CDD505-2E9C-101B-9397-08002B2CF9AE}" pid="4" name="ClassificationContentMarkingHeaderFontProps">
    <vt:lpwstr>#008000,10,Calibri</vt:lpwstr>
  </property>
  <property fmtid="{D5CDD505-2E9C-101B-9397-08002B2CF9AE}" pid="5" name="ClassificationContentMarkingHeaderText">
    <vt:lpwstr>Do użytku wewnętrznego</vt:lpwstr>
  </property>
  <property fmtid="{D5CDD505-2E9C-101B-9397-08002B2CF9AE}" pid="6" name="MSIP_Label_ae670d91-bac0-4b54-ac76-602b596fb37b_Enabled">
    <vt:lpwstr>true</vt:lpwstr>
  </property>
  <property fmtid="{D5CDD505-2E9C-101B-9397-08002B2CF9AE}" pid="7" name="MSIP_Label_ae670d91-bac0-4b54-ac76-602b596fb37b_SetDate">
    <vt:lpwstr>2025-12-18T11:26:07Z</vt:lpwstr>
  </property>
  <property fmtid="{D5CDD505-2E9C-101B-9397-08002B2CF9AE}" pid="8" name="MSIP_Label_ae670d91-bac0-4b54-ac76-602b596fb37b_Method">
    <vt:lpwstr>Privileged</vt:lpwstr>
  </property>
  <property fmtid="{D5CDD505-2E9C-101B-9397-08002B2CF9AE}" pid="9" name="MSIP_Label_ae670d91-bac0-4b54-ac76-602b596fb37b_Name">
    <vt:lpwstr>Do użytku wewnętrznego</vt:lpwstr>
  </property>
  <property fmtid="{D5CDD505-2E9C-101B-9397-08002B2CF9AE}" pid="10" name="MSIP_Label_ae670d91-bac0-4b54-ac76-602b596fb37b_SiteId">
    <vt:lpwstr>e9895a11-04dc-4848-aa12-7fca9faefb60</vt:lpwstr>
  </property>
  <property fmtid="{D5CDD505-2E9C-101B-9397-08002B2CF9AE}" pid="11" name="MSIP_Label_ae670d91-bac0-4b54-ac76-602b596fb37b_ActionId">
    <vt:lpwstr>21760600-38e5-4abf-bf0d-953ac5f3f21c</vt:lpwstr>
  </property>
  <property fmtid="{D5CDD505-2E9C-101B-9397-08002B2CF9AE}" pid="12" name="MSIP_Label_ae670d91-bac0-4b54-ac76-602b596fb37b_ContentBits">
    <vt:lpwstr>1</vt:lpwstr>
  </property>
  <property fmtid="{D5CDD505-2E9C-101B-9397-08002B2CF9AE}" pid="13" name="_dlc_DocIdItemGuid">
    <vt:lpwstr>886d1492-7f01-4484-b23d-8ceca9ecfe94</vt:lpwstr>
  </property>
</Properties>
</file>